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CB" w:rsidRPr="0012699E" w:rsidRDefault="00636DCB" w:rsidP="006A225D">
      <w:pPr>
        <w:pStyle w:val="NoSpacing"/>
        <w:rPr>
          <w:b/>
          <w:bCs/>
          <w:sz w:val="36"/>
          <w:szCs w:val="36"/>
        </w:rPr>
      </w:pPr>
      <w:r w:rsidRPr="0012699E">
        <w:rPr>
          <w:b/>
          <w:bCs/>
          <w:sz w:val="36"/>
          <w:szCs w:val="36"/>
        </w:rPr>
        <w:t>Zestaw 1</w:t>
      </w:r>
      <w:r>
        <w:rPr>
          <w:b/>
          <w:bCs/>
          <w:sz w:val="36"/>
          <w:szCs w:val="36"/>
        </w:rPr>
        <w:t>:</w:t>
      </w:r>
      <w:r w:rsidRPr="0012699E">
        <w:rPr>
          <w:b/>
          <w:bCs/>
          <w:sz w:val="36"/>
          <w:szCs w:val="36"/>
        </w:rPr>
        <w:t xml:space="preserve"> Implanty stosowane w kręgosłupie szyjnym. </w:t>
      </w:r>
    </w:p>
    <w:p w:rsidR="00636DCB" w:rsidRDefault="00636DCB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</w:p>
    <w:p w:rsidR="00636DCB" w:rsidRDefault="00636DCB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Załącznik Nr 1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Pr="00712503" w:rsidRDefault="00636DCB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Pakiet Nr 1 </w:t>
      </w:r>
    </w:p>
    <w:p w:rsidR="00636DCB" w:rsidRPr="00186175" w:rsidRDefault="00636DCB" w:rsidP="00D8061F">
      <w:pPr>
        <w:pStyle w:val="NoSpacing"/>
        <w:numPr>
          <w:ilvl w:val="0"/>
          <w:numId w:val="31"/>
        </w:numPr>
        <w:rPr>
          <w:b/>
          <w:bCs/>
          <w:sz w:val="28"/>
          <w:szCs w:val="28"/>
        </w:rPr>
      </w:pPr>
      <w:r w:rsidRPr="00763035">
        <w:rPr>
          <w:b/>
          <w:bCs/>
          <w:sz w:val="28"/>
          <w:szCs w:val="28"/>
        </w:rPr>
        <w:t>Płytki szyjne</w:t>
      </w:r>
    </w:p>
    <w:p w:rsidR="00636DCB" w:rsidRPr="00D8061F" w:rsidRDefault="00636DCB" w:rsidP="00D8061F">
      <w:pPr>
        <w:pStyle w:val="NoSpacing"/>
        <w:numPr>
          <w:ilvl w:val="0"/>
          <w:numId w:val="33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długość płytki 2</w:t>
      </w:r>
      <w:r>
        <w:rPr>
          <w:sz w:val="28"/>
          <w:szCs w:val="28"/>
        </w:rPr>
        <w:t xml:space="preserve">0 mm - 100 mm, skok długości max. </w:t>
      </w:r>
      <w:r w:rsidRPr="0056729A">
        <w:rPr>
          <w:sz w:val="28"/>
          <w:szCs w:val="28"/>
        </w:rPr>
        <w:t>3 mm.</w:t>
      </w:r>
      <w:r>
        <w:rPr>
          <w:sz w:val="28"/>
          <w:szCs w:val="28"/>
        </w:rPr>
        <w:t xml:space="preserve"> powyżej 70 mm. większy</w:t>
      </w:r>
    </w:p>
    <w:p w:rsidR="00636DCB" w:rsidRPr="00D8061F" w:rsidRDefault="00636DCB" w:rsidP="00D8061F">
      <w:pPr>
        <w:pStyle w:val="NoSpacing"/>
        <w:numPr>
          <w:ilvl w:val="0"/>
          <w:numId w:val="33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blokowanie wkrętu do płytki z możliwością powtórzeń</w:t>
      </w:r>
    </w:p>
    <w:p w:rsidR="00636DCB" w:rsidRPr="00D8061F" w:rsidRDefault="00636DCB" w:rsidP="00D8061F">
      <w:pPr>
        <w:pStyle w:val="NoSpacing"/>
        <w:numPr>
          <w:ilvl w:val="0"/>
          <w:numId w:val="33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wymagana możliwość zmiany wygięcia płytki (lordoza, kyfoza) bez utraty możliwości blokady</w:t>
      </w:r>
    </w:p>
    <w:p w:rsidR="00636DCB" w:rsidRPr="00D8061F" w:rsidRDefault="00636DCB" w:rsidP="00D8061F">
      <w:pPr>
        <w:pStyle w:val="NoSpacing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śródoperacyjnej, czasowej stabilizacji płytki</w:t>
      </w:r>
    </w:p>
    <w:p w:rsidR="00636DCB" w:rsidRPr="00D8061F" w:rsidRDefault="00636DCB" w:rsidP="00D8061F">
      <w:pPr>
        <w:pStyle w:val="NoSpacing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długość wkrętów 12-18</w:t>
      </w:r>
      <w:r w:rsidRPr="0056729A">
        <w:rPr>
          <w:sz w:val="28"/>
          <w:szCs w:val="28"/>
        </w:rPr>
        <w:t xml:space="preserve"> mm.</w:t>
      </w:r>
      <w:r>
        <w:rPr>
          <w:sz w:val="28"/>
          <w:szCs w:val="28"/>
        </w:rPr>
        <w:t>(minimalny zakres)</w:t>
      </w:r>
      <w:r w:rsidRPr="0056729A">
        <w:rPr>
          <w:sz w:val="28"/>
          <w:szCs w:val="28"/>
        </w:rPr>
        <w:t>, skok długości max. 2 mm.</w:t>
      </w:r>
    </w:p>
    <w:p w:rsidR="00636DCB" w:rsidRPr="00D8061F" w:rsidRDefault="00636DCB" w:rsidP="00D8061F">
      <w:pPr>
        <w:pStyle w:val="NoSpacing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dostępne w zestawie śruby rewizyjne o większej średnicy</w:t>
      </w:r>
    </w:p>
    <w:p w:rsidR="00636DCB" w:rsidRPr="00D8061F" w:rsidRDefault="00636DCB" w:rsidP="00D8061F">
      <w:pPr>
        <w:pStyle w:val="NoSpacing"/>
        <w:numPr>
          <w:ilvl w:val="0"/>
          <w:numId w:val="33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grubość płytki wraz z mechanizmem blokują</w:t>
      </w:r>
      <w:r>
        <w:rPr>
          <w:sz w:val="28"/>
          <w:szCs w:val="28"/>
        </w:rPr>
        <w:t>cym nie może przekraczać 2,4 mm</w:t>
      </w:r>
    </w:p>
    <w:p w:rsidR="00636DCB" w:rsidRPr="00D8061F" w:rsidRDefault="00636DCB" w:rsidP="00D8061F">
      <w:pPr>
        <w:pStyle w:val="NoSpacing"/>
        <w:numPr>
          <w:ilvl w:val="0"/>
          <w:numId w:val="33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636DCB" w:rsidRDefault="00636DCB" w:rsidP="00D8061F">
      <w:pPr>
        <w:pStyle w:val="NoSpacing"/>
        <w:rPr>
          <w:sz w:val="28"/>
          <w:szCs w:val="28"/>
        </w:rPr>
      </w:pPr>
    </w:p>
    <w:p w:rsidR="00636DCB" w:rsidRPr="00785A9A" w:rsidRDefault="00636DCB" w:rsidP="00D8061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płytka + 4 wkręty + 1 śruba rewizyjna</w:t>
      </w:r>
    </w:p>
    <w:p w:rsidR="00636DCB" w:rsidRDefault="00636DCB" w:rsidP="00D8061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Ilość- 5</w:t>
      </w:r>
      <w:r w:rsidRPr="0056729A">
        <w:rPr>
          <w:sz w:val="28"/>
          <w:szCs w:val="28"/>
        </w:rPr>
        <w:t>0 zestawów</w:t>
      </w:r>
    </w:p>
    <w:p w:rsidR="00636DCB" w:rsidRPr="0056729A" w:rsidRDefault="00636DCB" w:rsidP="00D8061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Depozyt: po 1 płycie z rozmiaru, po 8 wkrętów z każdego rozmiaru śrub podstawowych i po 2 śruby rewizyjne. N</w:t>
      </w:r>
      <w:r w:rsidRPr="00C948CD">
        <w:rPr>
          <w:sz w:val="28"/>
          <w:szCs w:val="28"/>
        </w:rPr>
        <w:t>arzędzia umożliwiające  aplikację płytki w kontenerach umożliwiających sterylizację</w:t>
      </w:r>
      <w:r>
        <w:rPr>
          <w:sz w:val="28"/>
          <w:szCs w:val="28"/>
        </w:rPr>
        <w:t xml:space="preserve">. </w:t>
      </w:r>
    </w:p>
    <w:p w:rsidR="00636DCB" w:rsidRDefault="00636DCB" w:rsidP="00D8061F">
      <w:pPr>
        <w:pStyle w:val="NoSpacing"/>
        <w:rPr>
          <w:sz w:val="28"/>
          <w:szCs w:val="28"/>
        </w:rPr>
      </w:pPr>
    </w:p>
    <w:p w:rsidR="00636DCB" w:rsidRPr="00D8061F" w:rsidRDefault="00636DCB" w:rsidP="00D8061F">
      <w:pPr>
        <w:pStyle w:val="NoSpacing"/>
        <w:numPr>
          <w:ilvl w:val="0"/>
          <w:numId w:val="31"/>
        </w:numPr>
        <w:rPr>
          <w:b/>
          <w:bCs/>
          <w:sz w:val="28"/>
          <w:szCs w:val="28"/>
        </w:rPr>
      </w:pPr>
      <w:r w:rsidRPr="00D8061F">
        <w:rPr>
          <w:b/>
          <w:bCs/>
          <w:sz w:val="28"/>
          <w:szCs w:val="28"/>
        </w:rPr>
        <w:t>Implanty międzytrzonowe</w:t>
      </w:r>
    </w:p>
    <w:p w:rsidR="00636DCB" w:rsidRPr="00D8061F" w:rsidRDefault="00636DCB" w:rsidP="00D8061F">
      <w:pPr>
        <w:pStyle w:val="NoSpacing"/>
        <w:numPr>
          <w:ilvl w:val="0"/>
          <w:numId w:val="34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>klatki wykonane z materiału PEEK o powierzchniach ostro ząbkowanych, bez dodatkowych szpilek czy kolców powiększających wysokość implantu w czasie aplikacji</w:t>
      </w:r>
    </w:p>
    <w:p w:rsidR="00636DCB" w:rsidRPr="00D8061F" w:rsidRDefault="00636DCB" w:rsidP="00D8061F">
      <w:pPr>
        <w:pStyle w:val="NoSpacing"/>
        <w:numPr>
          <w:ilvl w:val="0"/>
          <w:numId w:val="34"/>
        </w:numPr>
        <w:jc w:val="both"/>
        <w:rPr>
          <w:sz w:val="28"/>
          <w:szCs w:val="28"/>
        </w:rPr>
      </w:pPr>
      <w:r w:rsidRPr="00D8061F">
        <w:rPr>
          <w:spacing w:val="1"/>
          <w:sz w:val="28"/>
          <w:szCs w:val="28"/>
        </w:rPr>
        <w:t>c</w:t>
      </w:r>
      <w:r w:rsidRPr="00D8061F">
        <w:rPr>
          <w:w w:val="99"/>
          <w:sz w:val="28"/>
          <w:szCs w:val="28"/>
        </w:rPr>
        <w:t>o</w:t>
      </w:r>
      <w:r w:rsidRPr="00D8061F">
        <w:rPr>
          <w:sz w:val="28"/>
          <w:szCs w:val="28"/>
        </w:rPr>
        <w:t xml:space="preserve"> </w:t>
      </w:r>
      <w:r w:rsidRPr="00D8061F">
        <w:rPr>
          <w:w w:val="99"/>
          <w:sz w:val="28"/>
          <w:szCs w:val="28"/>
        </w:rPr>
        <w:t>n</w:t>
      </w:r>
      <w:r w:rsidRPr="00D8061F">
        <w:rPr>
          <w:spacing w:val="-1"/>
          <w:sz w:val="28"/>
          <w:szCs w:val="28"/>
        </w:rPr>
        <w:t>a</w:t>
      </w:r>
      <w:r w:rsidRPr="00D8061F">
        <w:rPr>
          <w:spacing w:val="1"/>
          <w:sz w:val="28"/>
          <w:szCs w:val="28"/>
        </w:rPr>
        <w:t>jm</w:t>
      </w:r>
      <w:r w:rsidRPr="00D8061F">
        <w:rPr>
          <w:w w:val="99"/>
          <w:sz w:val="28"/>
          <w:szCs w:val="28"/>
        </w:rPr>
        <w:t>n</w:t>
      </w:r>
      <w:r w:rsidRPr="00D8061F">
        <w:rPr>
          <w:spacing w:val="1"/>
          <w:sz w:val="28"/>
          <w:szCs w:val="28"/>
        </w:rPr>
        <w:t>i</w:t>
      </w:r>
      <w:r w:rsidRPr="00D8061F">
        <w:rPr>
          <w:spacing w:val="-1"/>
          <w:sz w:val="28"/>
          <w:szCs w:val="28"/>
        </w:rPr>
        <w:t>e</w:t>
      </w:r>
      <w:r w:rsidRPr="00D8061F">
        <w:rPr>
          <w:sz w:val="28"/>
          <w:szCs w:val="28"/>
        </w:rPr>
        <w:t>j</w:t>
      </w:r>
      <w:r w:rsidRPr="00D8061F">
        <w:rPr>
          <w:spacing w:val="1"/>
          <w:sz w:val="28"/>
          <w:szCs w:val="28"/>
        </w:rPr>
        <w:t xml:space="preserve"> </w:t>
      </w:r>
      <w:r w:rsidRPr="00D8061F">
        <w:rPr>
          <w:w w:val="99"/>
          <w:sz w:val="28"/>
          <w:szCs w:val="28"/>
        </w:rPr>
        <w:t>pięć</w:t>
      </w:r>
      <w:r w:rsidRPr="00D8061F">
        <w:rPr>
          <w:spacing w:val="-1"/>
          <w:sz w:val="28"/>
          <w:szCs w:val="28"/>
        </w:rPr>
        <w:t xml:space="preserve"> </w:t>
      </w:r>
      <w:r w:rsidRPr="00D8061F">
        <w:rPr>
          <w:spacing w:val="-1"/>
          <w:w w:val="99"/>
          <w:sz w:val="28"/>
          <w:szCs w:val="28"/>
        </w:rPr>
        <w:t>r</w:t>
      </w:r>
      <w:r w:rsidRPr="00D8061F">
        <w:rPr>
          <w:w w:val="99"/>
          <w:sz w:val="28"/>
          <w:szCs w:val="28"/>
        </w:rPr>
        <w:t>ó</w:t>
      </w:r>
      <w:r w:rsidRPr="00D8061F">
        <w:rPr>
          <w:spacing w:val="2"/>
          <w:sz w:val="28"/>
          <w:szCs w:val="28"/>
        </w:rPr>
        <w:t>ż</w:t>
      </w:r>
      <w:r w:rsidRPr="00D8061F">
        <w:rPr>
          <w:spacing w:val="2"/>
          <w:w w:val="99"/>
          <w:sz w:val="28"/>
          <w:szCs w:val="28"/>
        </w:rPr>
        <w:t>n</w:t>
      </w:r>
      <w:r w:rsidRPr="00D8061F">
        <w:rPr>
          <w:spacing w:val="-5"/>
          <w:w w:val="99"/>
          <w:sz w:val="28"/>
          <w:szCs w:val="28"/>
        </w:rPr>
        <w:t>y</w:t>
      </w:r>
      <w:r w:rsidRPr="00D8061F">
        <w:rPr>
          <w:spacing w:val="-1"/>
          <w:sz w:val="28"/>
          <w:szCs w:val="28"/>
        </w:rPr>
        <w:t>c</w:t>
      </w:r>
      <w:r w:rsidRPr="00D8061F">
        <w:rPr>
          <w:w w:val="99"/>
          <w:sz w:val="28"/>
          <w:szCs w:val="28"/>
        </w:rPr>
        <w:t>h</w:t>
      </w:r>
      <w:r w:rsidRPr="00D8061F">
        <w:rPr>
          <w:sz w:val="28"/>
          <w:szCs w:val="28"/>
        </w:rPr>
        <w:t xml:space="preserve"> </w:t>
      </w:r>
      <w:r w:rsidRPr="00D8061F">
        <w:rPr>
          <w:spacing w:val="4"/>
          <w:w w:val="99"/>
          <w:sz w:val="28"/>
          <w:szCs w:val="28"/>
        </w:rPr>
        <w:t>w</w:t>
      </w:r>
      <w:r w:rsidRPr="00D8061F">
        <w:rPr>
          <w:spacing w:val="-5"/>
          <w:w w:val="99"/>
          <w:sz w:val="28"/>
          <w:szCs w:val="28"/>
        </w:rPr>
        <w:t>y</w:t>
      </w:r>
      <w:r w:rsidRPr="00D8061F">
        <w:rPr>
          <w:w w:val="99"/>
          <w:sz w:val="28"/>
          <w:szCs w:val="28"/>
        </w:rPr>
        <w:t>sokoś</w:t>
      </w:r>
      <w:r w:rsidRPr="00D8061F">
        <w:rPr>
          <w:spacing w:val="-1"/>
          <w:sz w:val="28"/>
          <w:szCs w:val="28"/>
        </w:rPr>
        <w:t>c</w:t>
      </w:r>
      <w:r w:rsidRPr="00D8061F">
        <w:rPr>
          <w:sz w:val="28"/>
          <w:szCs w:val="28"/>
        </w:rPr>
        <w:t xml:space="preserve">i </w:t>
      </w:r>
      <w:r w:rsidRPr="00D8061F">
        <w:rPr>
          <w:w w:val="99"/>
          <w:sz w:val="28"/>
          <w:szCs w:val="28"/>
        </w:rPr>
        <w:t>k</w:t>
      </w:r>
      <w:r w:rsidRPr="00D8061F">
        <w:rPr>
          <w:spacing w:val="1"/>
          <w:sz w:val="28"/>
          <w:szCs w:val="28"/>
        </w:rPr>
        <w:t>l</w:t>
      </w:r>
      <w:r w:rsidRPr="00D8061F">
        <w:rPr>
          <w:spacing w:val="-1"/>
          <w:sz w:val="28"/>
          <w:szCs w:val="28"/>
        </w:rPr>
        <w:t>a</w:t>
      </w:r>
      <w:r w:rsidRPr="00D8061F">
        <w:rPr>
          <w:spacing w:val="1"/>
          <w:sz w:val="28"/>
          <w:szCs w:val="28"/>
        </w:rPr>
        <w:t>t</w:t>
      </w:r>
      <w:r w:rsidRPr="00D8061F">
        <w:rPr>
          <w:spacing w:val="-1"/>
          <w:sz w:val="28"/>
          <w:szCs w:val="28"/>
        </w:rPr>
        <w:t>e</w:t>
      </w:r>
      <w:r w:rsidRPr="00D8061F">
        <w:rPr>
          <w:w w:val="99"/>
          <w:sz w:val="28"/>
          <w:szCs w:val="28"/>
        </w:rPr>
        <w:t>k 4-9 mm. o skoku co 1 mm.</w:t>
      </w:r>
      <w:r w:rsidRPr="00D8061F">
        <w:rPr>
          <w:sz w:val="28"/>
          <w:szCs w:val="28"/>
        </w:rPr>
        <w:t xml:space="preserve">, </w:t>
      </w:r>
      <w:r w:rsidRPr="00D8061F">
        <w:rPr>
          <w:w w:val="99"/>
          <w:sz w:val="28"/>
          <w:szCs w:val="28"/>
        </w:rPr>
        <w:t>d</w:t>
      </w:r>
      <w:r w:rsidRPr="00D8061F">
        <w:rPr>
          <w:spacing w:val="2"/>
          <w:w w:val="99"/>
          <w:sz w:val="28"/>
          <w:szCs w:val="28"/>
        </w:rPr>
        <w:t>w</w:t>
      </w:r>
      <w:r w:rsidRPr="00D8061F">
        <w:rPr>
          <w:spacing w:val="1"/>
          <w:sz w:val="28"/>
          <w:szCs w:val="28"/>
        </w:rPr>
        <w:t>i</w:t>
      </w:r>
      <w:r w:rsidRPr="00D8061F">
        <w:rPr>
          <w:sz w:val="28"/>
          <w:szCs w:val="28"/>
        </w:rPr>
        <w:t xml:space="preserve">e </w:t>
      </w:r>
      <w:r w:rsidRPr="00D8061F">
        <w:rPr>
          <w:spacing w:val="-2"/>
          <w:w w:val="99"/>
          <w:sz w:val="28"/>
          <w:szCs w:val="28"/>
        </w:rPr>
        <w:t>szerokości</w:t>
      </w:r>
      <w:r w:rsidRPr="00D8061F">
        <w:rPr>
          <w:sz w:val="28"/>
          <w:szCs w:val="28"/>
        </w:rPr>
        <w:t xml:space="preserve"> implantu np. 14 i 16 mm. oraz  kątem nachylenia ok. 5</w:t>
      </w:r>
      <w:r w:rsidRPr="00D8061F">
        <w:rPr>
          <w:sz w:val="28"/>
          <w:szCs w:val="28"/>
          <w:vertAlign w:val="superscript"/>
        </w:rPr>
        <w:t>o</w:t>
      </w:r>
    </w:p>
    <w:p w:rsidR="00636DCB" w:rsidRPr="00D8061F" w:rsidRDefault="00636DCB" w:rsidP="00D8061F">
      <w:pPr>
        <w:pStyle w:val="NoSpacing"/>
        <w:numPr>
          <w:ilvl w:val="0"/>
          <w:numId w:val="34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>markery umożliwiające ocenę położenia wszczepów po implantacji</w:t>
      </w:r>
    </w:p>
    <w:p w:rsidR="00636DCB" w:rsidRPr="00D8061F" w:rsidRDefault="00636DCB" w:rsidP="00D8061F">
      <w:pPr>
        <w:pStyle w:val="NoSpacing"/>
        <w:numPr>
          <w:ilvl w:val="0"/>
          <w:numId w:val="34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>taca z przymiarami i prowadnikiem do przymiaru i implantacji – 1 szt.</w:t>
      </w:r>
    </w:p>
    <w:p w:rsidR="00636DCB" w:rsidRPr="00D8061F" w:rsidRDefault="00636DCB" w:rsidP="00D8061F">
      <w:pPr>
        <w:pStyle w:val="NoSpacing"/>
        <w:numPr>
          <w:ilvl w:val="0"/>
          <w:numId w:val="34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 xml:space="preserve"> szybkozłączny aplikator</w:t>
      </w:r>
    </w:p>
    <w:p w:rsidR="00636DCB" w:rsidRPr="00D8061F" w:rsidRDefault="00636DCB" w:rsidP="00D8061F">
      <w:pPr>
        <w:pStyle w:val="NoSpacing"/>
        <w:numPr>
          <w:ilvl w:val="0"/>
          <w:numId w:val="34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>każdy implant osobno, sterylnie zapakowany</w:t>
      </w:r>
    </w:p>
    <w:p w:rsidR="00636DCB" w:rsidRDefault="00636DCB" w:rsidP="00D8061F">
      <w:pPr>
        <w:pStyle w:val="NoSpacing"/>
        <w:jc w:val="both"/>
        <w:rPr>
          <w:sz w:val="28"/>
          <w:szCs w:val="28"/>
        </w:rPr>
      </w:pPr>
    </w:p>
    <w:p w:rsidR="00636DCB" w:rsidRDefault="00636DCB" w:rsidP="00D8061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Skład: 1 sztuka</w:t>
      </w:r>
    </w:p>
    <w:p w:rsidR="00636DCB" w:rsidRDefault="00636DCB" w:rsidP="00D8061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Ilość- 500 sztuk</w:t>
      </w:r>
    </w:p>
    <w:p w:rsidR="00636DCB" w:rsidRDefault="00636DCB" w:rsidP="00D8061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 rozmiar „4” i „5” po 6 sztuk z każdego rozmiaru wraz z narzędziami do implantacji;</w:t>
      </w:r>
    </w:p>
    <w:p w:rsidR="00636DCB" w:rsidRDefault="00636DCB" w:rsidP="00CE55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rozmiar „6” i „7” po 4 sztuki z każdego rozmiaru wraz z narzędziami do implantacji;</w:t>
      </w:r>
    </w:p>
    <w:p w:rsidR="00636DCB" w:rsidRDefault="00636DCB" w:rsidP="00CE55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rozmiar „8” i „9” po 2 sztuk z każdego rozmiaru wraz z narzędziami do implantacji</w:t>
      </w:r>
    </w:p>
    <w:p w:rsidR="00636DCB" w:rsidRDefault="00636DCB" w:rsidP="00D8061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:rsidR="00636DCB" w:rsidRPr="009863AA" w:rsidRDefault="00636DCB" w:rsidP="00925CFC">
      <w:pPr>
        <w:pStyle w:val="ListParagraph"/>
        <w:numPr>
          <w:ilvl w:val="0"/>
          <w:numId w:val="31"/>
        </w:numPr>
        <w:ind w:left="540" w:hanging="540"/>
        <w:rPr>
          <w:rFonts w:ascii="Calibri" w:hAnsi="Calibri" w:cs="Calibri"/>
          <w:b/>
          <w:bCs/>
          <w:sz w:val="28"/>
          <w:szCs w:val="28"/>
        </w:rPr>
      </w:pPr>
      <w:r w:rsidRPr="009863AA">
        <w:rPr>
          <w:rFonts w:ascii="Calibri" w:hAnsi="Calibri" w:cs="Calibri"/>
          <w:b/>
          <w:bCs/>
          <w:sz w:val="28"/>
          <w:szCs w:val="28"/>
        </w:rPr>
        <w:t xml:space="preserve">Frezy 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9863AA">
        <w:rPr>
          <w:rFonts w:ascii="Calibri" w:hAnsi="Calibri" w:cs="Calibri"/>
          <w:b/>
          <w:bCs/>
          <w:sz w:val="28"/>
          <w:szCs w:val="28"/>
        </w:rPr>
        <w:t>(wiertarka w użyczenie)</w:t>
      </w:r>
    </w:p>
    <w:p w:rsidR="00636DCB" w:rsidRDefault="00636DCB" w:rsidP="00925CFC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frezy wielokrotnego użytku do operacji kręgosłupowych: diamentowe drobnoziarniste, diamentowe gruboziarniste, rozetowe, cylindryczne  w różnych rozmiarach (do wyboru z katalogu). </w:t>
      </w:r>
    </w:p>
    <w:p w:rsidR="00636DCB" w:rsidRDefault="00636DCB" w:rsidP="00925CFC">
      <w:pPr>
        <w:rPr>
          <w:rFonts w:ascii="Calibri" w:hAnsi="Calibri" w:cs="Calibri"/>
          <w:sz w:val="28"/>
          <w:szCs w:val="28"/>
        </w:rPr>
      </w:pPr>
    </w:p>
    <w:p w:rsidR="00636DCB" w:rsidRDefault="00636DCB" w:rsidP="00925CF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Skład: 1 sztuka</w:t>
      </w:r>
    </w:p>
    <w:p w:rsidR="00636DCB" w:rsidRDefault="00636DCB" w:rsidP="00925CF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Ilość 300 sztuk</w:t>
      </w:r>
    </w:p>
    <w:p w:rsidR="00636DCB" w:rsidRPr="00A03D08" w:rsidRDefault="00636DCB" w:rsidP="00925CF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Pakiet do użyczonej wiertarki</w:t>
      </w:r>
    </w:p>
    <w:p w:rsidR="00636DCB" w:rsidRDefault="00636DCB" w:rsidP="00D8061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:rsidR="00636DCB" w:rsidRPr="007432CD" w:rsidRDefault="00636DCB" w:rsidP="00D8061F">
      <w:pPr>
        <w:pStyle w:val="ListParagraph"/>
        <w:numPr>
          <w:ilvl w:val="0"/>
          <w:numId w:val="31"/>
        </w:numPr>
        <w:ind w:hanging="1080"/>
        <w:rPr>
          <w:rFonts w:ascii="Calibri" w:hAnsi="Calibri" w:cs="Calibri"/>
          <w:b/>
          <w:bCs/>
          <w:sz w:val="28"/>
          <w:szCs w:val="28"/>
        </w:rPr>
      </w:pPr>
      <w:r w:rsidRPr="007432CD">
        <w:rPr>
          <w:rFonts w:ascii="Calibri" w:hAnsi="Calibri" w:cs="Calibri"/>
          <w:b/>
          <w:bCs/>
          <w:sz w:val="28"/>
          <w:szCs w:val="28"/>
        </w:rPr>
        <w:t>Zestaw retraktorów do operacji implantów szyjnych</w:t>
      </w:r>
    </w:p>
    <w:p w:rsidR="00636DCB" w:rsidRDefault="00636DCB" w:rsidP="00D8061F">
      <w:pPr>
        <w:numPr>
          <w:ilvl w:val="0"/>
          <w:numId w:val="35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</w:t>
      </w:r>
      <w:r w:rsidRPr="00713FBC">
        <w:rPr>
          <w:rFonts w:ascii="Calibri" w:hAnsi="Calibri" w:cs="Calibri"/>
          <w:sz w:val="28"/>
          <w:szCs w:val="28"/>
        </w:rPr>
        <w:t>etraktor poprzeczny z dwoma przegubami – 1 szt.</w:t>
      </w:r>
    </w:p>
    <w:p w:rsidR="00636DCB" w:rsidRDefault="00636DCB" w:rsidP="00D8061F">
      <w:pPr>
        <w:numPr>
          <w:ilvl w:val="0"/>
          <w:numId w:val="35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</w:t>
      </w:r>
      <w:r w:rsidRPr="00713FBC">
        <w:rPr>
          <w:rFonts w:ascii="Calibri" w:hAnsi="Calibri" w:cs="Calibri"/>
          <w:sz w:val="28"/>
          <w:szCs w:val="28"/>
        </w:rPr>
        <w:t>istractor typ Caspar – 1 szt.</w:t>
      </w:r>
    </w:p>
    <w:p w:rsidR="00636DCB" w:rsidRDefault="00636DCB" w:rsidP="00D8061F">
      <w:pPr>
        <w:numPr>
          <w:ilvl w:val="0"/>
          <w:numId w:val="35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szpatuły nie</w:t>
      </w:r>
      <w:r w:rsidRPr="00713FBC">
        <w:rPr>
          <w:rFonts w:ascii="Calibri" w:hAnsi="Calibri" w:cs="Calibri"/>
          <w:sz w:val="28"/>
          <w:szCs w:val="28"/>
        </w:rPr>
        <w:t xml:space="preserve">obrotowe o </w:t>
      </w:r>
      <w:r>
        <w:rPr>
          <w:rFonts w:ascii="Calibri" w:hAnsi="Calibri" w:cs="Calibri"/>
          <w:sz w:val="28"/>
          <w:szCs w:val="28"/>
        </w:rPr>
        <w:t xml:space="preserve">róznych długości 45 do </w:t>
      </w:r>
      <w:r w:rsidRPr="00713FBC">
        <w:rPr>
          <w:rFonts w:ascii="Calibri" w:hAnsi="Calibri" w:cs="Calibri"/>
          <w:sz w:val="28"/>
          <w:szCs w:val="28"/>
        </w:rPr>
        <w:t xml:space="preserve">60 mm </w:t>
      </w:r>
    </w:p>
    <w:p w:rsidR="00636DCB" w:rsidRDefault="00636DCB" w:rsidP="00D8061F">
      <w:pPr>
        <w:numPr>
          <w:ilvl w:val="0"/>
          <w:numId w:val="35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</w:t>
      </w:r>
      <w:r w:rsidRPr="00713FBC">
        <w:rPr>
          <w:rFonts w:ascii="Calibri" w:hAnsi="Calibri" w:cs="Calibri"/>
          <w:sz w:val="28"/>
          <w:szCs w:val="28"/>
        </w:rPr>
        <w:t>in samogwintujący 14mm – 2 szt.</w:t>
      </w:r>
    </w:p>
    <w:p w:rsidR="00636DCB" w:rsidRDefault="00636DCB" w:rsidP="00D8061F">
      <w:pPr>
        <w:numPr>
          <w:ilvl w:val="0"/>
          <w:numId w:val="35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</w:t>
      </w:r>
      <w:r w:rsidRPr="00713FBC">
        <w:rPr>
          <w:rFonts w:ascii="Calibri" w:hAnsi="Calibri" w:cs="Calibri"/>
          <w:sz w:val="28"/>
          <w:szCs w:val="28"/>
        </w:rPr>
        <w:t>krętak do pinów – 1 szt.</w:t>
      </w:r>
    </w:p>
    <w:p w:rsidR="00636DCB" w:rsidRDefault="00636DCB" w:rsidP="00D8061F">
      <w:pPr>
        <w:numPr>
          <w:ilvl w:val="0"/>
          <w:numId w:val="35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</w:t>
      </w:r>
      <w:r w:rsidRPr="00713FBC">
        <w:rPr>
          <w:rFonts w:ascii="Calibri" w:hAnsi="Calibri" w:cs="Calibri"/>
          <w:sz w:val="28"/>
          <w:szCs w:val="28"/>
        </w:rPr>
        <w:t>aca sterylizacyjna – 1 szt.</w:t>
      </w:r>
    </w:p>
    <w:p w:rsidR="00636DCB" w:rsidRDefault="00636DCB" w:rsidP="00D8061F">
      <w:pPr>
        <w:rPr>
          <w:rFonts w:ascii="Calibri" w:hAnsi="Calibri" w:cs="Calibri"/>
          <w:sz w:val="28"/>
          <w:szCs w:val="28"/>
        </w:rPr>
      </w:pPr>
    </w:p>
    <w:p w:rsidR="00636DCB" w:rsidRDefault="00636DCB" w:rsidP="00D8061F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Ilość 1 zestaw</w:t>
      </w:r>
    </w:p>
    <w:p w:rsidR="00636DCB" w:rsidRDefault="00636DCB" w:rsidP="00D8061F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 użyczenie na czas trwania umowy</w:t>
      </w:r>
    </w:p>
    <w:p w:rsidR="00636DCB" w:rsidRDefault="00636DCB" w:rsidP="00D8061F">
      <w:pPr>
        <w:rPr>
          <w:rFonts w:ascii="Calibri" w:hAnsi="Calibri" w:cs="Calibri"/>
          <w:sz w:val="28"/>
          <w:szCs w:val="28"/>
        </w:rPr>
      </w:pPr>
    </w:p>
    <w:p w:rsidR="00636DCB" w:rsidRPr="00A03D08" w:rsidRDefault="00636DCB" w:rsidP="00D8061F">
      <w:pPr>
        <w:jc w:val="both"/>
        <w:rPr>
          <w:rFonts w:ascii="Calibri" w:hAnsi="Calibri" w:cs="Calibri"/>
          <w:sz w:val="28"/>
          <w:szCs w:val="28"/>
        </w:rPr>
      </w:pPr>
      <w:r w:rsidRPr="00925CFC">
        <w:rPr>
          <w:rFonts w:ascii="Calibri" w:hAnsi="Calibri" w:cs="Calibri"/>
          <w:b/>
          <w:bCs/>
          <w:sz w:val="28"/>
          <w:szCs w:val="28"/>
          <w:u w:val="single"/>
        </w:rPr>
        <w:t>5. Wiertarka szybkoobrotowa</w:t>
      </w:r>
      <w:r w:rsidRPr="00A03D08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użyczona</w:t>
      </w:r>
      <w:r w:rsidRPr="00A03D08">
        <w:rPr>
          <w:rFonts w:ascii="Calibri" w:hAnsi="Calibri" w:cs="Calibri"/>
          <w:sz w:val="28"/>
          <w:szCs w:val="28"/>
        </w:rPr>
        <w:t xml:space="preserve"> Zamawiającemu na czas obowiązywania umowy, w składzie: </w:t>
      </w:r>
    </w:p>
    <w:p w:rsidR="00636DCB" w:rsidRDefault="00636DCB" w:rsidP="00D8061F">
      <w:pPr>
        <w:numPr>
          <w:ilvl w:val="0"/>
          <w:numId w:val="36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</w:t>
      </w:r>
      <w:r w:rsidRPr="00A03D08">
        <w:rPr>
          <w:rFonts w:ascii="Calibri" w:hAnsi="Calibri" w:cs="Calibri"/>
          <w:sz w:val="28"/>
          <w:szCs w:val="28"/>
        </w:rPr>
        <w:t>onsola sterująca</w:t>
      </w:r>
      <w:r>
        <w:rPr>
          <w:rFonts w:ascii="Calibri" w:hAnsi="Calibri" w:cs="Calibri"/>
          <w:sz w:val="28"/>
          <w:szCs w:val="28"/>
        </w:rPr>
        <w:t xml:space="preserve"> zasilana silnikiem elektrycznym</w:t>
      </w:r>
      <w:r w:rsidRPr="00A03D08">
        <w:rPr>
          <w:rFonts w:ascii="Calibri" w:hAnsi="Calibri" w:cs="Calibri"/>
          <w:sz w:val="28"/>
          <w:szCs w:val="28"/>
        </w:rPr>
        <w:t xml:space="preserve"> – 1 szt.</w:t>
      </w:r>
    </w:p>
    <w:p w:rsidR="00636DCB" w:rsidRDefault="00636DCB" w:rsidP="00D8061F">
      <w:pPr>
        <w:numPr>
          <w:ilvl w:val="0"/>
          <w:numId w:val="36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</w:t>
      </w:r>
      <w:r w:rsidRPr="00A03D08">
        <w:rPr>
          <w:rFonts w:ascii="Calibri" w:hAnsi="Calibri" w:cs="Calibri"/>
          <w:sz w:val="28"/>
          <w:szCs w:val="28"/>
        </w:rPr>
        <w:t xml:space="preserve">ilnik </w:t>
      </w:r>
      <w:r>
        <w:rPr>
          <w:rFonts w:ascii="Calibri" w:hAnsi="Calibri" w:cs="Calibri"/>
          <w:sz w:val="28"/>
          <w:szCs w:val="28"/>
        </w:rPr>
        <w:t>minimum 8</w:t>
      </w:r>
      <w:r w:rsidRPr="00A03D08">
        <w:rPr>
          <w:rFonts w:ascii="Calibri" w:hAnsi="Calibri" w:cs="Calibri"/>
          <w:sz w:val="28"/>
          <w:szCs w:val="28"/>
        </w:rPr>
        <w:t>0000 obr./min. – 1 szt.</w:t>
      </w:r>
    </w:p>
    <w:p w:rsidR="00636DCB" w:rsidRDefault="00636DCB" w:rsidP="00D8061F">
      <w:pPr>
        <w:numPr>
          <w:ilvl w:val="0"/>
          <w:numId w:val="36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</w:t>
      </w:r>
      <w:r w:rsidRPr="00A03D08">
        <w:rPr>
          <w:rFonts w:ascii="Calibri" w:hAnsi="Calibri" w:cs="Calibri"/>
          <w:sz w:val="28"/>
          <w:szCs w:val="28"/>
        </w:rPr>
        <w:t>terownik nożny do systemu – 1 szt.</w:t>
      </w:r>
    </w:p>
    <w:p w:rsidR="00636DCB" w:rsidRDefault="00636DCB" w:rsidP="00D8061F">
      <w:pPr>
        <w:numPr>
          <w:ilvl w:val="0"/>
          <w:numId w:val="36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</w:t>
      </w:r>
      <w:r w:rsidRPr="00A03D08">
        <w:rPr>
          <w:rFonts w:ascii="Calibri" w:hAnsi="Calibri" w:cs="Calibri"/>
          <w:sz w:val="28"/>
          <w:szCs w:val="28"/>
        </w:rPr>
        <w:t xml:space="preserve">ątnica </w:t>
      </w:r>
      <w:r>
        <w:rPr>
          <w:rFonts w:ascii="Calibri" w:hAnsi="Calibri" w:cs="Calibri"/>
          <w:sz w:val="28"/>
          <w:szCs w:val="28"/>
        </w:rPr>
        <w:t xml:space="preserve">minimum </w:t>
      </w:r>
      <w:r w:rsidRPr="00A03D08">
        <w:rPr>
          <w:rFonts w:ascii="Calibri" w:hAnsi="Calibri" w:cs="Calibri"/>
          <w:sz w:val="28"/>
          <w:szCs w:val="28"/>
        </w:rPr>
        <w:t>80000 obr./mi</w:t>
      </w:r>
      <w:r>
        <w:rPr>
          <w:rFonts w:ascii="Calibri" w:hAnsi="Calibri" w:cs="Calibri"/>
          <w:sz w:val="28"/>
          <w:szCs w:val="28"/>
        </w:rPr>
        <w:t xml:space="preserve">n. o długości części roboczej od 90 </w:t>
      </w:r>
      <w:r w:rsidRPr="00A03D08">
        <w:rPr>
          <w:rFonts w:ascii="Calibri" w:hAnsi="Calibri" w:cs="Calibri"/>
          <w:sz w:val="28"/>
          <w:szCs w:val="28"/>
        </w:rPr>
        <w:t>mm</w:t>
      </w:r>
      <w:r>
        <w:rPr>
          <w:rFonts w:ascii="Calibri" w:hAnsi="Calibri" w:cs="Calibri"/>
          <w:sz w:val="28"/>
          <w:szCs w:val="28"/>
        </w:rPr>
        <w:t>. do</w:t>
      </w:r>
      <w:r w:rsidRPr="00A03D08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110 mm.</w:t>
      </w:r>
      <w:r w:rsidRPr="00A03D08">
        <w:rPr>
          <w:rFonts w:ascii="Calibri" w:hAnsi="Calibri" w:cs="Calibri"/>
          <w:sz w:val="28"/>
          <w:szCs w:val="28"/>
        </w:rPr>
        <w:t>– 1 szt.</w:t>
      </w:r>
      <w:r>
        <w:rPr>
          <w:rFonts w:ascii="Calibri" w:hAnsi="Calibri" w:cs="Calibri"/>
          <w:sz w:val="28"/>
          <w:szCs w:val="28"/>
        </w:rPr>
        <w:t xml:space="preserve"> i maksymalnej średnicy roboczej </w:t>
      </w:r>
      <w:r w:rsidRPr="00FC0B6B">
        <w:rPr>
          <w:rFonts w:ascii="Calibri" w:hAnsi="Calibri" w:cs="Calibri"/>
          <w:b/>
          <w:bCs/>
          <w:sz w:val="28"/>
          <w:szCs w:val="28"/>
        </w:rPr>
        <w:t>5 mm.</w:t>
      </w:r>
      <w:r>
        <w:rPr>
          <w:rFonts w:ascii="Calibri" w:hAnsi="Calibri" w:cs="Calibri"/>
          <w:sz w:val="28"/>
          <w:szCs w:val="28"/>
        </w:rPr>
        <w:t xml:space="preserve">  </w:t>
      </w:r>
    </w:p>
    <w:p w:rsidR="00636DCB" w:rsidRDefault="00636DCB" w:rsidP="00D8061F">
      <w:pPr>
        <w:numPr>
          <w:ilvl w:val="0"/>
          <w:numId w:val="36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</w:t>
      </w:r>
      <w:r w:rsidRPr="00A03D08">
        <w:rPr>
          <w:rFonts w:ascii="Calibri" w:hAnsi="Calibri" w:cs="Calibri"/>
          <w:sz w:val="28"/>
          <w:szCs w:val="28"/>
        </w:rPr>
        <w:t xml:space="preserve">aseta do sterylizacji silnika i kątnicy – 1 szt. </w:t>
      </w:r>
    </w:p>
    <w:p w:rsidR="00636DCB" w:rsidRDefault="00636DCB" w:rsidP="00D8061F">
      <w:pPr>
        <w:numPr>
          <w:ilvl w:val="0"/>
          <w:numId w:val="36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</w:t>
      </w:r>
      <w:r w:rsidRPr="00A03D08">
        <w:rPr>
          <w:rFonts w:ascii="Calibri" w:hAnsi="Calibri" w:cs="Calibri"/>
          <w:sz w:val="28"/>
          <w:szCs w:val="28"/>
        </w:rPr>
        <w:t>pray z końcówką do konserwacji kątnicy – 1 szt.</w:t>
      </w:r>
    </w:p>
    <w:p w:rsidR="00636DCB" w:rsidRDefault="00636DCB" w:rsidP="00D8061F">
      <w:pPr>
        <w:numPr>
          <w:ilvl w:val="0"/>
          <w:numId w:val="36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g</w:t>
      </w:r>
      <w:r w:rsidRPr="00A03D08">
        <w:rPr>
          <w:rFonts w:ascii="Calibri" w:hAnsi="Calibri" w:cs="Calibri"/>
          <w:sz w:val="28"/>
          <w:szCs w:val="28"/>
        </w:rPr>
        <w:t>warancja na system obowiązująca w trakcie trwa</w:t>
      </w:r>
      <w:r>
        <w:rPr>
          <w:rFonts w:ascii="Calibri" w:hAnsi="Calibri" w:cs="Calibri"/>
          <w:sz w:val="28"/>
          <w:szCs w:val="28"/>
        </w:rPr>
        <w:t>nia umowy, gwarantująca  z</w:t>
      </w:r>
      <w:r w:rsidRPr="00A03D08">
        <w:rPr>
          <w:rFonts w:ascii="Calibri" w:hAnsi="Calibri" w:cs="Calibri"/>
          <w:sz w:val="28"/>
          <w:szCs w:val="28"/>
        </w:rPr>
        <w:t>amawiającemu sprzęt zastępczy w ciągu 72 godzin</w:t>
      </w:r>
    </w:p>
    <w:p w:rsidR="00636DCB" w:rsidRDefault="00636DCB" w:rsidP="00D8061F">
      <w:pPr>
        <w:rPr>
          <w:rFonts w:ascii="Calibri" w:hAnsi="Calibri" w:cs="Calibri"/>
          <w:sz w:val="28"/>
          <w:szCs w:val="28"/>
        </w:rPr>
      </w:pPr>
    </w:p>
    <w:p w:rsidR="00636DCB" w:rsidRDefault="00636DCB" w:rsidP="00D8061F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Ilość 1 komplet</w:t>
      </w:r>
    </w:p>
    <w:p w:rsidR="00636DCB" w:rsidRDefault="00636DCB" w:rsidP="00D8061F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 użyczenie na czas umowy</w:t>
      </w:r>
    </w:p>
    <w:p w:rsidR="00636DCB" w:rsidRPr="00712503" w:rsidRDefault="00636DCB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Załącznik Nr 2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32"/>
          <w:szCs w:val="32"/>
        </w:rPr>
      </w:pPr>
      <w:r w:rsidRPr="0012699E">
        <w:rPr>
          <w:b/>
          <w:bCs/>
          <w:sz w:val="32"/>
          <w:szCs w:val="32"/>
        </w:rPr>
        <w:t xml:space="preserve">Pakiet </w:t>
      </w:r>
      <w:r>
        <w:rPr>
          <w:b/>
          <w:bCs/>
          <w:sz w:val="32"/>
          <w:szCs w:val="32"/>
        </w:rPr>
        <w:t xml:space="preserve">Nr </w:t>
      </w:r>
      <w:r w:rsidRPr="0012699E">
        <w:rPr>
          <w:b/>
          <w:bCs/>
          <w:sz w:val="32"/>
          <w:szCs w:val="32"/>
        </w:rPr>
        <w:t>2 Proteza trzonu w odcinku szyjnym- sztywna.</w:t>
      </w:r>
    </w:p>
    <w:p w:rsidR="00636DCB" w:rsidRPr="0012699E" w:rsidRDefault="00636DCB" w:rsidP="006A225D">
      <w:pPr>
        <w:pStyle w:val="NoSpacing"/>
        <w:ind w:left="426"/>
        <w:rPr>
          <w:b/>
          <w:bCs/>
          <w:sz w:val="32"/>
          <w:szCs w:val="32"/>
        </w:rPr>
      </w:pPr>
    </w:p>
    <w:p w:rsidR="00636DCB" w:rsidRDefault="00636DCB" w:rsidP="00472B25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56729A">
        <w:rPr>
          <w:sz w:val="28"/>
          <w:szCs w:val="28"/>
        </w:rPr>
        <w:t xml:space="preserve">ażurowy kształt walcowy, </w:t>
      </w:r>
    </w:p>
    <w:p w:rsidR="00636DCB" w:rsidRDefault="00636DCB" w:rsidP="006A225D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56729A">
        <w:rPr>
          <w:sz w:val="28"/>
          <w:szCs w:val="28"/>
        </w:rPr>
        <w:t xml:space="preserve">średnica 10-16 mm. </w:t>
      </w:r>
      <w:r>
        <w:rPr>
          <w:sz w:val="28"/>
          <w:szCs w:val="28"/>
        </w:rPr>
        <w:t xml:space="preserve">minimum 3 rozmiary średnic. </w:t>
      </w:r>
    </w:p>
    <w:p w:rsidR="00636DCB" w:rsidRDefault="00636DCB" w:rsidP="006A225D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długość od 8</w:t>
      </w:r>
      <w:r w:rsidRPr="0056729A">
        <w:rPr>
          <w:sz w:val="28"/>
          <w:szCs w:val="28"/>
        </w:rPr>
        <w:t>0 mm.</w:t>
      </w:r>
    </w:p>
    <w:p w:rsidR="00636DCB" w:rsidRDefault="00636DCB" w:rsidP="006A225D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56729A">
        <w:rPr>
          <w:sz w:val="28"/>
          <w:szCs w:val="28"/>
        </w:rPr>
        <w:t>możliwość docięcia do pożądanej długości</w:t>
      </w:r>
    </w:p>
    <w:p w:rsidR="00636DCB" w:rsidRDefault="00636DCB" w:rsidP="00472B25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636DCB" w:rsidRPr="0056729A" w:rsidRDefault="00636DCB" w:rsidP="006A225D">
      <w:pPr>
        <w:pStyle w:val="NoSpacing"/>
        <w:rPr>
          <w:sz w:val="28"/>
          <w:szCs w:val="28"/>
        </w:rPr>
      </w:pPr>
    </w:p>
    <w:p w:rsidR="00636DCB" w:rsidRPr="0056729A" w:rsidRDefault="00636DCB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</w:t>
      </w:r>
      <w:r w:rsidRPr="0056729A">
        <w:rPr>
          <w:sz w:val="28"/>
          <w:szCs w:val="28"/>
        </w:rPr>
        <w:t xml:space="preserve"> 1 proteza</w:t>
      </w:r>
    </w:p>
    <w:p w:rsidR="00636DCB" w:rsidRDefault="00636DCB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Ilość- 30 protez</w:t>
      </w:r>
    </w:p>
    <w:p w:rsidR="00636DCB" w:rsidRDefault="00636DCB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Depozyt: po 1 sztuce z rozmiaru. Na</w:t>
      </w:r>
      <w:r w:rsidRPr="00C948CD">
        <w:rPr>
          <w:sz w:val="28"/>
          <w:szCs w:val="28"/>
        </w:rPr>
        <w:t xml:space="preserve">rzędzia umożliwiające  </w:t>
      </w:r>
      <w:r>
        <w:rPr>
          <w:sz w:val="28"/>
          <w:szCs w:val="28"/>
        </w:rPr>
        <w:t>docięcie i aplikację protezy .</w:t>
      </w: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Pr="00712503" w:rsidRDefault="00636DCB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Załącznik Nr 3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  <w:r>
        <w:rPr>
          <w:b/>
          <w:bCs/>
          <w:sz w:val="32"/>
          <w:szCs w:val="32"/>
        </w:rPr>
        <w:t>Pakiet Nr 3</w:t>
      </w:r>
      <w:r w:rsidRPr="0012699E">
        <w:rPr>
          <w:b/>
          <w:bCs/>
          <w:sz w:val="32"/>
          <w:szCs w:val="32"/>
        </w:rPr>
        <w:t xml:space="preserve"> Proteza trzonu w odcinku szyjnym</w:t>
      </w:r>
      <w:r>
        <w:rPr>
          <w:b/>
          <w:bCs/>
          <w:sz w:val="32"/>
          <w:szCs w:val="32"/>
        </w:rPr>
        <w:t>- rozszerzalna</w:t>
      </w: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472B25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implanty w różnej wielkości umożliwiające uzyskanie  od 14 do 65 mm. wysokości protezy.</w:t>
      </w:r>
    </w:p>
    <w:p w:rsidR="00636DCB" w:rsidRDefault="00636DCB" w:rsidP="006A225D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możliwość odtworzenia lordozy w zależności od wielkości implantu</w:t>
      </w:r>
    </w:p>
    <w:p w:rsidR="00636DCB" w:rsidRDefault="00636DCB" w:rsidP="006A225D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średnica implantu od 12 do 16 mm. </w:t>
      </w:r>
    </w:p>
    <w:p w:rsidR="00636DCB" w:rsidRDefault="00636DCB" w:rsidP="006A225D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implant wyposażony w system pozwalający zamocować go do trzonów śrubami. </w:t>
      </w:r>
    </w:p>
    <w:p w:rsidR="00636DCB" w:rsidRDefault="00636DCB" w:rsidP="00472B25">
      <w:pPr>
        <w:pStyle w:val="NoSpacing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możliwość wypełnienia implantu gruzem kostnym lub substytutem kości. </w:t>
      </w:r>
    </w:p>
    <w:p w:rsidR="00636DCB" w:rsidRDefault="00636DCB" w:rsidP="006A225D">
      <w:pPr>
        <w:pStyle w:val="NoSpacing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materiał: stop tytanu</w:t>
      </w: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proteza, 2 śruby gąbczaste, 2 śruby rozporowe</w:t>
      </w:r>
    </w:p>
    <w:p w:rsidR="00636DCB" w:rsidRDefault="00636DCB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 30 kompletów</w:t>
      </w:r>
    </w:p>
    <w:p w:rsidR="00636DCB" w:rsidRDefault="00636DCB" w:rsidP="00C948C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Depozyt: po 1 protezie z rozmiaru, po 4 śruby z każdego rozmiaru śruby gąbczastych .N</w:t>
      </w:r>
      <w:r w:rsidRPr="00C948CD">
        <w:rPr>
          <w:sz w:val="28"/>
          <w:szCs w:val="28"/>
        </w:rPr>
        <w:t xml:space="preserve">arzędzia umożliwiające  </w:t>
      </w:r>
      <w:r>
        <w:rPr>
          <w:sz w:val="28"/>
          <w:szCs w:val="28"/>
        </w:rPr>
        <w:t xml:space="preserve">aplikację protezy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Default="00636DCB" w:rsidP="006A225D">
      <w:pPr>
        <w:pStyle w:val="NoSpacing"/>
        <w:rPr>
          <w:sz w:val="28"/>
          <w:szCs w:val="28"/>
        </w:rPr>
      </w:pPr>
    </w:p>
    <w:p w:rsidR="00636DCB" w:rsidRPr="00712503" w:rsidRDefault="00636DCB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4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472B25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4</w:t>
      </w:r>
      <w:r w:rsidRPr="0012699E">
        <w:rPr>
          <w:b/>
          <w:bCs/>
          <w:sz w:val="32"/>
          <w:szCs w:val="32"/>
        </w:rPr>
        <w:t xml:space="preserve"> Stabilizacje </w:t>
      </w:r>
      <w:r>
        <w:rPr>
          <w:b/>
          <w:bCs/>
          <w:sz w:val="32"/>
          <w:szCs w:val="32"/>
        </w:rPr>
        <w:t xml:space="preserve">szyjne </w:t>
      </w:r>
      <w:r w:rsidRPr="0012699E">
        <w:rPr>
          <w:b/>
          <w:bCs/>
          <w:sz w:val="32"/>
          <w:szCs w:val="32"/>
        </w:rPr>
        <w:t>oparte na śrubach.</w:t>
      </w:r>
    </w:p>
    <w:p w:rsidR="00636DCB" w:rsidRPr="0056729A" w:rsidRDefault="00636DCB" w:rsidP="00CE400A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1. </w:t>
      </w:r>
      <w:r w:rsidRPr="0056729A">
        <w:rPr>
          <w:b/>
          <w:bCs/>
          <w:sz w:val="28"/>
          <w:szCs w:val="28"/>
        </w:rPr>
        <w:t xml:space="preserve">Stabilizacja szyjno-potyliczna </w:t>
      </w:r>
    </w:p>
    <w:p w:rsidR="00636DCB" w:rsidRDefault="00636DCB" w:rsidP="00CE400A">
      <w:pPr>
        <w:pStyle w:val="NoSpacing"/>
        <w:numPr>
          <w:ilvl w:val="0"/>
          <w:numId w:val="37"/>
        </w:numPr>
        <w:rPr>
          <w:sz w:val="28"/>
          <w:szCs w:val="28"/>
        </w:rPr>
      </w:pPr>
      <w:r w:rsidRPr="0056729A">
        <w:rPr>
          <w:sz w:val="28"/>
          <w:szCs w:val="28"/>
        </w:rPr>
        <w:t>łączeni</w:t>
      </w:r>
      <w:r>
        <w:rPr>
          <w:sz w:val="28"/>
          <w:szCs w:val="28"/>
        </w:rPr>
        <w:t>e do potylicy za pomocą śrub,</w:t>
      </w:r>
      <w:r w:rsidRPr="0056729A">
        <w:rPr>
          <w:sz w:val="28"/>
          <w:szCs w:val="28"/>
        </w:rPr>
        <w:t xml:space="preserve"> haków</w:t>
      </w:r>
      <w:r>
        <w:rPr>
          <w:sz w:val="28"/>
          <w:szCs w:val="28"/>
        </w:rPr>
        <w:t>, płyty ( min. 3 wielkości</w:t>
      </w:r>
      <w:r w:rsidRPr="0056729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36DCB" w:rsidRDefault="00636DCB" w:rsidP="00CE400A">
      <w:pPr>
        <w:pStyle w:val="NoSpacing"/>
        <w:numPr>
          <w:ilvl w:val="0"/>
          <w:numId w:val="37"/>
        </w:numPr>
        <w:rPr>
          <w:sz w:val="28"/>
          <w:szCs w:val="28"/>
        </w:rPr>
      </w:pPr>
      <w:r w:rsidRPr="0056729A">
        <w:rPr>
          <w:sz w:val="28"/>
          <w:szCs w:val="28"/>
        </w:rPr>
        <w:t>pręty o grubości max. 4mm. z możliwością łączenia z prętami używanym</w:t>
      </w:r>
      <w:r>
        <w:rPr>
          <w:sz w:val="28"/>
          <w:szCs w:val="28"/>
        </w:rPr>
        <w:t>i w odcinku piersiowym.</w:t>
      </w:r>
    </w:p>
    <w:p w:rsidR="00636DCB" w:rsidRDefault="00636DCB" w:rsidP="00CE400A">
      <w:pPr>
        <w:pStyle w:val="NoSpacing"/>
        <w:numPr>
          <w:ilvl w:val="0"/>
          <w:numId w:val="37"/>
        </w:numPr>
        <w:rPr>
          <w:sz w:val="28"/>
          <w:szCs w:val="28"/>
        </w:rPr>
      </w:pPr>
      <w:r w:rsidRPr="0056729A">
        <w:rPr>
          <w:sz w:val="28"/>
          <w:szCs w:val="28"/>
        </w:rPr>
        <w:t>łączenie do kręgosłupa za pomocą tulipanowych haków laminarnych (min. 3 wielkości haka) lub tulipanowych kręgowych śrub wielokątowych o średnicy 3,5 mm. - 4mm.</w:t>
      </w:r>
    </w:p>
    <w:p w:rsidR="00636DCB" w:rsidRDefault="00636DCB" w:rsidP="00CE400A">
      <w:pPr>
        <w:pStyle w:val="NoSpacing"/>
        <w:numPr>
          <w:ilvl w:val="0"/>
          <w:numId w:val="37"/>
        </w:numPr>
        <w:rPr>
          <w:sz w:val="28"/>
          <w:szCs w:val="28"/>
        </w:rPr>
      </w:pPr>
      <w:r w:rsidRPr="0056729A">
        <w:rPr>
          <w:sz w:val="28"/>
          <w:szCs w:val="28"/>
        </w:rPr>
        <w:t>wymagany ujednolicony element blokujący do haków i śrub</w:t>
      </w:r>
      <w:r>
        <w:rPr>
          <w:sz w:val="28"/>
          <w:szCs w:val="28"/>
        </w:rPr>
        <w:t>.</w:t>
      </w:r>
    </w:p>
    <w:p w:rsidR="00636DCB" w:rsidRDefault="00636DCB" w:rsidP="00CE400A">
      <w:pPr>
        <w:pStyle w:val="NoSpacing"/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wymagana obecność narzędzi rewizyjnych służących do demontażu stabilizacji.</w:t>
      </w:r>
    </w:p>
    <w:p w:rsidR="00636DCB" w:rsidRDefault="00636DCB" w:rsidP="00CE400A">
      <w:pPr>
        <w:pStyle w:val="NoSpacing"/>
        <w:numPr>
          <w:ilvl w:val="0"/>
          <w:numId w:val="37"/>
        </w:numPr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636DCB" w:rsidRPr="0056729A" w:rsidRDefault="00636DCB" w:rsidP="00CE400A">
      <w:pPr>
        <w:pStyle w:val="NoSpacing"/>
        <w:rPr>
          <w:sz w:val="28"/>
          <w:szCs w:val="28"/>
        </w:rPr>
      </w:pPr>
    </w:p>
    <w:p w:rsidR="00636DCB" w:rsidRPr="0056729A" w:rsidRDefault="00636DCB" w:rsidP="00CE400A">
      <w:pPr>
        <w:pStyle w:val="NoSpacing"/>
        <w:rPr>
          <w:sz w:val="28"/>
          <w:szCs w:val="28"/>
        </w:rPr>
      </w:pPr>
      <w:r w:rsidRPr="0056729A">
        <w:rPr>
          <w:sz w:val="28"/>
          <w:szCs w:val="28"/>
        </w:rPr>
        <w:t>Skład zestawu: 2 pręty + 1 poprzeczka</w:t>
      </w:r>
      <w:r>
        <w:rPr>
          <w:sz w:val="28"/>
          <w:szCs w:val="28"/>
        </w:rPr>
        <w:t xml:space="preserve"> (wraz z elementami blokującymi)</w:t>
      </w:r>
      <w:r w:rsidRPr="0056729A">
        <w:rPr>
          <w:sz w:val="28"/>
          <w:szCs w:val="28"/>
        </w:rPr>
        <w:t xml:space="preserve"> + </w:t>
      </w:r>
      <w:r>
        <w:rPr>
          <w:sz w:val="28"/>
          <w:szCs w:val="28"/>
        </w:rPr>
        <w:t xml:space="preserve">płyta lub </w:t>
      </w:r>
      <w:r w:rsidRPr="0056729A">
        <w:rPr>
          <w:sz w:val="28"/>
          <w:szCs w:val="28"/>
        </w:rPr>
        <w:t>4 śruby lub ha</w:t>
      </w:r>
      <w:r>
        <w:rPr>
          <w:sz w:val="28"/>
          <w:szCs w:val="28"/>
        </w:rPr>
        <w:t>ki potyliczne + 4 śrub lub haki szyjne</w:t>
      </w:r>
      <w:r w:rsidRPr="0056729A">
        <w:rPr>
          <w:sz w:val="28"/>
          <w:szCs w:val="28"/>
        </w:rPr>
        <w:t xml:space="preserve"> + elementy blokujące</w:t>
      </w:r>
    </w:p>
    <w:p w:rsidR="00636DCB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Ilość- 30</w:t>
      </w:r>
      <w:r w:rsidRPr="0056729A">
        <w:rPr>
          <w:sz w:val="28"/>
          <w:szCs w:val="28"/>
        </w:rPr>
        <w:t xml:space="preserve"> zestawów</w:t>
      </w:r>
    </w:p>
    <w:p w:rsidR="00636DCB" w:rsidRPr="0056729A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Depozyt: zestaw z pełna rozmiarówką elementów zestawu w kontenerach wraz z narzędziami służącymi do implantacji. </w:t>
      </w:r>
    </w:p>
    <w:p w:rsidR="00636DCB" w:rsidRDefault="00636DCB" w:rsidP="00CE400A">
      <w:pPr>
        <w:pStyle w:val="NoSpacing"/>
        <w:rPr>
          <w:b/>
          <w:bCs/>
          <w:sz w:val="28"/>
          <w:szCs w:val="28"/>
        </w:rPr>
      </w:pPr>
    </w:p>
    <w:p w:rsidR="00636DCB" w:rsidRPr="004E349E" w:rsidRDefault="00636DCB" w:rsidP="00CE400A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2. Śruba kaniulowana do zespolenia zęba kręgu obrotowego</w:t>
      </w:r>
    </w:p>
    <w:p w:rsidR="00636DCB" w:rsidRDefault="00636DCB" w:rsidP="00CE400A">
      <w:pPr>
        <w:pStyle w:val="NoSpacing"/>
        <w:numPr>
          <w:ilvl w:val="0"/>
          <w:numId w:val="38"/>
        </w:numPr>
        <w:rPr>
          <w:sz w:val="28"/>
          <w:szCs w:val="28"/>
        </w:rPr>
      </w:pPr>
      <w:r w:rsidRPr="0056729A">
        <w:rPr>
          <w:sz w:val="28"/>
          <w:szCs w:val="28"/>
        </w:rPr>
        <w:t>śruby z gwintem częściowym do operacji zespolenia zęba obrotnika</w:t>
      </w:r>
    </w:p>
    <w:p w:rsidR="00636DCB" w:rsidRDefault="00636DCB" w:rsidP="00CE400A">
      <w:pPr>
        <w:pStyle w:val="NoSpacing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długość 34</w:t>
      </w:r>
      <w:r w:rsidRPr="0056729A">
        <w:rPr>
          <w:sz w:val="28"/>
          <w:szCs w:val="28"/>
        </w:rPr>
        <w:t>mm-50mm, skok długości co max. 2mm.</w:t>
      </w:r>
    </w:p>
    <w:p w:rsidR="00636DCB" w:rsidRDefault="00636DCB" w:rsidP="00CE400A">
      <w:pPr>
        <w:pStyle w:val="NoSpacing"/>
        <w:numPr>
          <w:ilvl w:val="0"/>
          <w:numId w:val="38"/>
        </w:numPr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636DCB" w:rsidRPr="00785A9A" w:rsidRDefault="00636DCB" w:rsidP="00CE400A">
      <w:pPr>
        <w:pStyle w:val="NoSpacing"/>
        <w:rPr>
          <w:sz w:val="28"/>
          <w:szCs w:val="28"/>
        </w:rPr>
      </w:pPr>
    </w:p>
    <w:p w:rsidR="00636DCB" w:rsidRPr="0056729A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</w:t>
      </w:r>
      <w:r w:rsidRPr="0056729A">
        <w:rPr>
          <w:sz w:val="28"/>
          <w:szCs w:val="28"/>
        </w:rPr>
        <w:t>: 1 śrub</w:t>
      </w:r>
      <w:r>
        <w:rPr>
          <w:sz w:val="28"/>
          <w:szCs w:val="28"/>
        </w:rPr>
        <w:t>a</w:t>
      </w:r>
    </w:p>
    <w:p w:rsidR="00636DCB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Ilość- 10</w:t>
      </w:r>
      <w:r w:rsidRPr="0056729A">
        <w:rPr>
          <w:sz w:val="28"/>
          <w:szCs w:val="28"/>
        </w:rPr>
        <w:t xml:space="preserve"> sztuk</w:t>
      </w:r>
    </w:p>
    <w:p w:rsidR="00636DCB" w:rsidRPr="0056729A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Zestaw lotny- śruby w wszystkich rozmiarach wraz z narzędziami do implantacji w kontenerach. </w:t>
      </w:r>
    </w:p>
    <w:p w:rsidR="00636DCB" w:rsidRDefault="00636DCB" w:rsidP="00CE400A">
      <w:pPr>
        <w:pStyle w:val="NoSpacing"/>
      </w:pPr>
    </w:p>
    <w:p w:rsidR="00636DCB" w:rsidRPr="004E349E" w:rsidRDefault="00636DCB" w:rsidP="00CE400A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3. </w:t>
      </w:r>
      <w:r w:rsidRPr="0056729A">
        <w:rPr>
          <w:b/>
          <w:bCs/>
          <w:sz w:val="28"/>
          <w:szCs w:val="28"/>
        </w:rPr>
        <w:t>Linka</w:t>
      </w:r>
    </w:p>
    <w:p w:rsidR="00636DCB" w:rsidRDefault="00636DCB" w:rsidP="00CE400A">
      <w:pPr>
        <w:pStyle w:val="NoSpacing"/>
        <w:numPr>
          <w:ilvl w:val="0"/>
          <w:numId w:val="39"/>
        </w:numPr>
        <w:rPr>
          <w:sz w:val="28"/>
          <w:szCs w:val="28"/>
        </w:rPr>
      </w:pPr>
      <w:r w:rsidRPr="0056729A">
        <w:rPr>
          <w:sz w:val="28"/>
          <w:szCs w:val="28"/>
        </w:rPr>
        <w:t>atraumatyczne plecione linki do stabilizacji kręgosłupa szyjnego</w:t>
      </w:r>
    </w:p>
    <w:p w:rsidR="00636DCB" w:rsidRDefault="00636DCB" w:rsidP="00CE400A">
      <w:pPr>
        <w:pStyle w:val="NoSpacing"/>
        <w:numPr>
          <w:ilvl w:val="0"/>
          <w:numId w:val="39"/>
        </w:numPr>
        <w:rPr>
          <w:sz w:val="28"/>
          <w:szCs w:val="28"/>
        </w:rPr>
      </w:pPr>
      <w:r w:rsidRPr="0056729A">
        <w:rPr>
          <w:sz w:val="28"/>
          <w:szCs w:val="28"/>
        </w:rPr>
        <w:t>instrumentarium z możliwością pomiaru siły napięcia linki</w:t>
      </w:r>
    </w:p>
    <w:p w:rsidR="00636DCB" w:rsidRDefault="00636DCB" w:rsidP="00CE400A">
      <w:pPr>
        <w:pStyle w:val="NoSpacing"/>
        <w:numPr>
          <w:ilvl w:val="0"/>
          <w:numId w:val="39"/>
        </w:numPr>
        <w:rPr>
          <w:sz w:val="28"/>
          <w:szCs w:val="28"/>
        </w:rPr>
      </w:pPr>
      <w:r w:rsidRPr="0056729A">
        <w:rPr>
          <w:sz w:val="28"/>
          <w:szCs w:val="28"/>
        </w:rPr>
        <w:t>implanty dostarczane w sterylnych opakowaniach</w:t>
      </w:r>
    </w:p>
    <w:p w:rsidR="00636DCB" w:rsidRDefault="00636DCB" w:rsidP="00CE400A">
      <w:pPr>
        <w:pStyle w:val="NoSpacing"/>
        <w:numPr>
          <w:ilvl w:val="0"/>
          <w:numId w:val="39"/>
        </w:numPr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636DCB" w:rsidRPr="0056729A" w:rsidRDefault="00636DCB" w:rsidP="00CE400A">
      <w:pPr>
        <w:pStyle w:val="NoSpacing"/>
        <w:rPr>
          <w:sz w:val="28"/>
          <w:szCs w:val="28"/>
        </w:rPr>
      </w:pPr>
    </w:p>
    <w:p w:rsidR="00636DCB" w:rsidRPr="0056729A" w:rsidRDefault="00636DCB" w:rsidP="00CE400A">
      <w:pPr>
        <w:pStyle w:val="NoSpacing"/>
        <w:rPr>
          <w:sz w:val="28"/>
          <w:szCs w:val="28"/>
        </w:rPr>
      </w:pPr>
      <w:r w:rsidRPr="0056729A">
        <w:rPr>
          <w:sz w:val="28"/>
          <w:szCs w:val="28"/>
        </w:rPr>
        <w:t>Skład: 1 linka</w:t>
      </w:r>
      <w:r>
        <w:rPr>
          <w:sz w:val="28"/>
          <w:szCs w:val="28"/>
        </w:rPr>
        <w:t>, zestaw do implantacji.</w:t>
      </w:r>
    </w:p>
    <w:p w:rsidR="00636DCB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Ilość- 10 sztuk</w:t>
      </w: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Pr="0056729A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Depozyt: 2 sztuki wraz z </w:t>
      </w:r>
      <w:r w:rsidRPr="002E13FE">
        <w:rPr>
          <w:b/>
          <w:bCs/>
          <w:sz w:val="28"/>
          <w:szCs w:val="28"/>
        </w:rPr>
        <w:t>narzędziami w kontenerach do implantacji linki</w:t>
      </w:r>
      <w:r>
        <w:rPr>
          <w:sz w:val="28"/>
          <w:szCs w:val="28"/>
        </w:rPr>
        <w:t xml:space="preserve">- zestaw lotny. </w:t>
      </w:r>
    </w:p>
    <w:p w:rsidR="00636DCB" w:rsidRDefault="00636DCB" w:rsidP="00CE400A">
      <w:pPr>
        <w:pStyle w:val="NoSpacing"/>
      </w:pPr>
    </w:p>
    <w:p w:rsidR="00636DCB" w:rsidRDefault="00636DCB" w:rsidP="00CE400A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4. Śruby kaniulowane</w:t>
      </w:r>
    </w:p>
    <w:p w:rsidR="00636DCB" w:rsidRPr="00CE400A" w:rsidRDefault="00636DCB" w:rsidP="00CE400A">
      <w:pPr>
        <w:pStyle w:val="NoSpacing"/>
        <w:numPr>
          <w:ilvl w:val="0"/>
          <w:numId w:val="40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tulipanowe</w:t>
      </w:r>
      <w:r w:rsidRPr="002F3F8A">
        <w:rPr>
          <w:sz w:val="28"/>
          <w:szCs w:val="28"/>
        </w:rPr>
        <w:t xml:space="preserve"> śrub</w:t>
      </w:r>
      <w:r>
        <w:rPr>
          <w:sz w:val="28"/>
          <w:szCs w:val="28"/>
        </w:rPr>
        <w:t>y kaniulowane wielokątowe</w:t>
      </w:r>
      <w:r w:rsidRPr="002F3F8A">
        <w:rPr>
          <w:sz w:val="28"/>
          <w:szCs w:val="28"/>
        </w:rPr>
        <w:t xml:space="preserve"> o średnicy 3,5 mm. - 4mm.</w:t>
      </w:r>
    </w:p>
    <w:p w:rsidR="00636DCB" w:rsidRPr="00CE400A" w:rsidRDefault="00636DCB" w:rsidP="00CE400A">
      <w:pPr>
        <w:pStyle w:val="NoSpacing"/>
        <w:numPr>
          <w:ilvl w:val="0"/>
          <w:numId w:val="40"/>
        </w:numPr>
        <w:rPr>
          <w:b/>
          <w:bCs/>
          <w:sz w:val="28"/>
          <w:szCs w:val="28"/>
        </w:rPr>
      </w:pPr>
      <w:r w:rsidRPr="0056729A">
        <w:rPr>
          <w:sz w:val="28"/>
          <w:szCs w:val="28"/>
        </w:rPr>
        <w:t>pręty o grubości max. 4mm.</w:t>
      </w:r>
    </w:p>
    <w:p w:rsidR="00636DCB" w:rsidRPr="00CE400A" w:rsidRDefault="00636DCB" w:rsidP="00CE400A">
      <w:pPr>
        <w:pStyle w:val="NoSpacing"/>
        <w:numPr>
          <w:ilvl w:val="0"/>
          <w:numId w:val="40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poprzeczki</w:t>
      </w:r>
      <w:r w:rsidRPr="0056729A">
        <w:rPr>
          <w:sz w:val="28"/>
          <w:szCs w:val="28"/>
        </w:rPr>
        <w:t xml:space="preserve"> </w:t>
      </w:r>
    </w:p>
    <w:p w:rsidR="00636DCB" w:rsidRPr="00CE400A" w:rsidRDefault="00636DCB" w:rsidP="00CE400A">
      <w:pPr>
        <w:pStyle w:val="NoSpacing"/>
        <w:numPr>
          <w:ilvl w:val="0"/>
          <w:numId w:val="40"/>
        </w:numPr>
        <w:rPr>
          <w:b/>
          <w:bCs/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636DCB" w:rsidRPr="0056729A" w:rsidRDefault="00636DCB" w:rsidP="00CE400A">
      <w:pPr>
        <w:pStyle w:val="NoSpacing"/>
        <w:rPr>
          <w:sz w:val="28"/>
          <w:szCs w:val="28"/>
        </w:rPr>
      </w:pPr>
    </w:p>
    <w:p w:rsidR="00636DCB" w:rsidRPr="0056729A" w:rsidRDefault="00636DCB" w:rsidP="00CE400A">
      <w:pPr>
        <w:pStyle w:val="NoSpacing"/>
        <w:rPr>
          <w:sz w:val="28"/>
          <w:szCs w:val="28"/>
        </w:rPr>
      </w:pPr>
      <w:r w:rsidRPr="0056729A">
        <w:rPr>
          <w:sz w:val="28"/>
          <w:szCs w:val="28"/>
        </w:rPr>
        <w:t>Skład zestawu: 2 pręty + 1 poprzeczka</w:t>
      </w:r>
      <w:r>
        <w:rPr>
          <w:sz w:val="28"/>
          <w:szCs w:val="28"/>
        </w:rPr>
        <w:t xml:space="preserve"> (wraz z elementami blokującymi)</w:t>
      </w:r>
      <w:r w:rsidRPr="0056729A">
        <w:rPr>
          <w:sz w:val="28"/>
          <w:szCs w:val="28"/>
        </w:rPr>
        <w:t xml:space="preserve"> + 4 śruby </w:t>
      </w:r>
      <w:r>
        <w:rPr>
          <w:sz w:val="28"/>
          <w:szCs w:val="28"/>
        </w:rPr>
        <w:t xml:space="preserve">kaniulowane, 4 </w:t>
      </w:r>
      <w:r w:rsidRPr="0056729A">
        <w:rPr>
          <w:sz w:val="28"/>
          <w:szCs w:val="28"/>
        </w:rPr>
        <w:t>elementy blokujące</w:t>
      </w:r>
      <w:r>
        <w:rPr>
          <w:sz w:val="28"/>
          <w:szCs w:val="28"/>
        </w:rPr>
        <w:t xml:space="preserve">. </w:t>
      </w:r>
    </w:p>
    <w:p w:rsidR="00636DCB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Ilość- 40</w:t>
      </w:r>
      <w:r w:rsidRPr="0056729A">
        <w:rPr>
          <w:sz w:val="28"/>
          <w:szCs w:val="28"/>
        </w:rPr>
        <w:t xml:space="preserve"> zestawów</w:t>
      </w:r>
    </w:p>
    <w:p w:rsidR="00636DCB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Zestaw lotny w kontenerach, śruby we wszystkich rozmiarach, dwa pręty, komplet poprzeczek, 4 druty Kirschnera. </w:t>
      </w: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Pr="00CE400A" w:rsidRDefault="00636DCB" w:rsidP="00CE400A">
      <w:pPr>
        <w:autoSpaceDE w:val="0"/>
        <w:autoSpaceDN w:val="0"/>
        <w:adjustRightInd w:val="0"/>
        <w:spacing w:after="52"/>
        <w:ind w:left="360"/>
        <w:rPr>
          <w:rFonts w:ascii="Calibri" w:hAnsi="Calibri" w:cs="Calibri"/>
          <w:color w:val="000000"/>
          <w:sz w:val="28"/>
          <w:szCs w:val="28"/>
          <w:lang w:eastAsia="en-US"/>
        </w:rPr>
      </w:pPr>
    </w:p>
    <w:p w:rsidR="00636DCB" w:rsidRDefault="00636DCB" w:rsidP="00C948C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Pr="00712503" w:rsidRDefault="00636DCB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5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6F15BA">
      <w:pPr>
        <w:pStyle w:val="NoSpacing"/>
        <w:rPr>
          <w:b/>
          <w:bCs/>
          <w:sz w:val="28"/>
          <w:szCs w:val="28"/>
        </w:rPr>
      </w:pPr>
    </w:p>
    <w:p w:rsidR="00636DCB" w:rsidRDefault="00636DCB" w:rsidP="00CE400A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5</w:t>
      </w:r>
      <w:r w:rsidRPr="0012699E">
        <w:rPr>
          <w:b/>
          <w:bCs/>
          <w:sz w:val="32"/>
          <w:szCs w:val="32"/>
        </w:rPr>
        <w:t xml:space="preserve"> </w:t>
      </w:r>
      <w:r w:rsidRPr="00C131DD">
        <w:rPr>
          <w:b/>
          <w:bCs/>
          <w:sz w:val="32"/>
          <w:szCs w:val="32"/>
        </w:rPr>
        <w:t xml:space="preserve">Zestaw do stabilizacji międzystawowej kręgosłupa w </w:t>
      </w:r>
      <w:r>
        <w:rPr>
          <w:b/>
          <w:bCs/>
          <w:sz w:val="32"/>
          <w:szCs w:val="32"/>
        </w:rPr>
        <w:t xml:space="preserve">  </w:t>
      </w:r>
    </w:p>
    <w:p w:rsidR="00636DCB" w:rsidRDefault="00636DCB" w:rsidP="00CE400A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                 </w:t>
      </w:r>
      <w:r w:rsidRPr="00C131DD">
        <w:rPr>
          <w:b/>
          <w:bCs/>
          <w:sz w:val="32"/>
          <w:szCs w:val="32"/>
        </w:rPr>
        <w:t>odcinku szyjnym z dostępu tylnego</w:t>
      </w:r>
      <w:r>
        <w:rPr>
          <w:b/>
          <w:bCs/>
          <w:sz w:val="32"/>
          <w:szCs w:val="32"/>
        </w:rPr>
        <w:t>.</w:t>
      </w:r>
    </w:p>
    <w:p w:rsidR="00636DCB" w:rsidRDefault="00636DCB" w:rsidP="00CE400A">
      <w:pPr>
        <w:pStyle w:val="Default"/>
        <w:rPr>
          <w:b/>
          <w:bCs/>
          <w:sz w:val="28"/>
          <w:szCs w:val="28"/>
        </w:rPr>
      </w:pPr>
    </w:p>
    <w:p w:rsidR="00636DCB" w:rsidRDefault="00636DCB" w:rsidP="00CE400A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>małoinwazyjny, przezskórny implant do stabilizacji stawów kręgosłupa w odcinku szyjnym</w:t>
      </w:r>
    </w:p>
    <w:p w:rsidR="00636DCB" w:rsidRDefault="00636DCB" w:rsidP="00CE400A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>wszczepiany z dostępu tylnego</w:t>
      </w:r>
    </w:p>
    <w:p w:rsidR="00636DCB" w:rsidRDefault="00636DCB" w:rsidP="00CE400A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 xml:space="preserve">klinowy kształt </w:t>
      </w:r>
      <w:r>
        <w:rPr>
          <w:sz w:val="28"/>
          <w:szCs w:val="28"/>
        </w:rPr>
        <w:t>implantu z wmontowaną</w:t>
      </w:r>
      <w:r w:rsidRPr="00C131DD">
        <w:rPr>
          <w:sz w:val="28"/>
          <w:szCs w:val="28"/>
        </w:rPr>
        <w:t xml:space="preserve"> śrubą rozwierającą</w:t>
      </w:r>
    </w:p>
    <w:p w:rsidR="00636DCB" w:rsidRDefault="00636DCB" w:rsidP="00CE400A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>zestaw jednorazowy, dostarczany sterylny</w:t>
      </w:r>
    </w:p>
    <w:p w:rsidR="00636DCB" w:rsidRPr="00C131DD" w:rsidRDefault="00636DCB" w:rsidP="00CE400A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>w zestawie komplet sterylnie pakowanych, jednorazowych narzędzi umożliwiających przezskórną implantację</w:t>
      </w:r>
    </w:p>
    <w:p w:rsidR="00636DCB" w:rsidRPr="00C131DD" w:rsidRDefault="00636DCB" w:rsidP="00CE400A">
      <w:pPr>
        <w:pStyle w:val="Default"/>
        <w:rPr>
          <w:sz w:val="28"/>
          <w:szCs w:val="28"/>
        </w:rPr>
      </w:pPr>
    </w:p>
    <w:p w:rsidR="00636DCB" w:rsidRDefault="00636DCB" w:rsidP="00CE400A">
      <w:pPr>
        <w:pStyle w:val="Default"/>
        <w:rPr>
          <w:sz w:val="28"/>
          <w:szCs w:val="28"/>
        </w:rPr>
      </w:pPr>
      <w:r w:rsidRPr="00C131DD">
        <w:rPr>
          <w:sz w:val="28"/>
          <w:szCs w:val="28"/>
        </w:rPr>
        <w:t>Skład</w:t>
      </w:r>
      <w:r>
        <w:rPr>
          <w:sz w:val="28"/>
          <w:szCs w:val="28"/>
        </w:rPr>
        <w:t>: 1 komplet</w:t>
      </w:r>
      <w:r w:rsidRPr="00C131DD">
        <w:rPr>
          <w:sz w:val="28"/>
          <w:szCs w:val="28"/>
        </w:rPr>
        <w:t xml:space="preserve">: </w:t>
      </w:r>
      <w:r>
        <w:rPr>
          <w:sz w:val="28"/>
          <w:szCs w:val="28"/>
        </w:rPr>
        <w:t>umożliwiający jednoczasowo obustronne wszczepienie implantów.</w:t>
      </w:r>
    </w:p>
    <w:p w:rsidR="00636DCB" w:rsidRDefault="00636DCB" w:rsidP="00CE40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Ilość- 20 kompletów</w:t>
      </w:r>
    </w:p>
    <w:p w:rsidR="00636DCB" w:rsidRDefault="00636DCB" w:rsidP="00CE40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Depozyt: 2 komplety implantów z oprzyrządowaniem do implantacji. </w:t>
      </w:r>
      <w:r w:rsidRPr="00C131DD">
        <w:rPr>
          <w:sz w:val="28"/>
          <w:szCs w:val="28"/>
        </w:rPr>
        <w:t xml:space="preserve"> </w:t>
      </w: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6F15BA">
      <w:pPr>
        <w:pStyle w:val="NoSpacing"/>
        <w:rPr>
          <w:b/>
          <w:bCs/>
          <w:sz w:val="32"/>
          <w:szCs w:val="32"/>
        </w:rPr>
      </w:pPr>
    </w:p>
    <w:p w:rsidR="00636DCB" w:rsidRDefault="00636DCB" w:rsidP="006F15BA">
      <w:pPr>
        <w:pStyle w:val="NoSpacing"/>
        <w:rPr>
          <w:b/>
          <w:bCs/>
          <w:sz w:val="32"/>
          <w:szCs w:val="32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Pr="00712503" w:rsidRDefault="00636DCB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6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044106">
      <w:pPr>
        <w:pStyle w:val="NoSpacing"/>
        <w:rPr>
          <w:sz w:val="28"/>
          <w:szCs w:val="28"/>
        </w:rPr>
      </w:pPr>
    </w:p>
    <w:p w:rsidR="00636DCB" w:rsidRPr="006E1D74" w:rsidRDefault="00636DCB" w:rsidP="00CE400A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6</w:t>
      </w:r>
      <w:r w:rsidRPr="00C131DD">
        <w:rPr>
          <w:b/>
          <w:bCs/>
          <w:sz w:val="32"/>
          <w:szCs w:val="32"/>
        </w:rPr>
        <w:t xml:space="preserve"> </w:t>
      </w:r>
      <w:r w:rsidRPr="006E1D74">
        <w:rPr>
          <w:b/>
          <w:bCs/>
          <w:sz w:val="32"/>
          <w:szCs w:val="32"/>
        </w:rPr>
        <w:t>Dynamiczna proteza międzytrzonowa w odcinku szyjnym</w:t>
      </w:r>
      <w:r>
        <w:rPr>
          <w:b/>
          <w:bCs/>
          <w:sz w:val="32"/>
          <w:szCs w:val="32"/>
        </w:rPr>
        <w:t xml:space="preserve">- </w:t>
      </w:r>
      <w:r w:rsidRPr="006E1D74">
        <w:rPr>
          <w:b/>
          <w:bCs/>
          <w:sz w:val="32"/>
          <w:szCs w:val="32"/>
        </w:rPr>
        <w:t xml:space="preserve"> „sztuczny dysk”.</w:t>
      </w:r>
    </w:p>
    <w:p w:rsidR="00636DCB" w:rsidRDefault="00636DCB" w:rsidP="00CE400A">
      <w:pPr>
        <w:pStyle w:val="NoSpacing"/>
        <w:rPr>
          <w:b/>
          <w:bCs/>
          <w:sz w:val="28"/>
          <w:szCs w:val="28"/>
        </w:rPr>
      </w:pPr>
    </w:p>
    <w:p w:rsidR="00636DCB" w:rsidRDefault="00636DCB" w:rsidP="00CE400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dysk dostarczany sterylnie, wstępnie złożony, z przeziernym dla promieni rtg podajnikiem</w:t>
      </w:r>
    </w:p>
    <w:p w:rsidR="00636DCB" w:rsidRDefault="00636DCB" w:rsidP="00CE400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materiał podstaw (płytek krańcowych) stop tytanu, materiał wkładki polietylen</w:t>
      </w:r>
    </w:p>
    <w:p w:rsidR="00636DCB" w:rsidRDefault="00636DCB" w:rsidP="00CE400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wkładka z wbudowaną ruchomością w celu zachowania prawidłowej kinematyki stawu oraz z możliwością absorpcji wstrząsów poprzez możliwość odkształceń sprężystych wkładki</w:t>
      </w:r>
    </w:p>
    <w:p w:rsidR="00636DCB" w:rsidRDefault="00636DCB" w:rsidP="00CE400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dysk dostarczany w 3 wysokościach 5, 6 i 7 mm. oraz 3 wielkościach podstawy</w:t>
      </w:r>
    </w:p>
    <w:p w:rsidR="00636DCB" w:rsidRDefault="00636DCB" w:rsidP="00CE400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anatomiczne ukształtowanie podstaw: obły kształt górnej części w płaszczyźnie strzałkowej, oraz trapezoidalny profil w płaszczyźnie poprzecznej dla dopasowania do anatomii przestrzeni kręgowej</w:t>
      </w:r>
    </w:p>
    <w:p w:rsidR="00636DCB" w:rsidRDefault="00636DCB" w:rsidP="00CE400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brak elementów wystających poza obrys trzonu</w:t>
      </w:r>
    </w:p>
    <w:p w:rsidR="00636DCB" w:rsidRDefault="00636DCB" w:rsidP="00CE400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powierzchnia płytek krańcowych pokryta porowatym tytanem</w:t>
      </w:r>
    </w:p>
    <w:p w:rsidR="00636DCB" w:rsidRDefault="00636DCB" w:rsidP="00CE400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na blaszkach krańcowych płetwy zapewniające łatwe i stabilne osadzenie</w:t>
      </w:r>
    </w:p>
    <w:p w:rsidR="00636DCB" w:rsidRDefault="00636DCB" w:rsidP="00CE400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w czasie implantacji protezy nie ma konieczności nawiercania bądź rozwiercania trzonu</w:t>
      </w: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proteza</w:t>
      </w:r>
    </w:p>
    <w:p w:rsidR="00636DCB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Ilość- 20 protez</w:t>
      </w:r>
    </w:p>
    <w:p w:rsidR="00636DCB" w:rsidRDefault="00636DCB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Zestaw lotny: protezy we wszystkich rozmiarach wraz z narzędziami do implantacji w kontenerach. </w:t>
      </w: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Pr="00EC003D" w:rsidRDefault="00636DCB" w:rsidP="00CE400A">
      <w:pPr>
        <w:pStyle w:val="Default"/>
        <w:rPr>
          <w:b/>
          <w:bCs/>
          <w:sz w:val="32"/>
          <w:szCs w:val="32"/>
        </w:rPr>
      </w:pPr>
    </w:p>
    <w:p w:rsidR="00636DCB" w:rsidRPr="00C131DD" w:rsidRDefault="00636DCB" w:rsidP="00CE400A">
      <w:pPr>
        <w:rPr>
          <w:rFonts w:ascii="Calibri" w:hAnsi="Calibri" w:cs="Calibri"/>
          <w:sz w:val="28"/>
          <w:szCs w:val="28"/>
        </w:rPr>
      </w:pPr>
    </w:p>
    <w:p w:rsidR="00636DCB" w:rsidRDefault="00636DCB" w:rsidP="00CE400A"/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Default="00636DCB" w:rsidP="00CE400A">
      <w:pPr>
        <w:pStyle w:val="NoSpacing"/>
        <w:rPr>
          <w:sz w:val="28"/>
          <w:szCs w:val="28"/>
        </w:rPr>
      </w:pPr>
    </w:p>
    <w:p w:rsidR="00636DCB" w:rsidRPr="00892CAF" w:rsidRDefault="00636DCB" w:rsidP="00880BF8">
      <w:pPr>
        <w:pStyle w:val="NoSpacing"/>
        <w:jc w:val="both"/>
        <w:rPr>
          <w:b/>
          <w:bCs/>
          <w:sz w:val="36"/>
          <w:szCs w:val="36"/>
        </w:rPr>
      </w:pPr>
      <w:r w:rsidRPr="00892CAF">
        <w:rPr>
          <w:b/>
          <w:bCs/>
          <w:sz w:val="36"/>
          <w:szCs w:val="36"/>
        </w:rPr>
        <w:t>Zestaw 2: Implanty do stabilizacji piersiowych i lędźwiowych</w:t>
      </w:r>
    </w:p>
    <w:p w:rsidR="00636DCB" w:rsidRDefault="00636DCB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</w:p>
    <w:p w:rsidR="00636DCB" w:rsidRDefault="00636DCB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7</w:t>
      </w:r>
      <w:r w:rsidRPr="00712503">
        <w:rPr>
          <w:b/>
          <w:bCs/>
          <w:i/>
          <w:iCs/>
          <w:sz w:val="28"/>
          <w:szCs w:val="28"/>
        </w:rPr>
        <w:t xml:space="preserve"> do SIW</w:t>
      </w:r>
      <w:r>
        <w:rPr>
          <w:b/>
          <w:bCs/>
          <w:i/>
          <w:iCs/>
          <w:sz w:val="28"/>
          <w:szCs w:val="28"/>
        </w:rPr>
        <w:t xml:space="preserve">Z  </w:t>
      </w: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i/>
          <w:iCs/>
          <w:sz w:val="28"/>
          <w:szCs w:val="28"/>
        </w:rPr>
        <w:t xml:space="preserve">Pakiet Nr 7 </w:t>
      </w:r>
      <w:r w:rsidRPr="00892CAF">
        <w:rPr>
          <w:b/>
          <w:bCs/>
          <w:sz w:val="32"/>
          <w:szCs w:val="32"/>
        </w:rPr>
        <w:t>Stabilizacja tylna transpedikularna</w:t>
      </w:r>
    </w:p>
    <w:p w:rsidR="00636DCB" w:rsidRPr="00892CAF" w:rsidRDefault="00636DCB" w:rsidP="00880BF8">
      <w:pPr>
        <w:pStyle w:val="NoSpacing"/>
        <w:rPr>
          <w:b/>
          <w:bCs/>
          <w:sz w:val="32"/>
          <w:szCs w:val="32"/>
        </w:rPr>
      </w:pPr>
    </w:p>
    <w:p w:rsidR="00636DCB" w:rsidRPr="00616C9A" w:rsidRDefault="00636DCB" w:rsidP="00880BF8">
      <w:pPr>
        <w:pStyle w:val="NoSpacing"/>
        <w:numPr>
          <w:ilvl w:val="0"/>
          <w:numId w:val="41"/>
        </w:numPr>
        <w:tabs>
          <w:tab w:val="clear" w:pos="720"/>
          <w:tab w:val="num" w:pos="360"/>
        </w:tabs>
        <w:ind w:left="360"/>
        <w:rPr>
          <w:b/>
          <w:bCs/>
          <w:sz w:val="28"/>
          <w:szCs w:val="28"/>
        </w:rPr>
      </w:pPr>
      <w:r w:rsidRPr="00616C9A">
        <w:rPr>
          <w:b/>
          <w:bCs/>
          <w:sz w:val="28"/>
          <w:szCs w:val="28"/>
        </w:rPr>
        <w:t>Stabilizacja transpedikularna złamań pourazowych i zmian zwyrodnieniowych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wielokątowe śruby tulipanowe, walcowy kształt gwintu z samogwintującym</w:t>
      </w:r>
      <w:r w:rsidRPr="00887070">
        <w:rPr>
          <w:sz w:val="28"/>
          <w:szCs w:val="28"/>
        </w:rPr>
        <w:br/>
        <w:t>początkiem śruby, walcowy kształt rdzenia śruby, ujemny kąt pióra gwintu</w:t>
      </w:r>
      <w:r w:rsidRPr="00887070">
        <w:rPr>
          <w:sz w:val="28"/>
          <w:szCs w:val="28"/>
        </w:rPr>
        <w:br/>
        <w:t>ułatwiający wprowadzanie elementu blokującego i zwiększający pewność docisku,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653F65">
        <w:rPr>
          <w:sz w:val="28"/>
          <w:szCs w:val="28"/>
        </w:rPr>
        <w:t>haki laminarne i pedikularne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średnica śrub od 4,5mm. do 8,5mm. ze skokiem co 1mm.,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średnica pręta </w:t>
      </w:r>
      <w:r>
        <w:rPr>
          <w:sz w:val="28"/>
          <w:szCs w:val="28"/>
        </w:rPr>
        <w:t xml:space="preserve">około </w:t>
      </w:r>
      <w:r w:rsidRPr="00887070">
        <w:rPr>
          <w:sz w:val="28"/>
          <w:szCs w:val="28"/>
        </w:rPr>
        <w:t>5,5mm.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pręty </w:t>
      </w:r>
      <w:r>
        <w:rPr>
          <w:sz w:val="28"/>
          <w:szCs w:val="28"/>
        </w:rPr>
        <w:t xml:space="preserve">gładkie </w:t>
      </w:r>
      <w:r w:rsidRPr="00887070">
        <w:rPr>
          <w:sz w:val="28"/>
          <w:szCs w:val="28"/>
        </w:rPr>
        <w:t>fabrycznie wyg</w:t>
      </w:r>
      <w:r>
        <w:rPr>
          <w:sz w:val="28"/>
          <w:szCs w:val="28"/>
        </w:rPr>
        <w:t>ięte o długościach od 40mm do 10</w:t>
      </w:r>
      <w:r w:rsidRPr="00887070">
        <w:rPr>
          <w:sz w:val="28"/>
          <w:szCs w:val="28"/>
        </w:rPr>
        <w:t xml:space="preserve">0mm ze </w:t>
      </w:r>
      <w:r>
        <w:rPr>
          <w:sz w:val="28"/>
          <w:szCs w:val="28"/>
        </w:rPr>
        <w:t xml:space="preserve">    </w:t>
      </w:r>
      <w:r w:rsidRPr="00887070">
        <w:rPr>
          <w:sz w:val="28"/>
          <w:szCs w:val="28"/>
        </w:rPr>
        <w:t xml:space="preserve">skokiem co </w:t>
      </w:r>
      <w:r>
        <w:rPr>
          <w:sz w:val="28"/>
          <w:szCs w:val="28"/>
        </w:rPr>
        <w:t>10mm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pręty</w:t>
      </w:r>
      <w:r>
        <w:rPr>
          <w:sz w:val="28"/>
          <w:szCs w:val="28"/>
        </w:rPr>
        <w:t xml:space="preserve"> gładkie dostępne w</w:t>
      </w:r>
      <w:r w:rsidRPr="00887070">
        <w:rPr>
          <w:sz w:val="28"/>
          <w:szCs w:val="28"/>
        </w:rPr>
        <w:t xml:space="preserve"> długości</w:t>
      </w:r>
      <w:r>
        <w:rPr>
          <w:sz w:val="28"/>
          <w:szCs w:val="28"/>
        </w:rPr>
        <w:t>ach</w:t>
      </w:r>
      <w:r w:rsidRPr="00887070">
        <w:rPr>
          <w:sz w:val="28"/>
          <w:szCs w:val="28"/>
        </w:rPr>
        <w:t xml:space="preserve"> </w:t>
      </w:r>
      <w:r>
        <w:rPr>
          <w:sz w:val="28"/>
          <w:szCs w:val="28"/>
        </w:rPr>
        <w:t>do 4</w:t>
      </w:r>
      <w:r w:rsidRPr="00887070">
        <w:rPr>
          <w:sz w:val="28"/>
          <w:szCs w:val="28"/>
        </w:rPr>
        <w:t xml:space="preserve">00 mm. 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ł</w:t>
      </w:r>
      <w:r w:rsidRPr="00887070">
        <w:rPr>
          <w:sz w:val="28"/>
          <w:szCs w:val="28"/>
        </w:rPr>
        <w:t>ączniki poprzeczne mocowane wielokątowo do pręta, bez konieczności doginania elementów łącznika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system mocowania śruby lub haka do pręta oparty na jednym elemencie blokująco - zabezpieczającym, umożliwiającym trwałe i jednoznaczne mocowanie (klucz dynamometryczny lub zrywany element blokujący)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średnica łba śruby wraz z elementem blokującym-zabezpieczającym nie może przekraczać 13mm,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możliwość stosowania śrub poprzecznych wprowadzanych w talerze biodrowe,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możliwość stosowania śrub wyciągowych o wydłużonych ramionach,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wysokość implantów wraz z kompletnym elementem zabezpieczająco -blokującym max. 5mm ponad pręt,</w:t>
      </w:r>
    </w:p>
    <w:p w:rsidR="00636DCB" w:rsidRPr="00880BF8" w:rsidRDefault="00636DCB" w:rsidP="00880BF8">
      <w:pPr>
        <w:pStyle w:val="NoSpacing"/>
        <w:numPr>
          <w:ilvl w:val="1"/>
          <w:numId w:val="4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materiał: stop tytanu</w:t>
      </w:r>
    </w:p>
    <w:p w:rsidR="00636DCB" w:rsidRPr="00887070" w:rsidRDefault="00636DCB" w:rsidP="00880BF8">
      <w:pPr>
        <w:pStyle w:val="NoSpacing"/>
        <w:jc w:val="both"/>
        <w:rPr>
          <w:sz w:val="28"/>
          <w:szCs w:val="28"/>
        </w:rPr>
      </w:pPr>
    </w:p>
    <w:p w:rsidR="00636DCB" w:rsidRPr="00887070" w:rsidRDefault="00636DCB" w:rsidP="00880BF8">
      <w:pPr>
        <w:pStyle w:val="NoSpacing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Skład zestawu: 4 śruby + 2 pręty + 1 łącznik poprzeczny + 4 elementy blokuj</w:t>
      </w:r>
      <w:r>
        <w:rPr>
          <w:sz w:val="28"/>
          <w:szCs w:val="28"/>
        </w:rPr>
        <w:t>ą</w:t>
      </w:r>
      <w:r w:rsidRPr="00887070">
        <w:rPr>
          <w:sz w:val="28"/>
          <w:szCs w:val="28"/>
        </w:rPr>
        <w:t>ce</w:t>
      </w:r>
    </w:p>
    <w:p w:rsidR="00636DCB" w:rsidRDefault="00636DCB" w:rsidP="00880BF8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Ilość- 15</w:t>
      </w:r>
      <w:r w:rsidRPr="00887070">
        <w:rPr>
          <w:sz w:val="28"/>
          <w:szCs w:val="28"/>
        </w:rPr>
        <w:t>0 zestawów</w:t>
      </w:r>
    </w:p>
    <w:p w:rsidR="00636DCB" w:rsidRDefault="00636DCB" w:rsidP="0075226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po 4 śruby z każdego rozmiaru, po 2 pręty fabrycznie wygięte z każdego rozmiaru, 2 pręty o długości 500mm., 4 łączniki poprzeczne, 30 elementów blokujących. Narzędzia do</w:t>
      </w:r>
      <w:r w:rsidRPr="00C948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implantacji. Narzędzia i implanty   </w:t>
      </w:r>
      <w:r w:rsidRPr="00C948CD">
        <w:rPr>
          <w:sz w:val="28"/>
          <w:szCs w:val="28"/>
        </w:rPr>
        <w:t>w kontenerach</w:t>
      </w:r>
      <w:r>
        <w:rPr>
          <w:sz w:val="28"/>
          <w:szCs w:val="28"/>
        </w:rPr>
        <w:t>.</w:t>
      </w:r>
    </w:p>
    <w:p w:rsidR="00636DCB" w:rsidRDefault="00636DCB" w:rsidP="00880BF8">
      <w:pPr>
        <w:pStyle w:val="NoSpacing"/>
        <w:rPr>
          <w:sz w:val="28"/>
          <w:szCs w:val="28"/>
        </w:rPr>
      </w:pPr>
    </w:p>
    <w:p w:rsidR="00636DCB" w:rsidRPr="00616C9A" w:rsidRDefault="00636DCB" w:rsidP="00880BF8">
      <w:pPr>
        <w:pStyle w:val="NoSpacing"/>
        <w:numPr>
          <w:ilvl w:val="0"/>
          <w:numId w:val="41"/>
        </w:numPr>
        <w:tabs>
          <w:tab w:val="clear" w:pos="720"/>
          <w:tab w:val="num" w:pos="360"/>
        </w:tabs>
        <w:ind w:left="360"/>
        <w:jc w:val="both"/>
        <w:rPr>
          <w:b/>
          <w:bCs/>
          <w:sz w:val="28"/>
          <w:szCs w:val="28"/>
        </w:rPr>
      </w:pPr>
      <w:r w:rsidRPr="00616C9A">
        <w:rPr>
          <w:b/>
          <w:bCs/>
          <w:sz w:val="28"/>
          <w:szCs w:val="28"/>
        </w:rPr>
        <w:t>Stabilizacja transpedikularna złamań osteoporotycznych i nowotworowych kręgosłupa z uż</w:t>
      </w:r>
      <w:r>
        <w:rPr>
          <w:b/>
          <w:bCs/>
          <w:sz w:val="28"/>
          <w:szCs w:val="28"/>
        </w:rPr>
        <w:t>yciem śrub perforowanych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 w:rsidRPr="00A923DF">
        <w:rPr>
          <w:sz w:val="28"/>
          <w:szCs w:val="28"/>
        </w:rPr>
        <w:t>wielokątowe śruby o charakterze</w:t>
      </w:r>
      <w:r>
        <w:rPr>
          <w:sz w:val="28"/>
          <w:szCs w:val="28"/>
        </w:rPr>
        <w:t xml:space="preserve"> tulipanowym z możliwością osadzenia pręta w osi śruby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śruby kaniulowane, perforowane umożliwiające podanie cementu kostnego do trzonu. 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ujemny kąt pióra gwintu śruby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średnica śruby od 5,5 mm. do 8,5 mm. ze skokiem co 1 mm. w długościach od 35 mm. do 55 mm. stopniowane co 5 mm.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posiadające perforację na końcu trzpienia umożliwiające wprowadzenie cementu kostnego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pręty gładkie proste dostępne w długościach od 50mm. do 100mm. ze skokiem co 10 mm.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pręty</w:t>
      </w:r>
      <w:r>
        <w:rPr>
          <w:sz w:val="28"/>
          <w:szCs w:val="28"/>
        </w:rPr>
        <w:t xml:space="preserve"> gładkie dostępne w</w:t>
      </w:r>
      <w:r w:rsidRPr="00887070">
        <w:rPr>
          <w:sz w:val="28"/>
          <w:szCs w:val="28"/>
        </w:rPr>
        <w:t xml:space="preserve"> długości</w:t>
      </w:r>
      <w:r>
        <w:rPr>
          <w:sz w:val="28"/>
          <w:szCs w:val="28"/>
        </w:rPr>
        <w:t>ach</w:t>
      </w:r>
      <w:r w:rsidRPr="00887070">
        <w:rPr>
          <w:sz w:val="28"/>
          <w:szCs w:val="28"/>
        </w:rPr>
        <w:t xml:space="preserve"> </w:t>
      </w:r>
      <w:r>
        <w:rPr>
          <w:sz w:val="28"/>
          <w:szCs w:val="28"/>
        </w:rPr>
        <w:t>do 4</w:t>
      </w:r>
      <w:r w:rsidRPr="00887070">
        <w:rPr>
          <w:sz w:val="28"/>
          <w:szCs w:val="28"/>
        </w:rPr>
        <w:t xml:space="preserve">00 mm. 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użycia prętów fabrycznie wygiętych w celu odtworzenia anatomicznej krzywizny kręgosłupa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średnica pręta </w:t>
      </w:r>
      <w:r>
        <w:rPr>
          <w:sz w:val="28"/>
          <w:szCs w:val="28"/>
        </w:rPr>
        <w:t xml:space="preserve">około </w:t>
      </w:r>
      <w:r w:rsidRPr="00887070">
        <w:rPr>
          <w:sz w:val="28"/>
          <w:szCs w:val="28"/>
        </w:rPr>
        <w:t>5,5mm.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system mocowania śruby do pręta oparty na jednym elemencie blokująco-zabezpieczającym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w zestawie sterylnie pakowane: cement kostny, mikser, podajnik do cementu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zestaw do wprowadzenia cementu około 2 ml. do trzonu. </w:t>
      </w:r>
    </w:p>
    <w:p w:rsidR="00636DCB" w:rsidRDefault="00636DCB" w:rsidP="00880BF8">
      <w:pPr>
        <w:pStyle w:val="NoSpacing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materiał implantu: stop tytanu</w:t>
      </w:r>
    </w:p>
    <w:p w:rsidR="00636DCB" w:rsidRDefault="00636DCB" w:rsidP="00880BF8">
      <w:pPr>
        <w:pStyle w:val="NoSpacing"/>
        <w:jc w:val="both"/>
        <w:rPr>
          <w:sz w:val="28"/>
          <w:szCs w:val="28"/>
        </w:rPr>
      </w:pPr>
    </w:p>
    <w:p w:rsidR="00636DCB" w:rsidRPr="00887070" w:rsidRDefault="00636DCB" w:rsidP="00880BF8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 zestawu: 8 śrub, 2 pręty, 8</w:t>
      </w:r>
      <w:r w:rsidRPr="00887070">
        <w:rPr>
          <w:sz w:val="28"/>
          <w:szCs w:val="28"/>
        </w:rPr>
        <w:t xml:space="preserve"> elementy blokujące</w:t>
      </w:r>
      <w:r>
        <w:rPr>
          <w:sz w:val="28"/>
          <w:szCs w:val="28"/>
        </w:rPr>
        <w:t xml:space="preserve">, 1 zestaw poprzeczny, cement kostny potrzebny do 8 śrub, 8 zestawów do wprowadzenia cementu do trzonów. </w:t>
      </w:r>
    </w:p>
    <w:p w:rsidR="00636DCB" w:rsidRDefault="00636DCB" w:rsidP="00880BF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Ilość- 20</w:t>
      </w:r>
      <w:r w:rsidRPr="00887070">
        <w:rPr>
          <w:sz w:val="28"/>
          <w:szCs w:val="28"/>
        </w:rPr>
        <w:t xml:space="preserve"> zestawów</w:t>
      </w:r>
    </w:p>
    <w:p w:rsidR="00636DCB" w:rsidRPr="00887070" w:rsidRDefault="00636DCB" w:rsidP="00880BF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Depozyt: po 4 śruby z każdego rozmiaru, po 2 pręty fabrycznie wygięte z każdego rozmiaru, 2 pręty o długości 400mm., 4 łączniki poprzeczne, 20 elementów blokujących,</w:t>
      </w:r>
      <w:r w:rsidRPr="003F4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zestawów do implantacji cementu </w:t>
      </w:r>
    </w:p>
    <w:p w:rsidR="00636DCB" w:rsidRDefault="00636DCB" w:rsidP="00880BF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Narzędzia do implantacji. Implanty i narzędziach w kontenerach. </w:t>
      </w:r>
    </w:p>
    <w:p w:rsidR="00636DCB" w:rsidRDefault="00636DCB" w:rsidP="00880BF8">
      <w:pPr>
        <w:pStyle w:val="NoSpacing"/>
        <w:rPr>
          <w:sz w:val="28"/>
          <w:szCs w:val="28"/>
        </w:rPr>
      </w:pPr>
    </w:p>
    <w:p w:rsidR="00636DCB" w:rsidRPr="0082339B" w:rsidRDefault="00636DCB" w:rsidP="0082339B">
      <w:pPr>
        <w:pStyle w:val="NoSpacing"/>
        <w:numPr>
          <w:ilvl w:val="0"/>
          <w:numId w:val="41"/>
        </w:numPr>
        <w:rPr>
          <w:b/>
          <w:bCs/>
          <w:sz w:val="28"/>
          <w:szCs w:val="28"/>
        </w:rPr>
      </w:pPr>
      <w:r w:rsidRPr="0082339B">
        <w:rPr>
          <w:b/>
          <w:bCs/>
          <w:sz w:val="28"/>
          <w:szCs w:val="28"/>
        </w:rPr>
        <w:t xml:space="preserve">Stabilizatory międzytrzonowe w odcinku lędźwiowym i krzyżowym kręgosłupa </w:t>
      </w:r>
    </w:p>
    <w:p w:rsidR="00636DCB" w:rsidRPr="0082339B" w:rsidRDefault="00636DCB" w:rsidP="0082339B">
      <w:pPr>
        <w:pStyle w:val="NoSpacing"/>
        <w:numPr>
          <w:ilvl w:val="0"/>
          <w:numId w:val="48"/>
        </w:numPr>
        <w:rPr>
          <w:b/>
          <w:bCs/>
          <w:sz w:val="28"/>
          <w:szCs w:val="28"/>
        </w:rPr>
      </w:pPr>
      <w:r w:rsidRPr="0082339B">
        <w:rPr>
          <w:b/>
          <w:bCs/>
          <w:sz w:val="28"/>
          <w:szCs w:val="28"/>
        </w:rPr>
        <w:t>Stabilizator międzytrzonowy typu PLIF</w:t>
      </w:r>
    </w:p>
    <w:p w:rsidR="00636DCB" w:rsidRDefault="00636DCB" w:rsidP="0082339B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 xml:space="preserve">sterylne klatki międzytrzonowe do techniki PLIF w wysokościach od 8mm do 14mm i dwóch kątach skosu: 0 i 5 stopni. Dostarczane bez wypełnienia lub z wypełnieniem w postaci dopasowanego do otworu klatki bloczka z trójfosforanu wapnia </w:t>
      </w:r>
      <w:r>
        <w:rPr>
          <w:sz w:val="28"/>
          <w:szCs w:val="28"/>
        </w:rPr>
        <w:t>,</w:t>
      </w:r>
    </w:p>
    <w:p w:rsidR="00636DCB" w:rsidRDefault="00636DCB" w:rsidP="0082339B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 xml:space="preserve">materiał PEEK </w:t>
      </w:r>
      <w:r>
        <w:rPr>
          <w:sz w:val="28"/>
          <w:szCs w:val="28"/>
        </w:rPr>
        <w:t>,</w:t>
      </w:r>
    </w:p>
    <w:p w:rsidR="00636DCB" w:rsidRPr="00431C59" w:rsidRDefault="00636DCB" w:rsidP="0082339B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 xml:space="preserve">obły kształt powierzchni w projekcji strzałkowej zwiększający </w:t>
      </w:r>
      <w:r w:rsidRPr="00431C59">
        <w:rPr>
          <w:sz w:val="28"/>
          <w:szCs w:val="28"/>
        </w:rPr>
        <w:t>powierzchnie kontaktu z powierzchniami trzonów oraz odw</w:t>
      </w:r>
      <w:r>
        <w:rPr>
          <w:sz w:val="28"/>
          <w:szCs w:val="28"/>
        </w:rPr>
        <w:t>zorowujący anatomię przestrzeni</w:t>
      </w:r>
      <w:r w:rsidRPr="00431C59">
        <w:rPr>
          <w:sz w:val="28"/>
          <w:szCs w:val="28"/>
        </w:rPr>
        <w:t xml:space="preserve"> międzytrzonowej</w:t>
      </w:r>
      <w:r>
        <w:rPr>
          <w:sz w:val="28"/>
          <w:szCs w:val="28"/>
        </w:rPr>
        <w:t>,</w:t>
      </w:r>
      <w:r w:rsidRPr="00431C59">
        <w:rPr>
          <w:sz w:val="28"/>
          <w:szCs w:val="28"/>
        </w:rPr>
        <w:t xml:space="preserve"> </w:t>
      </w:r>
    </w:p>
    <w:p w:rsidR="00636DCB" w:rsidRPr="00431C59" w:rsidRDefault="00636DCB" w:rsidP="0082339B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31C59">
        <w:rPr>
          <w:sz w:val="28"/>
          <w:szCs w:val="28"/>
        </w:rPr>
        <w:t xml:space="preserve">niesymetryczna budowa klatki w projekcji poprzecznej zapewniające lepsze wypełnienie przestrzeni międzykręgowej </w:t>
      </w:r>
      <w:r>
        <w:rPr>
          <w:sz w:val="28"/>
          <w:szCs w:val="28"/>
        </w:rPr>
        <w:t>,</w:t>
      </w:r>
    </w:p>
    <w:p w:rsidR="00636DCB" w:rsidRPr="00431C59" w:rsidRDefault="00636DCB" w:rsidP="0082339B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31C59">
        <w:rPr>
          <w:sz w:val="28"/>
          <w:szCs w:val="28"/>
        </w:rPr>
        <w:t>implanty zapewniające dynamiczną mikroruchomość poprzez specjalnie opracowaną szczelinę, stymulującą zrost kostny</w:t>
      </w:r>
      <w:r>
        <w:rPr>
          <w:sz w:val="28"/>
          <w:szCs w:val="28"/>
        </w:rPr>
        <w:t>,</w:t>
      </w:r>
    </w:p>
    <w:p w:rsidR="00636DCB" w:rsidRPr="00431C59" w:rsidRDefault="00636DCB" w:rsidP="0082339B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31C59">
        <w:rPr>
          <w:sz w:val="28"/>
          <w:szCs w:val="28"/>
        </w:rPr>
        <w:t>znaczniki radiologiczne pozwalające na określenie położenia implantu w obrazie RTG.</w:t>
      </w:r>
    </w:p>
    <w:p w:rsidR="00636DCB" w:rsidRPr="004E368E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Pr="004E368E" w:rsidRDefault="00636DCB" w:rsidP="0082339B">
      <w:pPr>
        <w:pStyle w:val="NoSpacing"/>
        <w:jc w:val="both"/>
        <w:rPr>
          <w:sz w:val="28"/>
          <w:szCs w:val="28"/>
        </w:rPr>
      </w:pPr>
      <w:r w:rsidRPr="004E368E">
        <w:rPr>
          <w:sz w:val="28"/>
          <w:szCs w:val="28"/>
        </w:rPr>
        <w:t>Skład</w:t>
      </w:r>
      <w:r>
        <w:rPr>
          <w:sz w:val="28"/>
          <w:szCs w:val="28"/>
        </w:rPr>
        <w:t>:</w:t>
      </w:r>
      <w:r w:rsidRPr="004E368E">
        <w:rPr>
          <w:sz w:val="28"/>
          <w:szCs w:val="28"/>
        </w:rPr>
        <w:t xml:space="preserve"> zestawu 2 klatki</w:t>
      </w: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zestawów 80</w:t>
      </w:r>
    </w:p>
    <w:p w:rsidR="00636DCB" w:rsidRPr="00887070" w:rsidRDefault="00636DCB" w:rsidP="008233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Depozyt: po 4 klatki z każdego rozmiaru. Narzędzia do implantacji. Narzędzia w kontenerach.  Implanty pakowane sterylnie lub w kontenerach. </w:t>
      </w:r>
    </w:p>
    <w:p w:rsidR="00636DCB" w:rsidRPr="004E368E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Pr="001F066A" w:rsidRDefault="00636DCB" w:rsidP="0082339B">
      <w:pPr>
        <w:pStyle w:val="NoSpacing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b) </w:t>
      </w:r>
      <w:r w:rsidRPr="001F066A">
        <w:rPr>
          <w:b/>
          <w:bCs/>
          <w:sz w:val="28"/>
          <w:szCs w:val="28"/>
        </w:rPr>
        <w:t>Stabilizator międzytrzonowy typu TLIF</w:t>
      </w:r>
    </w:p>
    <w:p w:rsidR="00636DCB" w:rsidRDefault="00636DCB" w:rsidP="0082339B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klatki do techniki „TLIF” dostarczane w wysokościach od 8 do 14 mm.</w:t>
      </w:r>
    </w:p>
    <w:p w:rsidR="00636DCB" w:rsidRDefault="00636DCB" w:rsidP="0082339B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kształt klatki w projekcji strzałkowej obły zwiększający powierzchnie kontaktu z trzonami i zachowujący anatomie przestrzeni międzytrzonowej</w:t>
      </w:r>
    </w:p>
    <w:p w:rsidR="00636DCB" w:rsidRDefault="00636DCB" w:rsidP="0082339B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w projekcji poprzecznej budowa klatki niesymetryczna, bananowa zapewniająca lepsze wypełnienie przestrzeni międzytrzonowej</w:t>
      </w:r>
    </w:p>
    <w:p w:rsidR="00636DCB" w:rsidRDefault="00636DCB" w:rsidP="0082339B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znaczniki radiologiczne umożliwiające ocenę położenia klatki w badaniu RTG</w:t>
      </w:r>
    </w:p>
    <w:p w:rsidR="00636DCB" w:rsidRDefault="00636DCB" w:rsidP="0082339B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zapewnienie narzędzi umożliwiających repozycję zaimplantowanej klatki w przestrzeni międzytrzonowej</w:t>
      </w:r>
    </w:p>
    <w:p w:rsidR="00636DCB" w:rsidRPr="004E368E" w:rsidRDefault="00636DCB" w:rsidP="0082339B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materiał PEEK</w:t>
      </w:r>
    </w:p>
    <w:p w:rsidR="00636DCB" w:rsidRPr="004E368E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Pr="004E368E" w:rsidRDefault="00636DCB" w:rsidP="0082339B">
      <w:pPr>
        <w:pStyle w:val="NoSpacing"/>
        <w:jc w:val="both"/>
        <w:rPr>
          <w:sz w:val="28"/>
          <w:szCs w:val="28"/>
        </w:rPr>
      </w:pPr>
      <w:r w:rsidRPr="004E368E">
        <w:rPr>
          <w:sz w:val="28"/>
          <w:szCs w:val="28"/>
        </w:rPr>
        <w:t>Skład: 1 klatka</w:t>
      </w: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2</w:t>
      </w:r>
      <w:r w:rsidRPr="004E368E">
        <w:rPr>
          <w:sz w:val="28"/>
          <w:szCs w:val="28"/>
        </w:rPr>
        <w:t>0 szt.</w:t>
      </w: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po 1 klatce z każdego rozmiaru. Narzędzia do implantacji. Narzędzia w kontenerach.  Implanty pakowane sterylnie lub w kontenerach.</w:t>
      </w: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Default="00636DCB" w:rsidP="0082339B">
      <w:pPr>
        <w:pStyle w:val="NoSpacing"/>
        <w:numPr>
          <w:ilvl w:val="0"/>
          <w:numId w:val="41"/>
        </w:numPr>
        <w:jc w:val="both"/>
        <w:rPr>
          <w:b/>
          <w:bCs/>
          <w:sz w:val="28"/>
          <w:szCs w:val="28"/>
        </w:rPr>
      </w:pPr>
      <w:r w:rsidRPr="0082339B">
        <w:rPr>
          <w:b/>
          <w:bCs/>
          <w:sz w:val="28"/>
          <w:szCs w:val="28"/>
        </w:rPr>
        <w:t xml:space="preserve">Frezy </w:t>
      </w:r>
    </w:p>
    <w:p w:rsidR="00636DCB" w:rsidRDefault="00636DCB" w:rsidP="0082339B">
      <w:pPr>
        <w:pStyle w:val="NoSpacing"/>
        <w:numPr>
          <w:ilvl w:val="0"/>
          <w:numId w:val="50"/>
        </w:numPr>
        <w:jc w:val="both"/>
        <w:rPr>
          <w:sz w:val="28"/>
          <w:szCs w:val="28"/>
        </w:rPr>
      </w:pPr>
      <w:r w:rsidRPr="0082339B">
        <w:rPr>
          <w:sz w:val="28"/>
          <w:szCs w:val="28"/>
        </w:rPr>
        <w:t xml:space="preserve">frezy do operacji kręgosłupowych : diamentowe drobnoziarniste </w:t>
      </w:r>
      <w:r>
        <w:rPr>
          <w:sz w:val="28"/>
          <w:szCs w:val="28"/>
        </w:rPr>
        <w:t>, diamentowe gruboziarniste, rozetowe, cylindryczne w różnych rozmiarach (do wyboru z katalogu) ;</w:t>
      </w:r>
    </w:p>
    <w:p w:rsidR="00636DCB" w:rsidRDefault="00636DCB" w:rsidP="0082339B">
      <w:pPr>
        <w:pStyle w:val="NoSpacing"/>
        <w:numPr>
          <w:ilvl w:val="0"/>
          <w:numId w:val="5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frezy mogą być wielorazowego użytku w ilości 100szt. lub jednorazowego użytku w ilości 300szt. </w:t>
      </w:r>
    </w:p>
    <w:p w:rsidR="00636DCB" w:rsidRDefault="00636DCB" w:rsidP="004110B5">
      <w:pPr>
        <w:pStyle w:val="NoSpacing"/>
        <w:jc w:val="both"/>
        <w:rPr>
          <w:sz w:val="28"/>
          <w:szCs w:val="28"/>
        </w:rPr>
      </w:pPr>
    </w:p>
    <w:p w:rsidR="00636DCB" w:rsidRDefault="00636DCB" w:rsidP="004110B5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Zamawiający wymaga użyczenia do frezów z poz. 4 wiertarki szybkoobrotowej na czas obowiązywania umowy sprzedaży w składzie: </w:t>
      </w:r>
    </w:p>
    <w:p w:rsidR="00636DCB" w:rsidRDefault="00636DCB" w:rsidP="004110B5">
      <w:pPr>
        <w:pStyle w:val="NoSpacing"/>
        <w:numPr>
          <w:ilvl w:val="0"/>
          <w:numId w:val="51"/>
        </w:numPr>
        <w:jc w:val="both"/>
        <w:rPr>
          <w:sz w:val="28"/>
          <w:szCs w:val="28"/>
        </w:rPr>
      </w:pPr>
      <w:r>
        <w:rPr>
          <w:sz w:val="28"/>
          <w:szCs w:val="28"/>
        </w:rPr>
        <w:t>konsola sterująca zasilana silnikiem elektrycznym – 1szt.</w:t>
      </w:r>
    </w:p>
    <w:p w:rsidR="00636DCB" w:rsidRDefault="00636DCB" w:rsidP="004110B5">
      <w:pPr>
        <w:pStyle w:val="NoSpacing"/>
        <w:numPr>
          <w:ilvl w:val="0"/>
          <w:numId w:val="5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silnik minimum 80000 obr/min – 1szt.</w:t>
      </w:r>
    </w:p>
    <w:p w:rsidR="00636DCB" w:rsidRDefault="00636DCB" w:rsidP="004110B5">
      <w:pPr>
        <w:pStyle w:val="NoSpacing"/>
        <w:numPr>
          <w:ilvl w:val="0"/>
          <w:numId w:val="5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sterownik nożny do systemu – 1szt.</w:t>
      </w:r>
    </w:p>
    <w:p w:rsidR="00636DCB" w:rsidRDefault="00636DCB" w:rsidP="004110B5">
      <w:pPr>
        <w:pStyle w:val="NoSpacing"/>
        <w:numPr>
          <w:ilvl w:val="0"/>
          <w:numId w:val="51"/>
        </w:numPr>
        <w:jc w:val="both"/>
        <w:rPr>
          <w:sz w:val="28"/>
          <w:szCs w:val="28"/>
        </w:rPr>
      </w:pPr>
      <w:r>
        <w:rPr>
          <w:sz w:val="28"/>
          <w:szCs w:val="28"/>
        </w:rPr>
        <w:t>kątnica minimum 80000 obr/min o długości części roboczej od 90mm do 110 mm – 1 szt. i maksymalnej średnicy roboczej 5mm</w:t>
      </w:r>
    </w:p>
    <w:p w:rsidR="00636DCB" w:rsidRDefault="00636DCB" w:rsidP="004110B5">
      <w:pPr>
        <w:pStyle w:val="NoSpacing"/>
        <w:numPr>
          <w:ilvl w:val="0"/>
          <w:numId w:val="51"/>
        </w:numPr>
        <w:jc w:val="both"/>
        <w:rPr>
          <w:sz w:val="28"/>
          <w:szCs w:val="28"/>
        </w:rPr>
      </w:pPr>
      <w:r>
        <w:rPr>
          <w:sz w:val="28"/>
          <w:szCs w:val="28"/>
        </w:rPr>
        <w:t>kaseta do sterylizacji silnika i kątnicy – 1 szt.</w:t>
      </w:r>
    </w:p>
    <w:p w:rsidR="00636DCB" w:rsidRDefault="00636DCB" w:rsidP="004110B5">
      <w:pPr>
        <w:pStyle w:val="NoSpacing"/>
        <w:numPr>
          <w:ilvl w:val="0"/>
          <w:numId w:val="5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spray z końcówką do konserwacji kątnicy – 1szt.</w:t>
      </w:r>
    </w:p>
    <w:p w:rsidR="00636DCB" w:rsidRDefault="00636DCB" w:rsidP="004110B5">
      <w:pPr>
        <w:pStyle w:val="NoSpacing"/>
        <w:numPr>
          <w:ilvl w:val="0"/>
          <w:numId w:val="5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gwarancja na system obowiązująca w trakcie trwania umowy , gwarantująca Zamawiającemu sprzęt zastępczy w ciągu 72 godz. </w:t>
      </w:r>
    </w:p>
    <w:p w:rsidR="00636DCB" w:rsidRDefault="00636DCB" w:rsidP="004110B5">
      <w:pPr>
        <w:pStyle w:val="NoSpacing"/>
        <w:ind w:left="360"/>
        <w:jc w:val="both"/>
        <w:rPr>
          <w:sz w:val="28"/>
          <w:szCs w:val="28"/>
        </w:rPr>
      </w:pPr>
    </w:p>
    <w:p w:rsidR="00636DCB" w:rsidRPr="0082339B" w:rsidRDefault="00636DCB" w:rsidP="004110B5">
      <w:pPr>
        <w:pStyle w:val="NoSpacing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Ilość 1 komplet w użyczenie na czas trwania umowy sprzedaży.</w:t>
      </w: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Default="00636DCB" w:rsidP="0082339B">
      <w:pPr>
        <w:pStyle w:val="NoSpacing"/>
        <w:jc w:val="both"/>
        <w:rPr>
          <w:sz w:val="28"/>
          <w:szCs w:val="28"/>
        </w:rPr>
      </w:pPr>
    </w:p>
    <w:p w:rsidR="00636DCB" w:rsidRDefault="00636DCB" w:rsidP="00880BF8">
      <w:pPr>
        <w:pStyle w:val="NoSpacing"/>
        <w:rPr>
          <w:sz w:val="28"/>
          <w:szCs w:val="28"/>
        </w:rPr>
      </w:pPr>
    </w:p>
    <w:p w:rsidR="00636DCB" w:rsidRDefault="00636DCB" w:rsidP="00880BF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Pr="00712503" w:rsidRDefault="00636DCB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 xml:space="preserve">cznik Nr 8 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18104C">
      <w:pPr>
        <w:pStyle w:val="NoSpacing"/>
        <w:rPr>
          <w:sz w:val="28"/>
          <w:szCs w:val="28"/>
        </w:rPr>
      </w:pPr>
    </w:p>
    <w:p w:rsidR="00636DCB" w:rsidRPr="00E84450" w:rsidRDefault="00636DCB" w:rsidP="008B270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8</w:t>
      </w:r>
      <w:r w:rsidRPr="00892CAF">
        <w:rPr>
          <w:b/>
          <w:bCs/>
          <w:sz w:val="32"/>
          <w:szCs w:val="32"/>
        </w:rPr>
        <w:t xml:space="preserve"> </w:t>
      </w:r>
      <w:r w:rsidRPr="00E84450">
        <w:rPr>
          <w:b/>
          <w:bCs/>
          <w:sz w:val="32"/>
          <w:szCs w:val="32"/>
        </w:rPr>
        <w:t>Stabilizacja transpedikularna przezskórna kręgosłupa piersiowego i lędźwiowego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wielokątowe śruby kaniulowane o charakterze tulipanowym z możliwością osadzenia prętów w osi śruby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ujemny kąt pióra gwintu śruby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średnica śruby od 5,5 mm. do 7,5 mm. ze skokiem co 1 mm. w długościach od 30 mm. do 55 mm. stopniowane co 5 mm.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pręty gładkie proste dostępne w długościach od 70mm. do 200mm. ze skokiem co 10 mm.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użycia prętów fabrycznie wygiętych w celu odtworzenia anatomicznej krzywizny kręgosłupa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średnica pręta </w:t>
      </w:r>
      <w:r>
        <w:rPr>
          <w:sz w:val="28"/>
          <w:szCs w:val="28"/>
        </w:rPr>
        <w:t xml:space="preserve">około </w:t>
      </w:r>
      <w:r w:rsidRPr="00887070">
        <w:rPr>
          <w:sz w:val="28"/>
          <w:szCs w:val="28"/>
        </w:rPr>
        <w:t>5,5mm.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system mocowania śruby do pręta oparty na jednym elemencie blokująco-zabezpieczającym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wymagana stała i powtarzalna siła docisku elementów blokujących</w:t>
      </w:r>
      <w:r w:rsidRPr="00887070">
        <w:rPr>
          <w:sz w:val="28"/>
          <w:szCs w:val="28"/>
        </w:rPr>
        <w:t xml:space="preserve"> (klucz dynamometryczny lub zrywany element blokujący)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mechanizm blokowania umożliwiający jednoznaczne blokowanie oraz możliwość rewizyjnego usunięcia implantu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 instrumentarium narzędzia umożliwiające przeprowadzenia dystrakcji i kompresji na śrubie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 instrumentarium narzędzia umożliwiające przeprowadzenia korekcji kręgozmyku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implantacji wielopoziomowej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implantacji bez konieczności klasycznego wielocentymentowego otwarcia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trwałe oznakowanie implantów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instrumentarium dostępne w specjalnych kontenerach umożliwiające przechowywanie i sterylizację</w:t>
      </w:r>
    </w:p>
    <w:p w:rsidR="00636DCB" w:rsidRDefault="00636DCB" w:rsidP="008B270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materiał: stop tytanu</w:t>
      </w:r>
    </w:p>
    <w:p w:rsidR="00636DCB" w:rsidRDefault="00636DCB" w:rsidP="008B270C">
      <w:pPr>
        <w:pStyle w:val="NoSpacing"/>
        <w:jc w:val="both"/>
        <w:rPr>
          <w:sz w:val="28"/>
          <w:szCs w:val="28"/>
        </w:rPr>
      </w:pPr>
    </w:p>
    <w:p w:rsidR="00636DCB" w:rsidRDefault="00636DCB" w:rsidP="008B270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Skład: 4 śruby, 2 pręty, 4 druty do wprowadzenia śrub, 4 elementy blokujące, 2 igły do nakłucia trzonów</w:t>
      </w:r>
    </w:p>
    <w:p w:rsidR="00636DCB" w:rsidRDefault="00636DCB" w:rsidP="008B270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30 zestawów</w:t>
      </w:r>
    </w:p>
    <w:p w:rsidR="00636DCB" w:rsidRPr="0075226D" w:rsidRDefault="00636DCB" w:rsidP="0075226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Zestaw lotny: po 2 śruby z każdego rozmiaru, po 2 pręty fabrycznie wygięte z każdego rozmiaru, 10 elementów blokujących, 8 drutów do wprowadzenia śrub, 2 igły do nakłucia trzonu.</w:t>
      </w:r>
      <w:r w:rsidRPr="003F49FC">
        <w:rPr>
          <w:sz w:val="28"/>
          <w:szCs w:val="28"/>
        </w:rPr>
        <w:t xml:space="preserve"> </w:t>
      </w:r>
      <w:r>
        <w:rPr>
          <w:sz w:val="28"/>
          <w:szCs w:val="28"/>
        </w:rPr>
        <w:t>Narzędzia do implantacji. N</w:t>
      </w:r>
      <w:r w:rsidRPr="00C948CD">
        <w:rPr>
          <w:sz w:val="28"/>
          <w:szCs w:val="28"/>
        </w:rPr>
        <w:t xml:space="preserve">arzędzia </w:t>
      </w:r>
      <w:r>
        <w:rPr>
          <w:sz w:val="28"/>
          <w:szCs w:val="28"/>
        </w:rPr>
        <w:t xml:space="preserve">i implanty </w:t>
      </w:r>
      <w:r w:rsidRPr="00C948CD">
        <w:rPr>
          <w:sz w:val="28"/>
          <w:szCs w:val="28"/>
        </w:rPr>
        <w:t>w kontenerach</w:t>
      </w:r>
      <w:r>
        <w:rPr>
          <w:sz w:val="28"/>
          <w:szCs w:val="28"/>
        </w:rPr>
        <w:t>.</w:t>
      </w:r>
    </w:p>
    <w:p w:rsidR="00636DCB" w:rsidRPr="00712503" w:rsidRDefault="00636DCB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 xml:space="preserve">cznik Nr 9 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18104C">
      <w:pPr>
        <w:pStyle w:val="NoSpacing"/>
        <w:rPr>
          <w:sz w:val="28"/>
          <w:szCs w:val="28"/>
        </w:rPr>
      </w:pPr>
    </w:p>
    <w:p w:rsidR="00636DCB" w:rsidRPr="00524273" w:rsidRDefault="00636DCB" w:rsidP="00AF253D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9</w:t>
      </w:r>
      <w:r w:rsidRPr="00E84450">
        <w:rPr>
          <w:b/>
          <w:bCs/>
          <w:sz w:val="32"/>
          <w:szCs w:val="32"/>
        </w:rPr>
        <w:t xml:space="preserve"> </w:t>
      </w:r>
      <w:r w:rsidRPr="00524273">
        <w:rPr>
          <w:b/>
          <w:bCs/>
          <w:sz w:val="32"/>
          <w:szCs w:val="32"/>
        </w:rPr>
        <w:t>Stabilizacja przednio- boczna w odcinku piersiowym i lędźwiowym oparta na płycie</w:t>
      </w:r>
    </w:p>
    <w:p w:rsidR="00636DCB" w:rsidRDefault="00636DCB" w:rsidP="00AF253D">
      <w:pPr>
        <w:pStyle w:val="NoSpacing"/>
        <w:jc w:val="both"/>
        <w:rPr>
          <w:sz w:val="28"/>
          <w:szCs w:val="28"/>
        </w:rPr>
      </w:pP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system do stabilizacji odcinka piersiowego i lędźwiowego z dojścia przednio-bocznego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stabilizacja za pomocą niskoprofilowej płyty oraz bloków kostnych lub śrub kręgowych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płyty dostępne w wersji piersiowej i lędźwiowej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płyty piersiowe anatomicznie profilowane w płaszczyźnie strzałkowej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płyty w długościach min. 35mm. do 100mm.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bloki kostne posiadające dodatkowe kolce dla lepszej stabilizacji w trzonie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kręgowe w średnicach ok. 5,5mm. i ok. 6,5mm. i długościach min 35mm. do 50mm.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wprowadzanie śrub w różnych położeniach w zakresie stożka ruchomości 10</w:t>
      </w:r>
      <w:r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 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nie wystają ponad poziom bloków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zakres implantów umożliwia stabilizację jedno- i wielopoziomową w odcinku piersiowym i lędźwiowym kręgosłupa</w:t>
      </w:r>
    </w:p>
    <w:p w:rsidR="00636DCB" w:rsidRDefault="00636DCB" w:rsidP="00AF253D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materiał stop tytan </w:t>
      </w:r>
    </w:p>
    <w:p w:rsidR="00636DCB" w:rsidRDefault="00636DCB" w:rsidP="00AF253D">
      <w:pPr>
        <w:pStyle w:val="NoSpacing"/>
        <w:jc w:val="both"/>
        <w:rPr>
          <w:sz w:val="28"/>
          <w:szCs w:val="28"/>
        </w:rPr>
      </w:pPr>
    </w:p>
    <w:p w:rsidR="00636DCB" w:rsidRDefault="00636DCB" w:rsidP="00AF253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 zestawu: 1 płyta, 2 bloki kostne, 4 śruby, 2 nakrętki</w:t>
      </w:r>
    </w:p>
    <w:p w:rsidR="00636DCB" w:rsidRDefault="00636DCB" w:rsidP="00AF253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40 zestawów</w:t>
      </w:r>
    </w:p>
    <w:p w:rsidR="00636DCB" w:rsidRPr="00887070" w:rsidRDefault="00636DCB" w:rsidP="00AF253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Depozyt: po 1 płycie z każdego rozmiaru, po 2 bloki kostne z każdego rozmiaru, po 4 śruby z każdego rozmiaru, 8 nakrętek. Narzędzia do implantacji. </w:t>
      </w:r>
    </w:p>
    <w:p w:rsidR="00636DCB" w:rsidRPr="00DB4E86" w:rsidRDefault="00636DCB" w:rsidP="00DB4E86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Implanty i narzędzia </w:t>
      </w:r>
      <w:r w:rsidRPr="00DB4E86">
        <w:rPr>
          <w:rFonts w:ascii="Calibri" w:hAnsi="Calibri" w:cs="Calibri"/>
          <w:sz w:val="28"/>
          <w:szCs w:val="28"/>
        </w:rPr>
        <w:t xml:space="preserve"> w kontenerach.</w:t>
      </w:r>
    </w:p>
    <w:p w:rsidR="00636DCB" w:rsidRDefault="00636DCB" w:rsidP="00AF253D">
      <w:pPr>
        <w:jc w:val="both"/>
      </w:pPr>
    </w:p>
    <w:p w:rsidR="00636DCB" w:rsidRDefault="00636DCB" w:rsidP="00AF253D">
      <w:pPr>
        <w:jc w:val="both"/>
      </w:pPr>
    </w:p>
    <w:p w:rsidR="00636DCB" w:rsidRDefault="00636DCB" w:rsidP="00AF253D">
      <w:pPr>
        <w:jc w:val="both"/>
      </w:pPr>
    </w:p>
    <w:p w:rsidR="00636DCB" w:rsidRDefault="00636DCB" w:rsidP="00AF253D">
      <w:pPr>
        <w:jc w:val="both"/>
      </w:pPr>
    </w:p>
    <w:p w:rsidR="00636DCB" w:rsidRDefault="00636DCB" w:rsidP="00AF253D">
      <w:pPr>
        <w:jc w:val="both"/>
      </w:pPr>
    </w:p>
    <w:p w:rsidR="00636DCB" w:rsidRDefault="00636DCB" w:rsidP="00AF253D"/>
    <w:p w:rsidR="00636DCB" w:rsidRDefault="00636DCB" w:rsidP="00AF253D"/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Pr="00712503" w:rsidRDefault="00636DCB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>cznik Nr 10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Pr="00887070" w:rsidRDefault="00636DCB" w:rsidP="0018104C">
      <w:pPr>
        <w:pStyle w:val="NoSpacing"/>
        <w:rPr>
          <w:sz w:val="28"/>
          <w:szCs w:val="28"/>
        </w:rPr>
      </w:pPr>
    </w:p>
    <w:p w:rsidR="00636DCB" w:rsidRPr="00C46AE2" w:rsidRDefault="00636DCB" w:rsidP="00AF253D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10</w:t>
      </w:r>
      <w:r w:rsidRPr="00524273">
        <w:rPr>
          <w:b/>
          <w:bCs/>
          <w:sz w:val="32"/>
          <w:szCs w:val="32"/>
        </w:rPr>
        <w:t xml:space="preserve"> </w:t>
      </w:r>
      <w:r w:rsidRPr="00C46AE2">
        <w:rPr>
          <w:b/>
          <w:bCs/>
          <w:sz w:val="32"/>
          <w:szCs w:val="32"/>
        </w:rPr>
        <w:t>Proteza trzonu odcinka piersiowego i lędźwiowego umożliwiająca dystrakcję „in-situ”</w:t>
      </w:r>
    </w:p>
    <w:p w:rsidR="00636DCB" w:rsidRDefault="00636DCB" w:rsidP="00AF253D">
      <w:pPr>
        <w:pStyle w:val="NoSpacing"/>
        <w:jc w:val="both"/>
        <w:rPr>
          <w:b/>
          <w:bCs/>
          <w:sz w:val="28"/>
          <w:szCs w:val="28"/>
        </w:rPr>
      </w:pPr>
    </w:p>
    <w:p w:rsidR="00636DCB" w:rsidRDefault="00636DCB" w:rsidP="00AF253D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p</w:t>
      </w:r>
      <w:r w:rsidRPr="00A72DE8">
        <w:rPr>
          <w:sz w:val="28"/>
          <w:szCs w:val="28"/>
        </w:rPr>
        <w:t>roteza trzonu musi umożliwiać płynną (nieskokową) dystrak</w:t>
      </w:r>
      <w:r>
        <w:rPr>
          <w:sz w:val="28"/>
          <w:szCs w:val="28"/>
        </w:rPr>
        <w:t>cję operowanego segmentu kręgo</w:t>
      </w:r>
      <w:r w:rsidRPr="00A72DE8">
        <w:rPr>
          <w:sz w:val="28"/>
          <w:szCs w:val="28"/>
        </w:rPr>
        <w:t>słupa po jej zaimplantowaniu przy użyciu pojedynczego narzędzia przytrzymującego wszczep</w:t>
      </w:r>
      <w:r>
        <w:rPr>
          <w:sz w:val="28"/>
          <w:szCs w:val="28"/>
        </w:rPr>
        <w:t xml:space="preserve">. </w:t>
      </w:r>
      <w:r w:rsidRPr="00A72DE8">
        <w:rPr>
          <w:b/>
          <w:bCs/>
          <w:sz w:val="28"/>
          <w:szCs w:val="28"/>
        </w:rPr>
        <w:t xml:space="preserve"> </w:t>
      </w:r>
    </w:p>
    <w:p w:rsidR="00636DCB" w:rsidRPr="00431C59" w:rsidRDefault="00636DCB" w:rsidP="00AF253D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k</w:t>
      </w:r>
      <w:r w:rsidRPr="00A72DE8">
        <w:rPr>
          <w:sz w:val="28"/>
          <w:szCs w:val="28"/>
        </w:rPr>
        <w:t>onstrukcja implantu musi umożl</w:t>
      </w:r>
      <w:r>
        <w:rPr>
          <w:sz w:val="28"/>
          <w:szCs w:val="28"/>
        </w:rPr>
        <w:t>iwiać odtworzenie zarówno lordozy jak i kyfozy</w:t>
      </w:r>
      <w:r w:rsidRPr="00A72DE8">
        <w:rPr>
          <w:sz w:val="28"/>
          <w:szCs w:val="28"/>
        </w:rPr>
        <w:t xml:space="preserve"> kręgosłupa</w:t>
      </w:r>
    </w:p>
    <w:p w:rsidR="00636DCB" w:rsidRPr="00431C59" w:rsidRDefault="00636DCB" w:rsidP="00AF253D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i</w:t>
      </w:r>
      <w:r w:rsidRPr="00A72DE8">
        <w:rPr>
          <w:sz w:val="28"/>
          <w:szCs w:val="28"/>
        </w:rPr>
        <w:t>mplant musi zapewnić swobodną regulację wysokoś</w:t>
      </w:r>
      <w:r>
        <w:rPr>
          <w:sz w:val="28"/>
          <w:szCs w:val="28"/>
        </w:rPr>
        <w:t>ci w przedziale od 21 mm. do 90</w:t>
      </w:r>
      <w:r w:rsidRPr="00A72DE8">
        <w:rPr>
          <w:sz w:val="28"/>
          <w:szCs w:val="28"/>
        </w:rPr>
        <w:t xml:space="preserve"> mm</w:t>
      </w:r>
      <w:r>
        <w:rPr>
          <w:sz w:val="28"/>
          <w:szCs w:val="28"/>
        </w:rPr>
        <w:t>.</w:t>
      </w:r>
      <w:r w:rsidRPr="00A72DE8">
        <w:rPr>
          <w:sz w:val="28"/>
          <w:szCs w:val="28"/>
        </w:rPr>
        <w:t xml:space="preserve"> optymalnego zaopatrzenia do trzech poziomów kręgosłupa</w:t>
      </w:r>
    </w:p>
    <w:p w:rsidR="00636DCB" w:rsidRPr="00431C59" w:rsidRDefault="00636DCB" w:rsidP="00AF253D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i</w:t>
      </w:r>
      <w:r w:rsidRPr="00A72DE8">
        <w:rPr>
          <w:sz w:val="28"/>
          <w:szCs w:val="28"/>
        </w:rPr>
        <w:t>mp</w:t>
      </w:r>
      <w:r>
        <w:rPr>
          <w:sz w:val="28"/>
          <w:szCs w:val="28"/>
        </w:rPr>
        <w:t>lanty o dwóch średnicach dopasowanych do kręgosłupa piersiowego i lędźwiowego</w:t>
      </w:r>
    </w:p>
    <w:p w:rsidR="00636DCB" w:rsidRPr="00431C59" w:rsidRDefault="00636DCB" w:rsidP="00AF253D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s</w:t>
      </w:r>
      <w:r w:rsidRPr="00A72DE8">
        <w:rPr>
          <w:sz w:val="28"/>
          <w:szCs w:val="28"/>
        </w:rPr>
        <w:t>zeroka gama ząbkowanych zakończeń kątowych pozwalająca operatorowi na dobran</w:t>
      </w:r>
      <w:r>
        <w:rPr>
          <w:sz w:val="28"/>
          <w:szCs w:val="28"/>
        </w:rPr>
        <w:t>ie odpowiedniej</w:t>
      </w:r>
      <w:r w:rsidRPr="00A72DE8">
        <w:rPr>
          <w:sz w:val="28"/>
          <w:szCs w:val="28"/>
        </w:rPr>
        <w:t xml:space="preserve"> krzywizn</w:t>
      </w:r>
      <w:r>
        <w:rPr>
          <w:sz w:val="28"/>
          <w:szCs w:val="28"/>
        </w:rPr>
        <w:t>y implantu</w:t>
      </w:r>
      <w:r w:rsidRPr="00A72DE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od </w:t>
      </w:r>
      <w:r w:rsidRPr="00A72DE8">
        <w:rPr>
          <w:sz w:val="28"/>
          <w:szCs w:val="28"/>
        </w:rPr>
        <w:t>0</w:t>
      </w:r>
      <w:r>
        <w:rPr>
          <w:sz w:val="28"/>
          <w:szCs w:val="28"/>
        </w:rPr>
        <w:t xml:space="preserve"> do 30 stopni),</w:t>
      </w:r>
      <w:r w:rsidRPr="00A72DE8">
        <w:rPr>
          <w:sz w:val="28"/>
          <w:szCs w:val="28"/>
        </w:rPr>
        <w:t xml:space="preserve"> co umożliwia wierne odtworzenie naturalnego kształtu kręgosłupa w obrębie operowanego segmentu</w:t>
      </w:r>
      <w:r>
        <w:rPr>
          <w:sz w:val="28"/>
          <w:szCs w:val="28"/>
        </w:rPr>
        <w:t>.</w:t>
      </w:r>
    </w:p>
    <w:p w:rsidR="00636DCB" w:rsidRPr="00431C59" w:rsidRDefault="00636DCB" w:rsidP="00AF253D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p</w:t>
      </w:r>
      <w:r w:rsidRPr="00A72DE8">
        <w:rPr>
          <w:sz w:val="28"/>
          <w:szCs w:val="28"/>
        </w:rPr>
        <w:t>rosta, jednostopniowa, wbudowana w implant i odwracalna blokada mechanizmu dystrakcyjnego implantu</w:t>
      </w:r>
    </w:p>
    <w:p w:rsidR="00636DCB" w:rsidRPr="00431C59" w:rsidRDefault="00636DCB" w:rsidP="00AF253D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w</w:t>
      </w:r>
      <w:r w:rsidRPr="00A72DE8">
        <w:rPr>
          <w:sz w:val="28"/>
          <w:szCs w:val="28"/>
        </w:rPr>
        <w:t xml:space="preserve"> zestawie dostępne implanty umożliwiające dodatkowe powiększenie zakresu wysokości protezy o 15 mm</w:t>
      </w:r>
    </w:p>
    <w:p w:rsidR="00636DCB" w:rsidRPr="00431C59" w:rsidRDefault="00636DCB" w:rsidP="00AF253D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materiał- stop tytanu</w:t>
      </w:r>
    </w:p>
    <w:p w:rsidR="00636DCB" w:rsidRPr="00A72DE8" w:rsidRDefault="00636DCB" w:rsidP="00AF253D">
      <w:pPr>
        <w:pStyle w:val="NoSpacing"/>
        <w:jc w:val="both"/>
        <w:rPr>
          <w:sz w:val="28"/>
          <w:szCs w:val="28"/>
        </w:rPr>
      </w:pPr>
    </w:p>
    <w:p w:rsidR="00636DCB" w:rsidRDefault="00636DCB" w:rsidP="00AF253D">
      <w:pPr>
        <w:pStyle w:val="NoSpacing"/>
        <w:jc w:val="both"/>
        <w:rPr>
          <w:sz w:val="28"/>
          <w:szCs w:val="28"/>
        </w:rPr>
      </w:pPr>
      <w:r w:rsidRPr="00A72DE8">
        <w:rPr>
          <w:sz w:val="28"/>
          <w:szCs w:val="28"/>
        </w:rPr>
        <w:t>Skład zestawu: część bazowa- 1 sztuka i kątowe stopki- 2 sztuki</w:t>
      </w:r>
      <w:r>
        <w:rPr>
          <w:sz w:val="28"/>
          <w:szCs w:val="28"/>
        </w:rPr>
        <w:t xml:space="preserve">, </w:t>
      </w:r>
    </w:p>
    <w:p w:rsidR="00636DCB" w:rsidRPr="00A72DE8" w:rsidRDefault="00636DCB" w:rsidP="00AF253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(osobno wyceniony implant przedłużający protezę)</w:t>
      </w:r>
    </w:p>
    <w:p w:rsidR="00636DCB" w:rsidRDefault="00636DCB" w:rsidP="00DB4E86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Ilość- 30</w:t>
      </w:r>
      <w:r w:rsidRPr="00A72DE8">
        <w:rPr>
          <w:sz w:val="28"/>
          <w:szCs w:val="28"/>
        </w:rPr>
        <w:t xml:space="preserve"> zestawów</w:t>
      </w:r>
    </w:p>
    <w:p w:rsidR="00636DCB" w:rsidRPr="00A72DE8" w:rsidRDefault="00636DCB" w:rsidP="00DB4E86">
      <w:pPr>
        <w:pStyle w:val="NoSpacing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Depozyt: po 1 każdej części bazowej z każdego rozmiaru, po 2 sztuki stopek z każdego rozmiaru. Narzędzia do implantacji protezy. </w:t>
      </w:r>
    </w:p>
    <w:p w:rsidR="00636DCB" w:rsidRDefault="00636DCB" w:rsidP="00DB4E86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Implanty i </w:t>
      </w:r>
      <w:r w:rsidRPr="00C948CD">
        <w:rPr>
          <w:sz w:val="28"/>
          <w:szCs w:val="28"/>
        </w:rPr>
        <w:t>narzędzia w kontenerach</w:t>
      </w:r>
      <w:r>
        <w:rPr>
          <w:sz w:val="28"/>
          <w:szCs w:val="28"/>
        </w:rPr>
        <w:t>.</w:t>
      </w:r>
    </w:p>
    <w:p w:rsidR="00636DCB" w:rsidRDefault="00636DCB" w:rsidP="00AF253D"/>
    <w:p w:rsidR="00636DCB" w:rsidRDefault="00636DCB" w:rsidP="00AF253D"/>
    <w:p w:rsidR="00636DCB" w:rsidRDefault="00636DCB" w:rsidP="00AF253D"/>
    <w:p w:rsidR="00636DCB" w:rsidRDefault="00636DCB" w:rsidP="00AF253D"/>
    <w:p w:rsidR="00636DCB" w:rsidRDefault="00636DCB" w:rsidP="00AF253D"/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Pr="00712503" w:rsidRDefault="00636DCB" w:rsidP="008F36E9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11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8F36E9">
      <w:pPr>
        <w:pStyle w:val="Default"/>
        <w:jc w:val="both"/>
        <w:rPr>
          <w:b/>
          <w:bCs/>
          <w:sz w:val="32"/>
          <w:szCs w:val="32"/>
        </w:rPr>
      </w:pPr>
    </w:p>
    <w:p w:rsidR="00636DCB" w:rsidRPr="003F739D" w:rsidRDefault="00636DCB" w:rsidP="008F36E9">
      <w:pPr>
        <w:pStyle w:val="Default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11</w:t>
      </w:r>
      <w:r w:rsidRPr="003F739D">
        <w:rPr>
          <w:b/>
          <w:bCs/>
          <w:sz w:val="32"/>
          <w:szCs w:val="32"/>
        </w:rPr>
        <w:t xml:space="preserve"> Zestaw do anatomicznej repozycji trzonów kręgosłupa w złamaniach kompresyjnych i nowotworach</w:t>
      </w:r>
    </w:p>
    <w:p w:rsidR="00636DCB" w:rsidRPr="003F739D" w:rsidRDefault="00636DCB" w:rsidP="008F36E9">
      <w:pPr>
        <w:pStyle w:val="Default"/>
        <w:jc w:val="both"/>
        <w:rPr>
          <w:b/>
          <w:bCs/>
          <w:sz w:val="20"/>
          <w:szCs w:val="20"/>
        </w:rPr>
      </w:pPr>
    </w:p>
    <w:p w:rsidR="00636DCB" w:rsidRPr="003F739D" w:rsidRDefault="00636DCB" w:rsidP="008F36E9">
      <w:pPr>
        <w:pStyle w:val="Default"/>
        <w:ind w:left="-567" w:right="-426"/>
        <w:jc w:val="both"/>
        <w:rPr>
          <w:sz w:val="22"/>
          <w:szCs w:val="22"/>
        </w:rPr>
      </w:pPr>
      <w:r w:rsidRPr="003F739D">
        <w:rPr>
          <w:sz w:val="22"/>
          <w:szCs w:val="22"/>
        </w:rPr>
        <w:tab/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małoinwazyjny zestaw do plastyki trzonów kręgosłupa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jednorazowy, owalny, rozprężalny implant do anatomicznej repozycji trzonów dostępny </w:t>
      </w:r>
      <w:r>
        <w:rPr>
          <w:sz w:val="28"/>
          <w:szCs w:val="28"/>
        </w:rPr>
        <w:t xml:space="preserve">w </w:t>
      </w:r>
      <w:r w:rsidRPr="003F739D">
        <w:rPr>
          <w:sz w:val="28"/>
          <w:szCs w:val="28"/>
        </w:rPr>
        <w:t xml:space="preserve">trzech średnicach </w:t>
      </w:r>
      <w:r>
        <w:rPr>
          <w:sz w:val="28"/>
          <w:szCs w:val="28"/>
        </w:rPr>
        <w:t>około 4,</w:t>
      </w:r>
      <w:r w:rsidRPr="003F739D">
        <w:rPr>
          <w:sz w:val="28"/>
          <w:szCs w:val="28"/>
        </w:rPr>
        <w:t xml:space="preserve"> 5 i 6 mm, wykonany ze stop</w:t>
      </w:r>
      <w:r>
        <w:rPr>
          <w:sz w:val="28"/>
          <w:szCs w:val="28"/>
        </w:rPr>
        <w:t>u tytanu, dostarczany sterylnie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w zestawie jednorazowe narzędzia służące do implantacji: 1 igła do nasady trzonu, 2 druty Kirschnera z ostrym lub tępym zakończeniem, kaniulowany przebijak nasady, kaniulowane wiertło z zamocowaną kaniulą roboczą, sterylny przymiar implantu, podajnik tłokowy do wprowadzenia cementu o pojemności min. 1cc; 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zestaw zawierający 2 implanty fabrycznie osadzone na sterylnych jednorazowych podajnikach, nie wymagające montażu przed implantacją;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w zestawie cement o podwyższonej gęstości i lepkości po rozmieszaniu, 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kompozycja cementu: min 54% PMMA i min 45% ZrO2 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czas zastygania cementu od zakończenia mieszania przy temperaturze 23 st C. ‐ 14 min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cement o podwyższonej gęstości i lepkości natychmiast po rozmieszaniu, 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cement nieprzezierny dla promieni RTG (kontrast ZrO2) 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zestaw sterylny jednorazowy</w:t>
      </w:r>
    </w:p>
    <w:p w:rsidR="00636DCB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mieszalnik</w:t>
      </w:r>
    </w:p>
    <w:p w:rsidR="00636DCB" w:rsidRPr="003F739D" w:rsidRDefault="00636DCB" w:rsidP="008F36E9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możliwość zastosowania cementu przebudowalnego</w:t>
      </w:r>
    </w:p>
    <w:p w:rsidR="00636DCB" w:rsidRPr="003F739D" w:rsidRDefault="00636DCB" w:rsidP="008F36E9">
      <w:pPr>
        <w:pStyle w:val="Default"/>
        <w:ind w:left="-567" w:right="-426"/>
        <w:jc w:val="both"/>
        <w:rPr>
          <w:sz w:val="22"/>
          <w:szCs w:val="22"/>
        </w:rPr>
      </w:pPr>
    </w:p>
    <w:p w:rsidR="00636DCB" w:rsidRPr="00C948CD" w:rsidRDefault="00636DCB" w:rsidP="008F36E9">
      <w:pPr>
        <w:pStyle w:val="Default"/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>Skład zestawu</w:t>
      </w:r>
      <w:r w:rsidRPr="001F6A86">
        <w:rPr>
          <w:sz w:val="28"/>
          <w:szCs w:val="28"/>
        </w:rPr>
        <w:t xml:space="preserve">: 1 zestaw do przygotowania przestrzeni pod implant, 2 sterylne zestawy z </w:t>
      </w:r>
      <w:r w:rsidRPr="00C948CD">
        <w:rPr>
          <w:sz w:val="28"/>
          <w:szCs w:val="28"/>
        </w:rPr>
        <w:t>implantami, 2 podajniki do wprowadzenia cementu, 1 cement, 1 cement przebudowalny 1 komplet do mieszania i podania cementu, 2  igły przeznasadowe,</w:t>
      </w:r>
    </w:p>
    <w:p w:rsidR="00636DCB" w:rsidRPr="00C948CD" w:rsidRDefault="00636DCB" w:rsidP="008F36E9">
      <w:pPr>
        <w:pStyle w:val="Default"/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Ilość 40 </w:t>
      </w:r>
      <w:r w:rsidRPr="00C948CD">
        <w:rPr>
          <w:sz w:val="28"/>
          <w:szCs w:val="28"/>
        </w:rPr>
        <w:t xml:space="preserve"> zestawów cement wymiennie z cementem przebudowalnym</w:t>
      </w:r>
    </w:p>
    <w:p w:rsidR="00636DCB" w:rsidRPr="00C948CD" w:rsidRDefault="00636DCB" w:rsidP="008F36E9">
      <w:pPr>
        <w:pStyle w:val="Default"/>
        <w:ind w:left="-567" w:right="-426"/>
        <w:jc w:val="both"/>
        <w:rPr>
          <w:sz w:val="28"/>
          <w:szCs w:val="28"/>
        </w:rPr>
      </w:pPr>
      <w:r w:rsidRPr="00C948CD">
        <w:rPr>
          <w:sz w:val="28"/>
          <w:szCs w:val="28"/>
        </w:rPr>
        <w:t>Depozyt: po jednym zestawie z każdego rozmiaru</w:t>
      </w:r>
    </w:p>
    <w:p w:rsidR="00636DCB" w:rsidRPr="00C948CD" w:rsidRDefault="00636DCB" w:rsidP="008F36E9">
      <w:pPr>
        <w:pStyle w:val="Default"/>
        <w:ind w:left="-567" w:right="-426"/>
        <w:jc w:val="both"/>
        <w:rPr>
          <w:sz w:val="28"/>
          <w:szCs w:val="28"/>
        </w:rPr>
      </w:pPr>
    </w:p>
    <w:p w:rsidR="00636DCB" w:rsidRPr="00C948CD" w:rsidRDefault="00636DCB" w:rsidP="008F36E9">
      <w:pPr>
        <w:pStyle w:val="Default"/>
        <w:ind w:left="-567" w:right="-426"/>
        <w:jc w:val="both"/>
        <w:rPr>
          <w:sz w:val="28"/>
          <w:szCs w:val="28"/>
        </w:rPr>
      </w:pPr>
    </w:p>
    <w:p w:rsidR="00636DCB" w:rsidRPr="00C948CD" w:rsidRDefault="00636DCB" w:rsidP="008F36E9">
      <w:pPr>
        <w:jc w:val="both"/>
        <w:rPr>
          <w:sz w:val="28"/>
          <w:szCs w:val="28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Pr="00712503" w:rsidRDefault="00636DCB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 xml:space="preserve">12 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18104C"/>
    <w:p w:rsidR="00636DCB" w:rsidRDefault="00636DCB" w:rsidP="008F36E9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12</w:t>
      </w:r>
      <w:r w:rsidRPr="00C46AE2">
        <w:rPr>
          <w:b/>
          <w:bCs/>
          <w:sz w:val="32"/>
          <w:szCs w:val="32"/>
        </w:rPr>
        <w:t xml:space="preserve"> </w:t>
      </w:r>
      <w:r w:rsidRPr="009A08E9">
        <w:rPr>
          <w:b/>
          <w:bCs/>
          <w:sz w:val="32"/>
          <w:szCs w:val="32"/>
        </w:rPr>
        <w:t>Zestaw płyt i śrub do laminoplastyki kręgosłupa</w:t>
      </w:r>
    </w:p>
    <w:p w:rsidR="00636DCB" w:rsidRDefault="00636DCB" w:rsidP="008F36E9">
      <w:pPr>
        <w:pStyle w:val="NoSpacing"/>
        <w:numPr>
          <w:ilvl w:val="0"/>
          <w:numId w:val="28"/>
        </w:numPr>
        <w:jc w:val="both"/>
        <w:rPr>
          <w:sz w:val="28"/>
          <w:szCs w:val="28"/>
        </w:rPr>
      </w:pPr>
      <w:r w:rsidRPr="009A08E9">
        <w:rPr>
          <w:sz w:val="28"/>
          <w:szCs w:val="28"/>
        </w:rPr>
        <w:t>płytki 30-otworkowe z mostkami</w:t>
      </w:r>
    </w:p>
    <w:p w:rsidR="00636DCB" w:rsidRDefault="00636DCB" w:rsidP="008F36E9">
      <w:pPr>
        <w:pStyle w:val="NoSpacing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korowe samowkręcające średnicy 2 mm. długości 6 mm.</w:t>
      </w:r>
    </w:p>
    <w:p w:rsidR="00636DCB" w:rsidRDefault="00636DCB" w:rsidP="008F36E9">
      <w:pPr>
        <w:pStyle w:val="NoSpacing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korowe samowkręcające średnicy 2 mm. długości 8 mm.</w:t>
      </w:r>
    </w:p>
    <w:p w:rsidR="00636DCB" w:rsidRDefault="00636DCB" w:rsidP="008F36E9">
      <w:pPr>
        <w:pStyle w:val="NoSpacing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materiał- tytan</w:t>
      </w:r>
    </w:p>
    <w:p w:rsidR="00636DCB" w:rsidRDefault="00636DCB" w:rsidP="008F36E9">
      <w:pPr>
        <w:pStyle w:val="NoSpacing"/>
        <w:jc w:val="both"/>
        <w:rPr>
          <w:sz w:val="28"/>
          <w:szCs w:val="28"/>
        </w:rPr>
      </w:pPr>
    </w:p>
    <w:p w:rsidR="00636DCB" w:rsidRDefault="00636DCB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Skład: 1 płyta, 5 śrub 6 mm. i 5 śrub 8 mm.</w:t>
      </w:r>
    </w:p>
    <w:p w:rsidR="00636DCB" w:rsidRDefault="00636DCB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Ilość- 10 zestawów</w:t>
      </w:r>
    </w:p>
    <w:p w:rsidR="00636DCB" w:rsidRDefault="00636DCB" w:rsidP="0075226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Zakup w zależności od zużycia. Narzędzia do</w:t>
      </w:r>
      <w:r w:rsidRPr="00C948CD">
        <w:rPr>
          <w:sz w:val="28"/>
          <w:szCs w:val="28"/>
        </w:rPr>
        <w:t xml:space="preserve">  </w:t>
      </w:r>
      <w:r>
        <w:rPr>
          <w:sz w:val="28"/>
          <w:szCs w:val="28"/>
        </w:rPr>
        <w:t>implantacji  .</w:t>
      </w: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Pr="00712503" w:rsidRDefault="00636DCB" w:rsidP="008F36E9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 xml:space="preserve">13 </w:t>
      </w:r>
      <w:r w:rsidRPr="00712503">
        <w:rPr>
          <w:b/>
          <w:bCs/>
          <w:i/>
          <w:iCs/>
          <w:sz w:val="28"/>
          <w:szCs w:val="28"/>
        </w:rPr>
        <w:t>do SIWZ</w:t>
      </w:r>
    </w:p>
    <w:p w:rsidR="00636DCB" w:rsidRDefault="00636DCB" w:rsidP="008F36E9">
      <w:pPr>
        <w:jc w:val="both"/>
      </w:pPr>
    </w:p>
    <w:p w:rsidR="00636DCB" w:rsidRPr="00227E44" w:rsidRDefault="00636DCB" w:rsidP="008F36E9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Pakiet Nr 13 </w:t>
      </w:r>
      <w:r w:rsidRPr="00227E44">
        <w:rPr>
          <w:b/>
          <w:bCs/>
          <w:sz w:val="32"/>
          <w:szCs w:val="32"/>
        </w:rPr>
        <w:t xml:space="preserve">Zestaw do cementoplastyki trzonów kręgów piersiowych i lędźwiowych  </w:t>
      </w:r>
    </w:p>
    <w:p w:rsidR="00636DCB" w:rsidRPr="001F1449" w:rsidRDefault="00636DCB" w:rsidP="008F36E9">
      <w:pPr>
        <w:pStyle w:val="NoSpacing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 Zestaw do cementoplastyki trzonów</w:t>
      </w:r>
    </w:p>
    <w:p w:rsidR="00636DCB" w:rsidRDefault="00636DCB" w:rsidP="008F36E9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igły z trokarem do podawania cementu kostnego min. 3 różne średnice, 2 długości oraz 2 kształty ostrzy – stożkowe i jednostronnie ścięte</w:t>
      </w:r>
    </w:p>
    <w:p w:rsidR="00636DCB" w:rsidRDefault="00636DCB" w:rsidP="008F36E9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sterylne urządzenie mieszająco-podające</w:t>
      </w:r>
      <w:r>
        <w:rPr>
          <w:sz w:val="28"/>
          <w:szCs w:val="28"/>
        </w:rPr>
        <w:t xml:space="preserve"> pozwalające na </w:t>
      </w:r>
      <w:r w:rsidRPr="001F1449">
        <w:rPr>
          <w:sz w:val="28"/>
          <w:szCs w:val="28"/>
        </w:rPr>
        <w:t>mieszanie składników cementu w zamkniętym pojemniku przez stałą jednostkę czasu z wykluczeniem błędu czynnika ludzkiego oraz samoczynne wypełnianie cementem zestawu do jego podawania</w:t>
      </w:r>
    </w:p>
    <w:p w:rsidR="00636DCB" w:rsidRDefault="00636DCB" w:rsidP="008F36E9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strzyk</w:t>
      </w:r>
      <w:r>
        <w:rPr>
          <w:sz w:val="28"/>
          <w:szCs w:val="28"/>
        </w:rPr>
        <w:t>awka z możliwością podania do 12</w:t>
      </w:r>
      <w:r w:rsidRPr="001F1449">
        <w:rPr>
          <w:sz w:val="28"/>
          <w:szCs w:val="28"/>
        </w:rPr>
        <w:t xml:space="preserve"> ml cementu</w:t>
      </w:r>
    </w:p>
    <w:p w:rsidR="00636DCB" w:rsidRDefault="00636DCB" w:rsidP="008F36E9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minimum 3</w:t>
      </w:r>
      <w:r w:rsidRPr="001F1449">
        <w:rPr>
          <w:sz w:val="28"/>
          <w:szCs w:val="28"/>
        </w:rPr>
        <w:t xml:space="preserve">0 cm długości przewód giętki </w:t>
      </w:r>
      <w:r>
        <w:rPr>
          <w:sz w:val="28"/>
          <w:szCs w:val="28"/>
        </w:rPr>
        <w:t>łączący igłę z podajnikiem zabezpieczającym operatora przed bezpośrednim oddziaływaniem promieniowania r</w:t>
      </w:r>
      <w:r w:rsidRPr="001F1449">
        <w:rPr>
          <w:sz w:val="28"/>
          <w:szCs w:val="28"/>
        </w:rPr>
        <w:t>tg</w:t>
      </w:r>
    </w:p>
    <w:p w:rsidR="00636DCB" w:rsidRDefault="00636DCB" w:rsidP="008F36E9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cement o podwyższonej lepkości, zawierający środek cieniujący – 30% siarczanu baru, zawierający hydrochinon opóźniający wiązanie, dający komfort operatorowi do 18 min.</w:t>
      </w:r>
    </w:p>
    <w:p w:rsidR="00636DCB" w:rsidRPr="001F1449" w:rsidRDefault="00636DCB" w:rsidP="008F36E9">
      <w:pPr>
        <w:pStyle w:val="NoSpacing"/>
        <w:jc w:val="both"/>
        <w:rPr>
          <w:sz w:val="28"/>
          <w:szCs w:val="28"/>
        </w:rPr>
      </w:pPr>
    </w:p>
    <w:p w:rsidR="00636DCB" w:rsidRDefault="00636DCB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</w:t>
      </w:r>
      <w:r w:rsidRPr="001F1449">
        <w:rPr>
          <w:sz w:val="28"/>
          <w:szCs w:val="28"/>
        </w:rPr>
        <w:t>: zestaw do mieszania wraz z podajnikiem szt. 1, cement kręgosłup</w:t>
      </w:r>
      <w:r>
        <w:rPr>
          <w:sz w:val="28"/>
          <w:szCs w:val="28"/>
        </w:rPr>
        <w:t>owy min. 12 ml.</w:t>
      </w:r>
      <w:r w:rsidRPr="001F1449">
        <w:rPr>
          <w:sz w:val="28"/>
          <w:szCs w:val="28"/>
        </w:rPr>
        <w:t xml:space="preserve"> igły kostne szt. 2</w:t>
      </w:r>
    </w:p>
    <w:p w:rsidR="00636DCB" w:rsidRDefault="00636DCB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Ilość- 100 kompletów</w:t>
      </w:r>
    </w:p>
    <w:p w:rsidR="00636DCB" w:rsidRPr="001F1449" w:rsidRDefault="00636DCB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4 komplety</w:t>
      </w:r>
    </w:p>
    <w:p w:rsidR="00636DCB" w:rsidRDefault="00636DCB" w:rsidP="008F36E9">
      <w:pPr>
        <w:jc w:val="both"/>
      </w:pPr>
    </w:p>
    <w:p w:rsidR="00636DCB" w:rsidRPr="006F3F54" w:rsidRDefault="00636DCB" w:rsidP="008F36E9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6F3F54">
        <w:rPr>
          <w:rFonts w:ascii="Calibri" w:hAnsi="Calibri" w:cs="Calibri"/>
          <w:b/>
          <w:bCs/>
          <w:sz w:val="28"/>
          <w:szCs w:val="28"/>
        </w:rPr>
        <w:t>2. Zestaw do biopsji trzonów kręgów w odcinku piersiowym i lędźwiowym</w:t>
      </w: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 : igła łącznie ze świdrem do pobierania materiału</w:t>
      </w:r>
    </w:p>
    <w:p w:rsidR="00636DCB" w:rsidRDefault="00636DCB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Ilość: 24 komplety </w:t>
      </w:r>
    </w:p>
    <w:p w:rsidR="00636DCB" w:rsidRPr="006F3F54" w:rsidRDefault="00636DCB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 : 2 komplety</w:t>
      </w: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Default="00636DCB" w:rsidP="0018104C">
      <w:pPr>
        <w:pStyle w:val="NoSpacing"/>
        <w:jc w:val="both"/>
        <w:rPr>
          <w:b/>
          <w:bCs/>
          <w:sz w:val="32"/>
          <w:szCs w:val="32"/>
        </w:rPr>
      </w:pPr>
    </w:p>
    <w:p w:rsidR="00636DCB" w:rsidRPr="00712503" w:rsidRDefault="00636DCB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>cznik Nr 14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636DCB" w:rsidRDefault="00636DCB" w:rsidP="008F36E9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0"/>
          <w:szCs w:val="30"/>
        </w:rPr>
        <w:t xml:space="preserve">Pakiet Nr 14  </w:t>
      </w:r>
      <w:r w:rsidRPr="008F36E9">
        <w:rPr>
          <w:sz w:val="30"/>
          <w:szCs w:val="30"/>
        </w:rPr>
        <w:t xml:space="preserve"> </w:t>
      </w:r>
      <w:r w:rsidRPr="008F36E9">
        <w:rPr>
          <w:b/>
          <w:bCs/>
          <w:sz w:val="30"/>
          <w:szCs w:val="30"/>
        </w:rPr>
        <w:t>Zestaw do wertebrektomii w odcinku lędźwiowym i</w:t>
      </w:r>
      <w:r w:rsidRPr="00C94CD8">
        <w:rPr>
          <w:b/>
          <w:bCs/>
          <w:sz w:val="32"/>
          <w:szCs w:val="32"/>
        </w:rPr>
        <w:t xml:space="preserve"> piersiowym kręgosłupa z możliwością mocowania do stabilizacji transpedikularnej. </w:t>
      </w:r>
    </w:p>
    <w:p w:rsidR="00636DCB" w:rsidRDefault="00636DCB" w:rsidP="008F36E9">
      <w:pPr>
        <w:pStyle w:val="NoSpacing"/>
        <w:rPr>
          <w:b/>
          <w:bCs/>
          <w:sz w:val="28"/>
          <w:szCs w:val="28"/>
        </w:rPr>
      </w:pPr>
    </w:p>
    <w:p w:rsidR="00636DCB" w:rsidRPr="00C94CD8" w:rsidRDefault="00636DCB" w:rsidP="008F36E9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Parametry zestawu</w:t>
      </w:r>
    </w:p>
    <w:p w:rsidR="00636DCB" w:rsidRDefault="00636DCB" w:rsidP="00985A5F">
      <w:pPr>
        <w:pStyle w:val="NoSpacing"/>
        <w:numPr>
          <w:ilvl w:val="0"/>
          <w:numId w:val="4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 xml:space="preserve">implanty międzytrzonowe (cage) aplikowane z dostępu przedniego lub przednio-bocznego o prostokątnym przekroju poprzecznym i anatomicznym przekroju podłużnym, otwarte od góry i dołu na całej przestrzeni, dostępne w odmianach </w:t>
      </w:r>
      <w:r w:rsidRPr="00775715">
        <w:rPr>
          <w:color w:val="000000"/>
          <w:sz w:val="28"/>
          <w:szCs w:val="28"/>
        </w:rPr>
        <w:t xml:space="preserve">dyskowej (nielordotycznej) </w:t>
      </w:r>
      <w:r w:rsidRPr="00775715">
        <w:rPr>
          <w:sz w:val="28"/>
          <w:szCs w:val="28"/>
        </w:rPr>
        <w:t>oraz trzonowej (lordotycznej) umożliwiające budowanie składanej konstrukcji wieloelementowej,</w:t>
      </w:r>
    </w:p>
    <w:p w:rsidR="00636DCB" w:rsidRPr="00775715" w:rsidRDefault="00636DCB" w:rsidP="00985A5F">
      <w:pPr>
        <w:pStyle w:val="NoSpacing"/>
        <w:numPr>
          <w:ilvl w:val="0"/>
          <w:numId w:val="4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rozmiary implantów w poszczególnych odmianach:</w:t>
      </w:r>
    </w:p>
    <w:p w:rsidR="00636DCB" w:rsidRPr="00775715" w:rsidRDefault="00636DCB" w:rsidP="00985A5F">
      <w:pPr>
        <w:pStyle w:val="NoSpacing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75715">
        <w:rPr>
          <w:color w:val="000000"/>
          <w:sz w:val="28"/>
          <w:szCs w:val="28"/>
        </w:rPr>
        <w:t xml:space="preserve">dyskowa (lordotyczna) </w:t>
      </w:r>
      <w:r w:rsidRPr="00775715">
        <w:rPr>
          <w:sz w:val="28"/>
          <w:szCs w:val="28"/>
        </w:rPr>
        <w:t>długość 25 mm, szerokość 35 mm, wysokość</w:t>
      </w:r>
    </w:p>
    <w:p w:rsidR="00636DCB" w:rsidRDefault="00636DCB" w:rsidP="00985A5F">
      <w:pPr>
        <w:pStyle w:val="NoSpacing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10-18 mm,</w:t>
      </w:r>
    </w:p>
    <w:p w:rsidR="00636DCB" w:rsidRPr="00775715" w:rsidRDefault="00636DCB" w:rsidP="00985A5F">
      <w:pPr>
        <w:pStyle w:val="NoSpacing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75715">
        <w:rPr>
          <w:sz w:val="28"/>
          <w:szCs w:val="28"/>
        </w:rPr>
        <w:t>trzonowa (lordotyczna) długość 25 mm, szerokość 35 mm, wysokość</w:t>
      </w:r>
    </w:p>
    <w:p w:rsidR="00636DCB" w:rsidRPr="00775715" w:rsidRDefault="00636DCB" w:rsidP="00985A5F">
      <w:pPr>
        <w:pStyle w:val="NoSpacing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13-19 mm o różnym stopniu nachylenia kątowego 5° i 13°,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możliwość odtwarzania i utrzymania wysokości przestrzeni trzonów i sąsiadujących dysków wraz z możliwością korekcji kąta krzywizny kręgosłupa,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 xml:space="preserve">kompozytowe pręty o grubości 6 mm; w co najmniej 8 długościach, o różnych stopniach ugięcia  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możliwość łączenia elementów składanej konstrukcji za pomocą śruby łączącej wyk</w:t>
      </w:r>
      <w:r>
        <w:rPr>
          <w:sz w:val="28"/>
          <w:szCs w:val="28"/>
        </w:rPr>
        <w:t xml:space="preserve">onanej ze stopu tytanowego </w:t>
      </w:r>
      <w:r w:rsidRPr="00775715">
        <w:rPr>
          <w:sz w:val="28"/>
          <w:szCs w:val="28"/>
        </w:rPr>
        <w:t xml:space="preserve"> przechodzącej w osi pionowej przez implanty w ich części centralnej od góry ku dołowi,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możliwość dodatkowej fiksacji impla</w:t>
      </w:r>
      <w:r>
        <w:rPr>
          <w:sz w:val="28"/>
          <w:szCs w:val="28"/>
        </w:rPr>
        <w:t>ntów</w:t>
      </w:r>
      <w:r w:rsidRPr="00775715">
        <w:rPr>
          <w:sz w:val="28"/>
          <w:szCs w:val="28"/>
        </w:rPr>
        <w:t xml:space="preserve"> łączonymi do prętów tylnej stabilizacji transpedikularnej osadzonej na trzonach sąsiadujących z miejscem wszczepu koszyków – stabilizacja 360°,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możliwość wypełnienia implantów wiórami kostnymi lub syntetycznym substytutem kostnym,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implanty muszą posiadać poprzeczne karby na powierzchniach stycznych gwarantujące głębokie umocowanie implantu w blaszkach trzonów zapobiegające migracji implantu oraz zapewniające odporność na ruchy rotacyjne stabilizowanego odcinka,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 xml:space="preserve">implanty „cage” (koszyki) oraz pręty do stabilizacji semidynamicznej muszą być wykonane z materiału </w:t>
      </w:r>
      <w:r>
        <w:rPr>
          <w:sz w:val="28"/>
          <w:szCs w:val="28"/>
        </w:rPr>
        <w:t>kompozytowego</w:t>
      </w:r>
      <w:r w:rsidRPr="00775715">
        <w:rPr>
          <w:sz w:val="28"/>
          <w:szCs w:val="28"/>
        </w:rPr>
        <w:t xml:space="preserve"> wzmocnion</w:t>
      </w:r>
      <w:r>
        <w:rPr>
          <w:sz w:val="28"/>
          <w:szCs w:val="28"/>
        </w:rPr>
        <w:t>ego długimi włóknami węglowymi,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 xml:space="preserve">kompozytowe pręty o grubości 6 mm; w co najmniej 8 długościach, o różnych stopniach ugięcia  </w:t>
      </w:r>
      <w:r>
        <w:rPr>
          <w:sz w:val="28"/>
          <w:szCs w:val="28"/>
        </w:rPr>
        <w:t xml:space="preserve"> </w:t>
      </w:r>
      <w:r w:rsidRPr="00775715">
        <w:rPr>
          <w:sz w:val="28"/>
          <w:szCs w:val="28"/>
        </w:rPr>
        <w:t>0°, 10°, 20° oraz 10°/20°,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implanty muszą być przezierne dla promieniowania RTG i posiadać metalowe znaczniki niebędące ferromagnetykami, widoczne w RTG,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śruby wieloosiowe tulipanowe ze stopu tytanowego o średnicy ok. 5, 6, 7 mm długości 35-55 mm ze skokiem co 5mm, z blokerami kompatybilnymi z prętami kompozytowymi;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>wszystkie implanty muszą nosić stałe znakowanie zawierające indywidualne cechy i nr serii,</w:t>
      </w:r>
    </w:p>
    <w:p w:rsidR="00636DCB" w:rsidRDefault="00636DCB" w:rsidP="00985A5F">
      <w:pPr>
        <w:pStyle w:val="NoSpacing"/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775715">
        <w:rPr>
          <w:sz w:val="28"/>
          <w:szCs w:val="28"/>
        </w:rPr>
        <w:t xml:space="preserve">implanty wraz z instrumentarium muszą posiadać aktualne świadectwo CE lub zgłoszenie do rejestru wyrobów medycznych. </w:t>
      </w:r>
    </w:p>
    <w:p w:rsidR="00636DCB" w:rsidRDefault="00636DCB" w:rsidP="00985A5F">
      <w:pPr>
        <w:pStyle w:val="NoSpacing"/>
        <w:jc w:val="both"/>
        <w:rPr>
          <w:sz w:val="28"/>
          <w:szCs w:val="28"/>
        </w:rPr>
      </w:pPr>
    </w:p>
    <w:p w:rsidR="00636DCB" w:rsidRPr="00C94CD8" w:rsidRDefault="00636DCB" w:rsidP="00985A5F">
      <w:pPr>
        <w:pStyle w:val="NoSpacing"/>
        <w:numPr>
          <w:ilvl w:val="0"/>
          <w:numId w:val="43"/>
        </w:numPr>
        <w:jc w:val="both"/>
        <w:rPr>
          <w:b/>
          <w:bCs/>
          <w:sz w:val="28"/>
          <w:szCs w:val="28"/>
        </w:rPr>
      </w:pPr>
      <w:r w:rsidRPr="00C94CD8">
        <w:rPr>
          <w:b/>
          <w:bCs/>
          <w:sz w:val="28"/>
          <w:szCs w:val="28"/>
        </w:rPr>
        <w:t>Implanty do wertebrektomii lędźwiowo-piersiowego odcinka kręgosłupa</w:t>
      </w:r>
    </w:p>
    <w:p w:rsidR="00636DCB" w:rsidRDefault="00636DCB" w:rsidP="00985A5F">
      <w:pPr>
        <w:pStyle w:val="NoSpacing"/>
        <w:jc w:val="both"/>
        <w:rPr>
          <w:sz w:val="28"/>
          <w:szCs w:val="28"/>
        </w:rPr>
      </w:pPr>
      <w:r w:rsidRPr="00C94CD8">
        <w:rPr>
          <w:sz w:val="28"/>
          <w:szCs w:val="28"/>
        </w:rPr>
        <w:t>Skład zestawu: 3 koszyki kompozytowe do wertebrektomii, 1 śruba łącząca z nakrętką, 2 protezy nasad (trzon + 2 tuleje),  2 łącznik</w:t>
      </w:r>
      <w:r>
        <w:rPr>
          <w:sz w:val="28"/>
          <w:szCs w:val="28"/>
        </w:rPr>
        <w:t>i transpedicularne z nakrętkami.</w:t>
      </w:r>
    </w:p>
    <w:p w:rsidR="00636DCB" w:rsidRDefault="00636DCB" w:rsidP="00985A5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10 zestawów</w:t>
      </w:r>
    </w:p>
    <w:p w:rsidR="00636DCB" w:rsidRDefault="00636DCB" w:rsidP="006962DE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Zestaw lotny:  </w:t>
      </w:r>
      <w:r w:rsidRPr="00C94CD8">
        <w:rPr>
          <w:sz w:val="28"/>
          <w:szCs w:val="28"/>
        </w:rPr>
        <w:t>3 koszyki kompozytowe do wertebrektomii, 1 śruba łącząca z nakrętką, 2 protezy nasad (trzon + 2 tuleje),  2 łącznik</w:t>
      </w:r>
      <w:r>
        <w:rPr>
          <w:sz w:val="28"/>
          <w:szCs w:val="28"/>
        </w:rPr>
        <w:t xml:space="preserve">i transpedicularne z nakrętkami wraz z narzędziami do implantacji w kontenerach. </w:t>
      </w:r>
    </w:p>
    <w:p w:rsidR="00636DCB" w:rsidRPr="00C94CD8" w:rsidRDefault="00636DCB" w:rsidP="00985A5F">
      <w:pPr>
        <w:pStyle w:val="NoSpacing"/>
        <w:jc w:val="both"/>
        <w:rPr>
          <w:sz w:val="28"/>
          <w:szCs w:val="28"/>
        </w:rPr>
      </w:pPr>
    </w:p>
    <w:p w:rsidR="00636DCB" w:rsidRPr="00C94CD8" w:rsidRDefault="00636DCB" w:rsidP="00985A5F">
      <w:pPr>
        <w:pStyle w:val="NoSpacing"/>
        <w:numPr>
          <w:ilvl w:val="0"/>
          <w:numId w:val="43"/>
        </w:numPr>
        <w:jc w:val="both"/>
        <w:rPr>
          <w:b/>
          <w:bCs/>
          <w:sz w:val="28"/>
          <w:szCs w:val="28"/>
        </w:rPr>
      </w:pPr>
      <w:r w:rsidRPr="00C94CD8">
        <w:rPr>
          <w:b/>
          <w:bCs/>
          <w:sz w:val="28"/>
          <w:szCs w:val="28"/>
        </w:rPr>
        <w:t>Semidynamiczna stabilizacja transpedicularna z dostępu tylnego</w:t>
      </w:r>
    </w:p>
    <w:p w:rsidR="00636DCB" w:rsidRDefault="00636DCB" w:rsidP="00985A5F">
      <w:pPr>
        <w:pStyle w:val="NoSpacing"/>
        <w:jc w:val="both"/>
        <w:rPr>
          <w:sz w:val="28"/>
          <w:szCs w:val="28"/>
        </w:rPr>
      </w:pPr>
      <w:r w:rsidRPr="00C94CD8">
        <w:rPr>
          <w:sz w:val="28"/>
          <w:szCs w:val="28"/>
        </w:rPr>
        <w:t>Skład zestawu: 8 śrub z nakrętkami, 2 pręty kompozytowe;</w:t>
      </w:r>
    </w:p>
    <w:p w:rsidR="00636DCB" w:rsidRDefault="00636DCB" w:rsidP="00985A5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7 zestawów</w:t>
      </w:r>
    </w:p>
    <w:p w:rsidR="00636DCB" w:rsidRDefault="00636DCB" w:rsidP="006962D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Zestaw lotny:  8 śrub z nakrętkami, 2 pręty kompozytowe wraz z narzędziami do implantacji w kontenerach. </w:t>
      </w:r>
    </w:p>
    <w:p w:rsidR="00636DCB" w:rsidRPr="00C94CD8" w:rsidRDefault="00636DCB" w:rsidP="00985A5F">
      <w:pPr>
        <w:pStyle w:val="NoSpacing"/>
        <w:jc w:val="both"/>
        <w:rPr>
          <w:sz w:val="28"/>
          <w:szCs w:val="28"/>
        </w:rPr>
      </w:pPr>
    </w:p>
    <w:p w:rsidR="00636DCB" w:rsidRPr="00C94CD8" w:rsidRDefault="00636DCB" w:rsidP="00985A5F">
      <w:pPr>
        <w:pStyle w:val="NoSpacing"/>
        <w:numPr>
          <w:ilvl w:val="0"/>
          <w:numId w:val="43"/>
        </w:numPr>
        <w:jc w:val="both"/>
        <w:rPr>
          <w:b/>
          <w:bCs/>
          <w:sz w:val="28"/>
          <w:szCs w:val="28"/>
        </w:rPr>
      </w:pPr>
      <w:r w:rsidRPr="00C94CD8">
        <w:rPr>
          <w:b/>
          <w:bCs/>
          <w:sz w:val="28"/>
          <w:szCs w:val="28"/>
        </w:rPr>
        <w:t>Stabilizacja transpedicularna sztywna z dostępu tylnego</w:t>
      </w:r>
    </w:p>
    <w:p w:rsidR="00636DCB" w:rsidRDefault="00636DCB" w:rsidP="00985A5F">
      <w:pPr>
        <w:pStyle w:val="NoSpacing"/>
        <w:jc w:val="both"/>
        <w:rPr>
          <w:sz w:val="28"/>
          <w:szCs w:val="28"/>
        </w:rPr>
      </w:pPr>
      <w:r w:rsidRPr="00C94CD8">
        <w:rPr>
          <w:sz w:val="28"/>
          <w:szCs w:val="28"/>
        </w:rPr>
        <w:t xml:space="preserve">Skład zestawu: 8 śrub z nakrętkami, 2 pręty </w:t>
      </w:r>
      <w:r>
        <w:rPr>
          <w:sz w:val="28"/>
          <w:szCs w:val="28"/>
        </w:rPr>
        <w:t>tytanowe.</w:t>
      </w:r>
    </w:p>
    <w:p w:rsidR="00636DCB" w:rsidRPr="00C94CD8" w:rsidRDefault="00636DCB" w:rsidP="00985A5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7 zestawów</w:t>
      </w:r>
    </w:p>
    <w:p w:rsidR="00636DCB" w:rsidRPr="00775715" w:rsidRDefault="00636DCB" w:rsidP="00985A5F">
      <w:pPr>
        <w:pStyle w:val="NoSpacing"/>
        <w:jc w:val="both"/>
        <w:rPr>
          <w:sz w:val="28"/>
          <w:szCs w:val="28"/>
        </w:rPr>
      </w:pPr>
    </w:p>
    <w:p w:rsidR="00636DCB" w:rsidRDefault="00636DCB" w:rsidP="006962D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Zestaw lotny:  </w:t>
      </w:r>
      <w:r w:rsidRPr="00C94CD8">
        <w:rPr>
          <w:sz w:val="28"/>
          <w:szCs w:val="28"/>
        </w:rPr>
        <w:t xml:space="preserve">8 śrub z nakrętkami, 2 pręty </w:t>
      </w:r>
      <w:r>
        <w:rPr>
          <w:sz w:val="28"/>
          <w:szCs w:val="28"/>
        </w:rPr>
        <w:t xml:space="preserve">tytanowe wraz z narzędziami do implantacji w kontenerach. </w:t>
      </w:r>
    </w:p>
    <w:p w:rsidR="00636DCB" w:rsidRDefault="00636DCB" w:rsidP="006962DE">
      <w:pPr>
        <w:pStyle w:val="NoSpacing"/>
        <w:rPr>
          <w:sz w:val="28"/>
          <w:szCs w:val="28"/>
        </w:rPr>
      </w:pPr>
    </w:p>
    <w:p w:rsidR="00636DCB" w:rsidRPr="008F36E9" w:rsidRDefault="00636DCB" w:rsidP="00985A5F">
      <w:pPr>
        <w:pStyle w:val="Heading3"/>
        <w:jc w:val="both"/>
        <w:rPr>
          <w:rFonts w:cs="Times New Roman"/>
          <w:sz w:val="28"/>
          <w:szCs w:val="28"/>
        </w:rPr>
      </w:pPr>
    </w:p>
    <w:p w:rsidR="00636DCB" w:rsidRDefault="00636DCB"/>
    <w:sectPr w:rsidR="00636DCB" w:rsidSect="00134A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DCB" w:rsidRDefault="00636DCB" w:rsidP="00811FC2">
      <w:r>
        <w:separator/>
      </w:r>
    </w:p>
  </w:endnote>
  <w:endnote w:type="continuationSeparator" w:id="1">
    <w:p w:rsidR="00636DCB" w:rsidRDefault="00636DCB" w:rsidP="00811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CB" w:rsidRDefault="00636DCB" w:rsidP="003E478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36DCB" w:rsidRDefault="00636DCB" w:rsidP="00624ABF">
    <w:pPr>
      <w:pStyle w:val="Foo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</w:t>
    </w:r>
  </w:p>
  <w:p w:rsidR="00636DCB" w:rsidRPr="00C118A1" w:rsidRDefault="00636DCB" w:rsidP="00624ABF">
    <w:pPr>
      <w:suppressAutoHyphens/>
      <w:jc w:val="center"/>
      <w:rPr>
        <w:rFonts w:ascii="Arial" w:hAnsi="Arial" w:cs="Arial"/>
        <w:spacing w:val="-4"/>
        <w:sz w:val="16"/>
        <w:szCs w:val="16"/>
        <w:lang w:eastAsia="ar-SA"/>
      </w:rPr>
    </w:pPr>
    <w:r>
      <w:rPr>
        <w:rFonts w:ascii="Arial" w:hAnsi="Arial" w:cs="Arial"/>
        <w:sz w:val="16"/>
        <w:szCs w:val="16"/>
      </w:rPr>
      <w:t>15</w:t>
    </w:r>
    <w:r w:rsidRPr="00C118A1">
      <w:rPr>
        <w:rFonts w:ascii="Arial" w:hAnsi="Arial" w:cs="Arial"/>
        <w:sz w:val="16"/>
        <w:szCs w:val="16"/>
      </w:rPr>
      <w:t xml:space="preserve"> /2017–</w:t>
    </w:r>
    <w:r>
      <w:rPr>
        <w:rFonts w:ascii="Arial" w:hAnsi="Arial" w:cs="Arial"/>
        <w:sz w:val="16"/>
        <w:szCs w:val="16"/>
      </w:rPr>
      <w:t xml:space="preserve"> SIWZ </w:t>
    </w:r>
    <w:r w:rsidRPr="00C118A1">
      <w:rPr>
        <w:rFonts w:ascii="Arial" w:hAnsi="Arial" w:cs="Arial"/>
        <w:sz w:val="16"/>
        <w:szCs w:val="16"/>
      </w:rPr>
      <w:t xml:space="preserve"> Dostawa implantów kręgosłupowych w 1</w:t>
    </w:r>
    <w:r>
      <w:rPr>
        <w:rFonts w:ascii="Arial" w:hAnsi="Arial" w:cs="Arial"/>
        <w:sz w:val="16"/>
        <w:szCs w:val="16"/>
      </w:rPr>
      <w:t>4</w:t>
    </w:r>
    <w:r w:rsidRPr="00C118A1">
      <w:rPr>
        <w:rFonts w:ascii="Arial" w:hAnsi="Arial" w:cs="Arial"/>
        <w:sz w:val="16"/>
        <w:szCs w:val="16"/>
      </w:rPr>
      <w:t xml:space="preserve"> pakietach  </w:t>
    </w:r>
    <w:r w:rsidRPr="00C118A1">
      <w:rPr>
        <w:rFonts w:ascii="Arial" w:hAnsi="Arial" w:cs="Arial"/>
        <w:spacing w:val="-4"/>
        <w:sz w:val="16"/>
        <w:szCs w:val="16"/>
        <w:lang w:eastAsia="ar-SA"/>
      </w:rPr>
      <w:t xml:space="preserve">dla Oddz. Neurochirurgii, Neurotraumatologii i Chirurgii Kręgosłupa </w:t>
    </w:r>
    <w:r w:rsidRPr="00C118A1">
      <w:rPr>
        <w:rFonts w:ascii="Arial" w:hAnsi="Arial" w:cs="Arial"/>
        <w:sz w:val="16"/>
        <w:szCs w:val="16"/>
      </w:rPr>
      <w:t xml:space="preserve"> </w:t>
    </w:r>
    <w:r w:rsidRPr="00C118A1">
      <w:rPr>
        <w:rFonts w:ascii="Arial" w:hAnsi="Arial" w:cs="Arial"/>
        <w:spacing w:val="-4"/>
        <w:sz w:val="16"/>
        <w:szCs w:val="16"/>
        <w:lang w:eastAsia="ar-SA"/>
      </w:rPr>
      <w:t>WSZ w Elblągu</w:t>
    </w:r>
  </w:p>
  <w:p w:rsidR="00636DCB" w:rsidRDefault="00636DCB" w:rsidP="00985A5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DCB" w:rsidRDefault="00636DCB" w:rsidP="00811FC2">
      <w:r>
        <w:separator/>
      </w:r>
    </w:p>
  </w:footnote>
  <w:footnote w:type="continuationSeparator" w:id="1">
    <w:p w:rsidR="00636DCB" w:rsidRDefault="00636DCB" w:rsidP="00811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4E68"/>
    <w:multiLevelType w:val="hybridMultilevel"/>
    <w:tmpl w:val="7B422B80"/>
    <w:lvl w:ilvl="0" w:tplc="827EAECA">
      <w:start w:val="1"/>
      <w:numFmt w:val="bullet"/>
      <w:lvlText w:val=""/>
      <w:lvlJc w:val="left"/>
      <w:pPr>
        <w:tabs>
          <w:tab w:val="num" w:pos="5475"/>
        </w:tabs>
        <w:ind w:left="5222" w:hanging="5222"/>
      </w:pPr>
      <w:rPr>
        <w:rFonts w:ascii="Symbol" w:hAnsi="Symbol" w:cs="Symbol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1780358"/>
    <w:multiLevelType w:val="hybridMultilevel"/>
    <w:tmpl w:val="FBA6C8B6"/>
    <w:lvl w:ilvl="0" w:tplc="827EAECA">
      <w:start w:val="1"/>
      <w:numFmt w:val="bullet"/>
      <w:lvlText w:val=""/>
      <w:lvlJc w:val="left"/>
      <w:pPr>
        <w:tabs>
          <w:tab w:val="num" w:pos="5475"/>
        </w:tabs>
        <w:ind w:left="5222" w:hanging="5222"/>
      </w:pPr>
      <w:rPr>
        <w:rFonts w:ascii="Symbol" w:hAnsi="Symbol" w:cs="Symbol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1E02C0B"/>
    <w:multiLevelType w:val="hybridMultilevel"/>
    <w:tmpl w:val="13864CA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192CB2"/>
    <w:multiLevelType w:val="hybridMultilevel"/>
    <w:tmpl w:val="B05A03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3D83444"/>
    <w:multiLevelType w:val="hybridMultilevel"/>
    <w:tmpl w:val="17EACC1E"/>
    <w:lvl w:ilvl="0" w:tplc="4BB025A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6353E3F"/>
    <w:multiLevelType w:val="hybridMultilevel"/>
    <w:tmpl w:val="76D8BC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6C30F04"/>
    <w:multiLevelType w:val="hybridMultilevel"/>
    <w:tmpl w:val="765627F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>
    <w:nsid w:val="07347ABF"/>
    <w:multiLevelType w:val="hybridMultilevel"/>
    <w:tmpl w:val="90E04A80"/>
    <w:lvl w:ilvl="0" w:tplc="827EAECA">
      <w:start w:val="1"/>
      <w:numFmt w:val="bullet"/>
      <w:lvlText w:val=""/>
      <w:lvlJc w:val="left"/>
      <w:pPr>
        <w:tabs>
          <w:tab w:val="num" w:pos="5475"/>
        </w:tabs>
        <w:ind w:left="5222" w:hanging="5222"/>
      </w:pPr>
      <w:rPr>
        <w:rFonts w:ascii="Symbol" w:hAnsi="Symbol" w:cs="Symbol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08F26170"/>
    <w:multiLevelType w:val="hybridMultilevel"/>
    <w:tmpl w:val="7D2A20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90B6BF8"/>
    <w:multiLevelType w:val="hybridMultilevel"/>
    <w:tmpl w:val="BCA47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AAD0A1D"/>
    <w:multiLevelType w:val="hybridMultilevel"/>
    <w:tmpl w:val="7AE65C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BD0387D"/>
    <w:multiLevelType w:val="hybridMultilevel"/>
    <w:tmpl w:val="CD42DD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1806D2"/>
    <w:multiLevelType w:val="hybridMultilevel"/>
    <w:tmpl w:val="B394C9D4"/>
    <w:lvl w:ilvl="0" w:tplc="0415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 w:hint="default"/>
      </w:rPr>
    </w:lvl>
  </w:abstractNum>
  <w:abstractNum w:abstractNumId="13">
    <w:nsid w:val="1F87346F"/>
    <w:multiLevelType w:val="hybridMultilevel"/>
    <w:tmpl w:val="A0961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0C9666A"/>
    <w:multiLevelType w:val="hybridMultilevel"/>
    <w:tmpl w:val="863C2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C45231"/>
    <w:multiLevelType w:val="hybridMultilevel"/>
    <w:tmpl w:val="8ED0331C"/>
    <w:lvl w:ilvl="0" w:tplc="C336A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D92519"/>
    <w:multiLevelType w:val="hybridMultilevel"/>
    <w:tmpl w:val="E0908D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6D4428A"/>
    <w:multiLevelType w:val="hybridMultilevel"/>
    <w:tmpl w:val="C5C242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A036F96"/>
    <w:multiLevelType w:val="hybridMultilevel"/>
    <w:tmpl w:val="52B207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B27318D"/>
    <w:multiLevelType w:val="hybridMultilevel"/>
    <w:tmpl w:val="5202A1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2EF35759"/>
    <w:multiLevelType w:val="hybridMultilevel"/>
    <w:tmpl w:val="76CCD1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1541E4D"/>
    <w:multiLevelType w:val="hybridMultilevel"/>
    <w:tmpl w:val="490CE5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25B14B5"/>
    <w:multiLevelType w:val="hybridMultilevel"/>
    <w:tmpl w:val="28B630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53768"/>
    <w:multiLevelType w:val="hybridMultilevel"/>
    <w:tmpl w:val="A7BED6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378A69DF"/>
    <w:multiLevelType w:val="hybridMultilevel"/>
    <w:tmpl w:val="C8641E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88469FA"/>
    <w:multiLevelType w:val="hybridMultilevel"/>
    <w:tmpl w:val="DC24F3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A9D51F2"/>
    <w:multiLevelType w:val="hybridMultilevel"/>
    <w:tmpl w:val="309C2C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156AB8"/>
    <w:multiLevelType w:val="hybridMultilevel"/>
    <w:tmpl w:val="E4C295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3A72CBE"/>
    <w:multiLevelType w:val="hybridMultilevel"/>
    <w:tmpl w:val="459CC1D0"/>
    <w:lvl w:ilvl="0" w:tplc="87149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44B75045"/>
    <w:multiLevelType w:val="hybridMultilevel"/>
    <w:tmpl w:val="36E69B5C"/>
    <w:lvl w:ilvl="0" w:tplc="87149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5D36E10"/>
    <w:multiLevelType w:val="hybridMultilevel"/>
    <w:tmpl w:val="7B340D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67069CF"/>
    <w:multiLevelType w:val="hybridMultilevel"/>
    <w:tmpl w:val="091E1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4A600E9B"/>
    <w:multiLevelType w:val="hybridMultilevel"/>
    <w:tmpl w:val="E80E10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4A7E05AF"/>
    <w:multiLevelType w:val="hybridMultilevel"/>
    <w:tmpl w:val="504860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A744DA6"/>
    <w:multiLevelType w:val="hybridMultilevel"/>
    <w:tmpl w:val="38AC6F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C961E0D"/>
    <w:multiLevelType w:val="hybridMultilevel"/>
    <w:tmpl w:val="0A5006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5D2527A6"/>
    <w:multiLevelType w:val="hybridMultilevel"/>
    <w:tmpl w:val="EFE4A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7C0D54"/>
    <w:multiLevelType w:val="hybridMultilevel"/>
    <w:tmpl w:val="1ED68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5FF465E0"/>
    <w:multiLevelType w:val="hybridMultilevel"/>
    <w:tmpl w:val="31B4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1BB2132"/>
    <w:multiLevelType w:val="hybridMultilevel"/>
    <w:tmpl w:val="5A20F5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648C0FA9"/>
    <w:multiLevelType w:val="hybridMultilevel"/>
    <w:tmpl w:val="32B83650"/>
    <w:lvl w:ilvl="0" w:tplc="F84C05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6C0B3539"/>
    <w:multiLevelType w:val="hybridMultilevel"/>
    <w:tmpl w:val="EE968C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6F4209B4"/>
    <w:multiLevelType w:val="hybridMultilevel"/>
    <w:tmpl w:val="B9349E4C"/>
    <w:lvl w:ilvl="0" w:tplc="827EAECA">
      <w:start w:val="1"/>
      <w:numFmt w:val="bullet"/>
      <w:lvlText w:val=""/>
      <w:lvlJc w:val="left"/>
      <w:pPr>
        <w:tabs>
          <w:tab w:val="num" w:pos="5475"/>
        </w:tabs>
        <w:ind w:left="5222" w:hanging="5222"/>
      </w:pPr>
      <w:rPr>
        <w:rFonts w:ascii="Symbol" w:hAnsi="Symbol" w:cs="Symbol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704018E6"/>
    <w:multiLevelType w:val="hybridMultilevel"/>
    <w:tmpl w:val="C80E72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4BE6712"/>
    <w:multiLevelType w:val="hybridMultilevel"/>
    <w:tmpl w:val="D8BC6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52A2C48"/>
    <w:multiLevelType w:val="hybridMultilevel"/>
    <w:tmpl w:val="FAFA0A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6155D9F"/>
    <w:multiLevelType w:val="hybridMultilevel"/>
    <w:tmpl w:val="E21CCB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7A1259B8"/>
    <w:multiLevelType w:val="hybridMultilevel"/>
    <w:tmpl w:val="645EF2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7A2E1AE5"/>
    <w:multiLevelType w:val="hybridMultilevel"/>
    <w:tmpl w:val="F5A0A3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>
    <w:nsid w:val="7B92572C"/>
    <w:multiLevelType w:val="hybridMultilevel"/>
    <w:tmpl w:val="19D2E4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>
    <w:nsid w:val="7F6472C7"/>
    <w:multiLevelType w:val="hybridMultilevel"/>
    <w:tmpl w:val="153E3F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6"/>
  </w:num>
  <w:num w:numId="2">
    <w:abstractNumId w:val="4"/>
  </w:num>
  <w:num w:numId="3">
    <w:abstractNumId w:val="40"/>
  </w:num>
  <w:num w:numId="4">
    <w:abstractNumId w:val="50"/>
  </w:num>
  <w:num w:numId="5">
    <w:abstractNumId w:val="33"/>
  </w:num>
  <w:num w:numId="6">
    <w:abstractNumId w:val="6"/>
  </w:num>
  <w:num w:numId="7">
    <w:abstractNumId w:val="39"/>
  </w:num>
  <w:num w:numId="8">
    <w:abstractNumId w:val="37"/>
  </w:num>
  <w:num w:numId="9">
    <w:abstractNumId w:val="9"/>
  </w:num>
  <w:num w:numId="10">
    <w:abstractNumId w:val="18"/>
  </w:num>
  <w:num w:numId="11">
    <w:abstractNumId w:val="24"/>
  </w:num>
  <w:num w:numId="12">
    <w:abstractNumId w:val="5"/>
  </w:num>
  <w:num w:numId="13">
    <w:abstractNumId w:val="48"/>
  </w:num>
  <w:num w:numId="14">
    <w:abstractNumId w:val="47"/>
  </w:num>
  <w:num w:numId="15">
    <w:abstractNumId w:val="26"/>
  </w:num>
  <w:num w:numId="16">
    <w:abstractNumId w:val="8"/>
  </w:num>
  <w:num w:numId="17">
    <w:abstractNumId w:val="44"/>
  </w:num>
  <w:num w:numId="18">
    <w:abstractNumId w:val="43"/>
  </w:num>
  <w:num w:numId="19">
    <w:abstractNumId w:val="13"/>
  </w:num>
  <w:num w:numId="20">
    <w:abstractNumId w:val="30"/>
  </w:num>
  <w:num w:numId="21">
    <w:abstractNumId w:val="21"/>
  </w:num>
  <w:num w:numId="22">
    <w:abstractNumId w:val="41"/>
  </w:num>
  <w:num w:numId="23">
    <w:abstractNumId w:val="38"/>
  </w:num>
  <w:num w:numId="24">
    <w:abstractNumId w:val="31"/>
  </w:num>
  <w:num w:numId="25">
    <w:abstractNumId w:val="34"/>
  </w:num>
  <w:num w:numId="26">
    <w:abstractNumId w:val="3"/>
  </w:num>
  <w:num w:numId="27">
    <w:abstractNumId w:val="12"/>
  </w:num>
  <w:num w:numId="28">
    <w:abstractNumId w:val="25"/>
  </w:num>
  <w:num w:numId="29">
    <w:abstractNumId w:val="49"/>
  </w:num>
  <w:num w:numId="30">
    <w:abstractNumId w:val="23"/>
  </w:num>
  <w:num w:numId="31">
    <w:abstractNumId w:val="2"/>
  </w:num>
  <w:num w:numId="32">
    <w:abstractNumId w:val="7"/>
  </w:num>
  <w:num w:numId="33">
    <w:abstractNumId w:val="27"/>
  </w:num>
  <w:num w:numId="34">
    <w:abstractNumId w:val="17"/>
  </w:num>
  <w:num w:numId="35">
    <w:abstractNumId w:val="22"/>
  </w:num>
  <w:num w:numId="36">
    <w:abstractNumId w:val="19"/>
  </w:num>
  <w:num w:numId="37">
    <w:abstractNumId w:val="45"/>
  </w:num>
  <w:num w:numId="38">
    <w:abstractNumId w:val="20"/>
  </w:num>
  <w:num w:numId="39">
    <w:abstractNumId w:val="46"/>
  </w:num>
  <w:num w:numId="40">
    <w:abstractNumId w:val="35"/>
  </w:num>
  <w:num w:numId="41">
    <w:abstractNumId w:val="11"/>
  </w:num>
  <w:num w:numId="42">
    <w:abstractNumId w:val="32"/>
  </w:num>
  <w:num w:numId="43">
    <w:abstractNumId w:val="14"/>
  </w:num>
  <w:num w:numId="44">
    <w:abstractNumId w:val="1"/>
  </w:num>
  <w:num w:numId="45">
    <w:abstractNumId w:val="29"/>
  </w:num>
  <w:num w:numId="46">
    <w:abstractNumId w:val="28"/>
  </w:num>
  <w:num w:numId="47">
    <w:abstractNumId w:val="42"/>
  </w:num>
  <w:num w:numId="48">
    <w:abstractNumId w:val="15"/>
  </w:num>
  <w:num w:numId="49">
    <w:abstractNumId w:val="0"/>
  </w:num>
  <w:num w:numId="50">
    <w:abstractNumId w:val="16"/>
  </w:num>
  <w:num w:numId="5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225D"/>
    <w:rsid w:val="00016750"/>
    <w:rsid w:val="00044106"/>
    <w:rsid w:val="00064AFA"/>
    <w:rsid w:val="00064B49"/>
    <w:rsid w:val="0009463D"/>
    <w:rsid w:val="000A261B"/>
    <w:rsid w:val="000F40E7"/>
    <w:rsid w:val="000F6950"/>
    <w:rsid w:val="00107C46"/>
    <w:rsid w:val="00110E40"/>
    <w:rsid w:val="0012699E"/>
    <w:rsid w:val="00134A96"/>
    <w:rsid w:val="00145C02"/>
    <w:rsid w:val="0018104C"/>
    <w:rsid w:val="001848BE"/>
    <w:rsid w:val="00186175"/>
    <w:rsid w:val="001B15DF"/>
    <w:rsid w:val="001B34CD"/>
    <w:rsid w:val="001E4DE4"/>
    <w:rsid w:val="001F066A"/>
    <w:rsid w:val="001F1449"/>
    <w:rsid w:val="001F6A86"/>
    <w:rsid w:val="0020366B"/>
    <w:rsid w:val="00227E44"/>
    <w:rsid w:val="00270666"/>
    <w:rsid w:val="002710C5"/>
    <w:rsid w:val="00282F27"/>
    <w:rsid w:val="002A0C5F"/>
    <w:rsid w:val="002A78C1"/>
    <w:rsid w:val="002E13FE"/>
    <w:rsid w:val="002E2476"/>
    <w:rsid w:val="002E2DFE"/>
    <w:rsid w:val="002E6F36"/>
    <w:rsid w:val="002F3F8A"/>
    <w:rsid w:val="00361ADA"/>
    <w:rsid w:val="0036549B"/>
    <w:rsid w:val="00366C54"/>
    <w:rsid w:val="00370A7A"/>
    <w:rsid w:val="00377461"/>
    <w:rsid w:val="00381BAB"/>
    <w:rsid w:val="003B05AC"/>
    <w:rsid w:val="003C5099"/>
    <w:rsid w:val="003D7D17"/>
    <w:rsid w:val="003E4784"/>
    <w:rsid w:val="003F49FC"/>
    <w:rsid w:val="003F739D"/>
    <w:rsid w:val="004110B5"/>
    <w:rsid w:val="00427151"/>
    <w:rsid w:val="004274CF"/>
    <w:rsid w:val="00431C59"/>
    <w:rsid w:val="004404A4"/>
    <w:rsid w:val="004703A8"/>
    <w:rsid w:val="00472B25"/>
    <w:rsid w:val="004944CE"/>
    <w:rsid w:val="004E349E"/>
    <w:rsid w:val="004E368E"/>
    <w:rsid w:val="00514B6C"/>
    <w:rsid w:val="00524273"/>
    <w:rsid w:val="0056729A"/>
    <w:rsid w:val="00567900"/>
    <w:rsid w:val="00590CA2"/>
    <w:rsid w:val="00596D8D"/>
    <w:rsid w:val="0059753E"/>
    <w:rsid w:val="005F3B91"/>
    <w:rsid w:val="00616C9A"/>
    <w:rsid w:val="00616F2F"/>
    <w:rsid w:val="00624ABF"/>
    <w:rsid w:val="00636DCB"/>
    <w:rsid w:val="00641906"/>
    <w:rsid w:val="006458E2"/>
    <w:rsid w:val="00653F65"/>
    <w:rsid w:val="006962DE"/>
    <w:rsid w:val="006A225D"/>
    <w:rsid w:val="006D3B2A"/>
    <w:rsid w:val="006D5086"/>
    <w:rsid w:val="006E1D74"/>
    <w:rsid w:val="006E6B83"/>
    <w:rsid w:val="006F15BA"/>
    <w:rsid w:val="006F3F54"/>
    <w:rsid w:val="00712503"/>
    <w:rsid w:val="00713FBC"/>
    <w:rsid w:val="0071420B"/>
    <w:rsid w:val="00723033"/>
    <w:rsid w:val="00725145"/>
    <w:rsid w:val="007432CD"/>
    <w:rsid w:val="0075226D"/>
    <w:rsid w:val="00763035"/>
    <w:rsid w:val="00772D22"/>
    <w:rsid w:val="00774417"/>
    <w:rsid w:val="00775715"/>
    <w:rsid w:val="007825DB"/>
    <w:rsid w:val="00785A9A"/>
    <w:rsid w:val="00787E63"/>
    <w:rsid w:val="00797261"/>
    <w:rsid w:val="007A7704"/>
    <w:rsid w:val="007B2722"/>
    <w:rsid w:val="007D6A02"/>
    <w:rsid w:val="00800CC0"/>
    <w:rsid w:val="00803990"/>
    <w:rsid w:val="00811FC2"/>
    <w:rsid w:val="008154D2"/>
    <w:rsid w:val="0082339B"/>
    <w:rsid w:val="00853693"/>
    <w:rsid w:val="0086006B"/>
    <w:rsid w:val="0087222E"/>
    <w:rsid w:val="00880BF8"/>
    <w:rsid w:val="0088466B"/>
    <w:rsid w:val="00887070"/>
    <w:rsid w:val="00892CAF"/>
    <w:rsid w:val="008A0963"/>
    <w:rsid w:val="008A4D1C"/>
    <w:rsid w:val="008A737C"/>
    <w:rsid w:val="008B270C"/>
    <w:rsid w:val="008B4F0C"/>
    <w:rsid w:val="008C1A2E"/>
    <w:rsid w:val="008C4AB6"/>
    <w:rsid w:val="008D137A"/>
    <w:rsid w:val="008D5E9A"/>
    <w:rsid w:val="008F36E9"/>
    <w:rsid w:val="009052D9"/>
    <w:rsid w:val="009150C9"/>
    <w:rsid w:val="00920127"/>
    <w:rsid w:val="00925CFC"/>
    <w:rsid w:val="009357F0"/>
    <w:rsid w:val="00953DB2"/>
    <w:rsid w:val="00963602"/>
    <w:rsid w:val="00972AFD"/>
    <w:rsid w:val="00985A5F"/>
    <w:rsid w:val="009863AA"/>
    <w:rsid w:val="009A08E9"/>
    <w:rsid w:val="009A4AA4"/>
    <w:rsid w:val="009A5611"/>
    <w:rsid w:val="009C6E2F"/>
    <w:rsid w:val="009E1E83"/>
    <w:rsid w:val="009F0F6A"/>
    <w:rsid w:val="00A03D08"/>
    <w:rsid w:val="00A1357B"/>
    <w:rsid w:val="00A151B0"/>
    <w:rsid w:val="00A166B4"/>
    <w:rsid w:val="00A36ADD"/>
    <w:rsid w:val="00A5319F"/>
    <w:rsid w:val="00A56415"/>
    <w:rsid w:val="00A702DE"/>
    <w:rsid w:val="00A72DE8"/>
    <w:rsid w:val="00A73AB5"/>
    <w:rsid w:val="00A83BBD"/>
    <w:rsid w:val="00A923DF"/>
    <w:rsid w:val="00AA4E51"/>
    <w:rsid w:val="00AB276A"/>
    <w:rsid w:val="00AC0EDF"/>
    <w:rsid w:val="00AC2A61"/>
    <w:rsid w:val="00AF2306"/>
    <w:rsid w:val="00AF253D"/>
    <w:rsid w:val="00AF340D"/>
    <w:rsid w:val="00B40A1F"/>
    <w:rsid w:val="00B45E8A"/>
    <w:rsid w:val="00B5625A"/>
    <w:rsid w:val="00B91397"/>
    <w:rsid w:val="00B9609F"/>
    <w:rsid w:val="00BA2E43"/>
    <w:rsid w:val="00BA7400"/>
    <w:rsid w:val="00BC3920"/>
    <w:rsid w:val="00BE2C8F"/>
    <w:rsid w:val="00C11332"/>
    <w:rsid w:val="00C118A1"/>
    <w:rsid w:val="00C131DD"/>
    <w:rsid w:val="00C46AE2"/>
    <w:rsid w:val="00C636C0"/>
    <w:rsid w:val="00C83FE8"/>
    <w:rsid w:val="00C90715"/>
    <w:rsid w:val="00C948CD"/>
    <w:rsid w:val="00C94CD8"/>
    <w:rsid w:val="00CC0B1F"/>
    <w:rsid w:val="00CC2554"/>
    <w:rsid w:val="00CE400A"/>
    <w:rsid w:val="00CE559B"/>
    <w:rsid w:val="00D12470"/>
    <w:rsid w:val="00D8061F"/>
    <w:rsid w:val="00DB4E86"/>
    <w:rsid w:val="00DB7AD2"/>
    <w:rsid w:val="00DC6B8B"/>
    <w:rsid w:val="00E16C65"/>
    <w:rsid w:val="00E22323"/>
    <w:rsid w:val="00E46B3E"/>
    <w:rsid w:val="00E67548"/>
    <w:rsid w:val="00E77108"/>
    <w:rsid w:val="00E84450"/>
    <w:rsid w:val="00EB4008"/>
    <w:rsid w:val="00EC003D"/>
    <w:rsid w:val="00EE1FC1"/>
    <w:rsid w:val="00EE6695"/>
    <w:rsid w:val="00EF385C"/>
    <w:rsid w:val="00F15FBC"/>
    <w:rsid w:val="00F25D5E"/>
    <w:rsid w:val="00F32ED3"/>
    <w:rsid w:val="00FA4864"/>
    <w:rsid w:val="00FB7251"/>
    <w:rsid w:val="00FC0B6B"/>
    <w:rsid w:val="00FC29F8"/>
    <w:rsid w:val="00FC45A2"/>
    <w:rsid w:val="00FD68E9"/>
    <w:rsid w:val="00FE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8104C"/>
    <w:pPr>
      <w:keepNext/>
      <w:spacing w:before="240" w:after="60" w:line="276" w:lineRule="auto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8104C"/>
    <w:rPr>
      <w:rFonts w:ascii="Cambria" w:hAnsi="Cambria" w:cs="Cambria"/>
      <w:b/>
      <w:bCs/>
      <w:sz w:val="26"/>
      <w:szCs w:val="26"/>
      <w:lang w:val="pl-PL" w:eastAsia="pl-PL"/>
    </w:rPr>
  </w:style>
  <w:style w:type="paragraph" w:styleId="NoSpacing">
    <w:name w:val="No Spacing"/>
    <w:uiPriority w:val="99"/>
    <w:qFormat/>
    <w:rsid w:val="006A225D"/>
    <w:rPr>
      <w:rFonts w:cs="Calibri"/>
      <w:lang w:eastAsia="en-US"/>
    </w:rPr>
  </w:style>
  <w:style w:type="paragraph" w:customStyle="1" w:styleId="Default">
    <w:name w:val="Default"/>
    <w:uiPriority w:val="99"/>
    <w:rsid w:val="00C131D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D8061F"/>
    <w:pPr>
      <w:ind w:left="720"/>
    </w:pPr>
  </w:style>
  <w:style w:type="paragraph" w:styleId="Footer">
    <w:name w:val="footer"/>
    <w:aliases w:val="Znak14,Znak14 Znak,Znak14 Znak Znak"/>
    <w:basedOn w:val="Normal"/>
    <w:link w:val="FooterChar"/>
    <w:uiPriority w:val="99"/>
    <w:rsid w:val="00985A5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Char,Znak14 Znak Char,Znak14 Znak Znak Char"/>
    <w:basedOn w:val="DefaultParagraphFont"/>
    <w:link w:val="Footer"/>
    <w:uiPriority w:val="99"/>
    <w:semiHidden/>
    <w:rsid w:val="000A261B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85A5F"/>
  </w:style>
  <w:style w:type="paragraph" w:styleId="BalloonText">
    <w:name w:val="Balloon Text"/>
    <w:basedOn w:val="Normal"/>
    <w:link w:val="BalloonTextChar"/>
    <w:uiPriority w:val="99"/>
    <w:semiHidden/>
    <w:rsid w:val="00985A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25A"/>
    <w:rPr>
      <w:rFonts w:ascii="Times New Roman" w:hAnsi="Times New Roman" w:cs="Times New Roman"/>
      <w:sz w:val="2"/>
      <w:szCs w:val="2"/>
    </w:rPr>
  </w:style>
  <w:style w:type="paragraph" w:styleId="Header">
    <w:name w:val="header"/>
    <w:basedOn w:val="Normal"/>
    <w:link w:val="HeaderChar"/>
    <w:uiPriority w:val="99"/>
    <w:rsid w:val="00624A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261B"/>
    <w:rPr>
      <w:rFonts w:ascii="Times New Roman" w:hAnsi="Times New Roman" w:cs="Times New Roman"/>
      <w:sz w:val="24"/>
      <w:szCs w:val="24"/>
    </w:rPr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624ABF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725</TotalTime>
  <Pages>20</Pages>
  <Words>3475</Words>
  <Characters>20855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mdudzinska</cp:lastModifiedBy>
  <cp:revision>42</cp:revision>
  <cp:lastPrinted>2017-04-03T09:59:00Z</cp:lastPrinted>
  <dcterms:created xsi:type="dcterms:W3CDTF">2014-11-08T10:17:00Z</dcterms:created>
  <dcterms:modified xsi:type="dcterms:W3CDTF">2017-04-03T10:02:00Z</dcterms:modified>
</cp:coreProperties>
</file>