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45" w:rsidRDefault="00043A4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5 do SIWZ       </w:t>
      </w:r>
    </w:p>
    <w:p w:rsidR="00043A45" w:rsidRPr="00A058AD" w:rsidRDefault="00043A4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43A45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43A45" w:rsidRPr="00A058AD" w:rsidRDefault="00043A4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43A45" w:rsidRPr="00AB71A8" w:rsidRDefault="00043A45" w:rsidP="007118F0">
      <w:pPr>
        <w:spacing w:after="0"/>
        <w:rPr>
          <w:rFonts w:ascii="Arial" w:hAnsi="Arial" w:cs="Arial"/>
          <w:b/>
          <w:bCs/>
        </w:rPr>
      </w:pPr>
    </w:p>
    <w:p w:rsidR="00043A45" w:rsidRDefault="00043A4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043A45" w:rsidRPr="00A058AD" w:rsidRDefault="00043A4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43A45" w:rsidRPr="00A058AD" w:rsidRDefault="00043A4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43A45" w:rsidRPr="00A058AD" w:rsidRDefault="00043A4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43A45" w:rsidRPr="003D272A" w:rsidRDefault="00043A4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43A45" w:rsidRPr="00A058AD" w:rsidRDefault="00043A4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43A45" w:rsidRPr="00A058AD" w:rsidRDefault="00043A4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43A45" w:rsidRPr="009375EB" w:rsidRDefault="00043A45" w:rsidP="00C4103F">
      <w:pPr>
        <w:rPr>
          <w:rFonts w:ascii="Arial" w:hAnsi="Arial" w:cs="Arial"/>
        </w:rPr>
      </w:pPr>
    </w:p>
    <w:p w:rsidR="00043A45" w:rsidRPr="00EA74CD" w:rsidRDefault="00043A4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43A45" w:rsidRPr="005319CA" w:rsidRDefault="00043A4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43A45" w:rsidRPr="005319CA" w:rsidRDefault="00043A4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43A45" w:rsidRPr="00BF1F3F" w:rsidRDefault="00043A4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43A45" w:rsidRPr="001448FB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43A45" w:rsidRPr="006A1907" w:rsidRDefault="00043A45" w:rsidP="00991561">
      <w:pPr>
        <w:ind w:left="360"/>
        <w:jc w:val="both"/>
        <w:rPr>
          <w:rFonts w:ascii="Arial" w:hAnsi="Arial" w:cs="Arial"/>
          <w:sz w:val="24"/>
          <w:szCs w:val="24"/>
        </w:rPr>
      </w:pPr>
      <w:r w:rsidRPr="006A190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6A1907">
        <w:rPr>
          <w:rFonts w:ascii="Arial" w:hAnsi="Arial" w:cs="Arial"/>
          <w:b/>
          <w:bCs/>
          <w:sz w:val="24"/>
          <w:szCs w:val="24"/>
        </w:rPr>
        <w:t xml:space="preserve">„dostawa płytek i śrub tytanowych oraz resorbowalnych do zespoleń kości żuchwy i twarzoczaszki w 3 pakietach dla potrzeb WSZ w Elblągu – znak sprawy </w:t>
      </w:r>
      <w:r>
        <w:rPr>
          <w:rFonts w:ascii="Arial" w:hAnsi="Arial" w:cs="Arial"/>
          <w:b/>
          <w:bCs/>
          <w:sz w:val="24"/>
          <w:szCs w:val="24"/>
        </w:rPr>
        <w:t>36</w:t>
      </w:r>
      <w:r w:rsidRPr="006A1907">
        <w:rPr>
          <w:rFonts w:ascii="Arial" w:hAnsi="Arial" w:cs="Arial"/>
          <w:b/>
          <w:bCs/>
          <w:sz w:val="24"/>
          <w:szCs w:val="24"/>
        </w:rPr>
        <w:t>/2017”</w:t>
      </w:r>
      <w:r w:rsidRPr="006A1907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6A1907">
        <w:rPr>
          <w:rFonts w:ascii="Arial" w:hAnsi="Arial" w:cs="Arial"/>
          <w:i/>
          <w:iCs/>
          <w:sz w:val="24"/>
          <w:szCs w:val="24"/>
        </w:rPr>
        <w:t xml:space="preserve"> </w:t>
      </w:r>
      <w:r w:rsidRPr="006A1907">
        <w:rPr>
          <w:rFonts w:ascii="Arial" w:hAnsi="Arial" w:cs="Arial"/>
          <w:sz w:val="24"/>
          <w:szCs w:val="24"/>
        </w:rPr>
        <w:t>oświadczam, co następuje:</w:t>
      </w:r>
    </w:p>
    <w:p w:rsidR="00043A45" w:rsidRPr="00CC6896" w:rsidRDefault="00043A45" w:rsidP="004C43B8">
      <w:pPr>
        <w:spacing w:after="0" w:line="360" w:lineRule="auto"/>
        <w:jc w:val="both"/>
        <w:rPr>
          <w:rFonts w:ascii="Arial" w:hAnsi="Arial" w:cs="Arial"/>
        </w:rPr>
      </w:pPr>
    </w:p>
    <w:p w:rsidR="00043A45" w:rsidRPr="001448FB" w:rsidRDefault="00043A4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43A45" w:rsidRDefault="00043A4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43A45" w:rsidRDefault="00043A4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43A45" w:rsidRPr="0087311B" w:rsidRDefault="00043A45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3E1710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190D6E" w:rsidRDefault="00043A4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Pr="00307A36" w:rsidRDefault="00043A4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43A45" w:rsidRPr="00A56074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0F2452" w:rsidRDefault="00043A4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0F2452" w:rsidRDefault="00043A4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Pr="009375EB" w:rsidRDefault="00043A4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3C58F8" w:rsidRDefault="00043A4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43A45" w:rsidRPr="009375EB" w:rsidRDefault="00043A4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43A45" w:rsidRPr="00F54680" w:rsidRDefault="00043A4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5A73FB" w:rsidRDefault="00043A4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8560CF" w:rsidRDefault="00043A4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43A45" w:rsidRDefault="00043A4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9375EB" w:rsidRDefault="00043A4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43A45" w:rsidRPr="001D3A19" w:rsidRDefault="00043A4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43A45" w:rsidRPr="009375EB" w:rsidRDefault="00043A4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43A45" w:rsidRPr="00193E01" w:rsidRDefault="00043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43A45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43A45" w:rsidRPr="001F4C82" w:rsidRDefault="00043A4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3A45" w:rsidRPr="00C00C2E" w:rsidRDefault="00043A4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43A4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A45" w:rsidRDefault="00043A45" w:rsidP="0038231F">
      <w:pPr>
        <w:spacing w:after="0" w:line="240" w:lineRule="auto"/>
      </w:pPr>
      <w:r>
        <w:separator/>
      </w:r>
    </w:p>
  </w:endnote>
  <w:endnote w:type="continuationSeparator" w:id="1">
    <w:p w:rsidR="00043A45" w:rsidRDefault="00043A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45" w:rsidRDefault="00043A45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43A45" w:rsidRPr="006A1907" w:rsidRDefault="00043A45" w:rsidP="006A1907">
    <w:pPr>
      <w:ind w:right="360"/>
      <w:jc w:val="center"/>
      <w:rPr>
        <w:rFonts w:ascii="Arial" w:hAnsi="Arial" w:cs="Arial"/>
        <w:sz w:val="20"/>
        <w:szCs w:val="20"/>
      </w:rPr>
    </w:pPr>
    <w:r>
      <w:t>36</w:t>
    </w:r>
    <w:r w:rsidRPr="00261952">
      <w:t>/201</w:t>
    </w:r>
    <w:r>
      <w:t>7</w:t>
    </w:r>
    <w:r w:rsidRPr="00261952">
      <w:t xml:space="preserve"> SIWZ – dostawa płytek i śrub tytanowych</w:t>
    </w:r>
    <w:r>
      <w:t xml:space="preserve"> oraz resorbowalnych</w:t>
    </w:r>
    <w:r w:rsidRPr="00261952">
      <w:t xml:space="preserve"> do zespoleń kości</w:t>
    </w:r>
    <w:r>
      <w:t xml:space="preserve"> żuchwy i</w:t>
    </w:r>
    <w:r w:rsidRPr="00261952">
      <w:t xml:space="preserve"> twarzoczaszki w </w:t>
    </w:r>
    <w:r>
      <w:t>3</w:t>
    </w:r>
    <w:r w:rsidRPr="00261952">
      <w:t xml:space="preserve"> pakietach dla potrzeb WSZ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A45" w:rsidRDefault="00043A45" w:rsidP="0038231F">
      <w:pPr>
        <w:spacing w:after="0" w:line="240" w:lineRule="auto"/>
      </w:pPr>
      <w:r>
        <w:separator/>
      </w:r>
    </w:p>
  </w:footnote>
  <w:footnote w:type="continuationSeparator" w:id="1">
    <w:p w:rsidR="00043A45" w:rsidRDefault="00043A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87BC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907"/>
    <w:rsid w:val="006A52B6"/>
    <w:rsid w:val="006C281F"/>
    <w:rsid w:val="006E01A2"/>
    <w:rsid w:val="006E16A6"/>
    <w:rsid w:val="006F3D32"/>
    <w:rsid w:val="007118F0"/>
    <w:rsid w:val="00746532"/>
    <w:rsid w:val="0077417F"/>
    <w:rsid w:val="007840F2"/>
    <w:rsid w:val="007936D6"/>
    <w:rsid w:val="0079713A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30C9"/>
    <w:rsid w:val="00C456FB"/>
    <w:rsid w:val="00C57DEB"/>
    <w:rsid w:val="00C60F97"/>
    <w:rsid w:val="00C659F2"/>
    <w:rsid w:val="00C75633"/>
    <w:rsid w:val="00C82FE5"/>
    <w:rsid w:val="00CA5F28"/>
    <w:rsid w:val="00CC6896"/>
    <w:rsid w:val="00CD4266"/>
    <w:rsid w:val="00CE10B9"/>
    <w:rsid w:val="00CE6400"/>
    <w:rsid w:val="00CF4A74"/>
    <w:rsid w:val="00D017A2"/>
    <w:rsid w:val="00D07CBC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374"/>
    <w:rsid w:val="00F74CA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link w:val="DefaultParagraphFont"/>
    <w:uiPriority w:val="99"/>
    <w:rsid w:val="006A1907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405</Words>
  <Characters>2435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2017-08-01T10:00:00Z</dcterms:created>
  <dcterms:modified xsi:type="dcterms:W3CDTF">2017-08-01T10:03:00Z</dcterms:modified>
</cp:coreProperties>
</file>