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22" w:rsidRDefault="00960322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3 do SIWZ       </w:t>
      </w:r>
    </w:p>
    <w:p w:rsidR="00960322" w:rsidRPr="00A058AD" w:rsidRDefault="00960322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960322" w:rsidRDefault="0096032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960322" w:rsidRDefault="00960322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960322" w:rsidRDefault="00960322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960322" w:rsidRPr="00CD74D0" w:rsidRDefault="00960322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960322" w:rsidRDefault="0096032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960322" w:rsidRPr="00A058AD" w:rsidRDefault="00960322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960322" w:rsidRPr="00A058AD" w:rsidRDefault="0096032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0322" w:rsidRPr="00A058AD" w:rsidRDefault="0096032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60322" w:rsidRPr="003D272A" w:rsidRDefault="0096032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0322" w:rsidRPr="00A058AD" w:rsidRDefault="0096032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0322" w:rsidRPr="00A058AD" w:rsidRDefault="0096032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960322" w:rsidRDefault="00960322" w:rsidP="00C4103F">
      <w:pPr>
        <w:rPr>
          <w:rFonts w:ascii="Arial" w:hAnsi="Arial" w:cs="Arial"/>
        </w:rPr>
      </w:pPr>
    </w:p>
    <w:p w:rsidR="00960322" w:rsidRPr="009375EB" w:rsidRDefault="00960322" w:rsidP="00C4103F">
      <w:pPr>
        <w:rPr>
          <w:rFonts w:ascii="Arial" w:hAnsi="Arial" w:cs="Arial"/>
        </w:rPr>
      </w:pPr>
    </w:p>
    <w:p w:rsidR="00960322" w:rsidRPr="00EA74CD" w:rsidRDefault="00960322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60322" w:rsidRPr="005319CA" w:rsidRDefault="0096032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960322" w:rsidRPr="005319CA" w:rsidRDefault="00960322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960322" w:rsidRPr="00BF1F3F" w:rsidRDefault="00960322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960322" w:rsidRDefault="009603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60322" w:rsidRPr="001448FB" w:rsidRDefault="009603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60322" w:rsidRPr="00B53C4F" w:rsidRDefault="00960322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7308F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>Dostawa histeroresektoskopu z torem wizyjnym  dla potrzeb Oddziału Ginekologiczno-Położniczego” – nr postępowania  43/2017</w:t>
      </w:r>
      <w:r w:rsidRPr="00C80314">
        <w:rPr>
          <w:rFonts w:ascii="Arial" w:hAnsi="Arial" w:cs="Arial"/>
          <w:b/>
          <w:bCs/>
          <w:i/>
          <w:iCs/>
          <w:sz w:val="18"/>
          <w:szCs w:val="18"/>
        </w:rPr>
        <w:t xml:space="preserve">. </w:t>
      </w:r>
    </w:p>
    <w:p w:rsidR="00960322" w:rsidRPr="00AA7CC7" w:rsidRDefault="00960322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960322" w:rsidRPr="00CC6896" w:rsidRDefault="00960322" w:rsidP="004C43B8">
      <w:pPr>
        <w:spacing w:after="0" w:line="360" w:lineRule="auto"/>
        <w:jc w:val="both"/>
        <w:rPr>
          <w:rFonts w:ascii="Arial" w:hAnsi="Arial" w:cs="Arial"/>
        </w:rPr>
      </w:pPr>
    </w:p>
    <w:p w:rsidR="00960322" w:rsidRPr="001448FB" w:rsidRDefault="00960322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960322" w:rsidRDefault="00960322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960322" w:rsidRDefault="00960322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960322" w:rsidRPr="0087311B" w:rsidRDefault="00960322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960322" w:rsidRPr="003E1710" w:rsidRDefault="0096032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960322" w:rsidRPr="003E1710" w:rsidRDefault="0096032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60322" w:rsidRPr="003E1710" w:rsidRDefault="0096032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3E1710" w:rsidRDefault="0096032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0322" w:rsidRPr="00190D6E" w:rsidRDefault="0096032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60322" w:rsidRPr="00307A36" w:rsidRDefault="0096032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960322" w:rsidRDefault="009603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960322" w:rsidRPr="00A56074" w:rsidRDefault="009603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0322" w:rsidRPr="000F2452" w:rsidRDefault="0096032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0F2452" w:rsidRDefault="0096032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960322" w:rsidRPr="000F2452" w:rsidRDefault="0096032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0F2452" w:rsidRDefault="0096032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0322" w:rsidRPr="000F2452" w:rsidRDefault="00960322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960322" w:rsidRPr="009375EB" w:rsidRDefault="00960322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60322" w:rsidRPr="003C58F8" w:rsidRDefault="0096032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960322" w:rsidRPr="009375EB" w:rsidRDefault="0096032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0322" w:rsidRPr="00F54680" w:rsidRDefault="00960322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960322" w:rsidRPr="005A73FB" w:rsidRDefault="0096032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5A73FB" w:rsidRDefault="0096032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960322" w:rsidRPr="005A73FB" w:rsidRDefault="0096032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5A73FB" w:rsidRDefault="0096032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0322" w:rsidRPr="008560CF" w:rsidRDefault="00960322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960322" w:rsidRPr="009375EB" w:rsidRDefault="00960322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960322" w:rsidRPr="001D3A19" w:rsidRDefault="0096032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60322" w:rsidRPr="009375EB" w:rsidRDefault="00960322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960322" w:rsidRPr="00193E01" w:rsidRDefault="0096032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60322" w:rsidRPr="001F4C82" w:rsidRDefault="0096032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322" w:rsidRPr="001F4C82" w:rsidRDefault="0096032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960322" w:rsidRPr="001F4C82" w:rsidRDefault="0096032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60322" w:rsidRPr="00C00C2E" w:rsidRDefault="00960322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960322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322" w:rsidRDefault="00960322" w:rsidP="0038231F">
      <w:pPr>
        <w:spacing w:after="0" w:line="240" w:lineRule="auto"/>
      </w:pPr>
      <w:r>
        <w:separator/>
      </w:r>
    </w:p>
  </w:endnote>
  <w:endnote w:type="continuationSeparator" w:id="1">
    <w:p w:rsidR="00960322" w:rsidRDefault="009603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322" w:rsidRDefault="00960322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60322" w:rsidRDefault="00960322" w:rsidP="00CD74D0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</w:p>
  <w:p w:rsidR="00960322" w:rsidRDefault="00960322" w:rsidP="00CD74D0">
    <w:pPr>
      <w:jc w:val="center"/>
      <w:rPr>
        <w:sz w:val="20"/>
        <w:szCs w:val="20"/>
      </w:rPr>
    </w:pPr>
    <w:r>
      <w:rPr>
        <w:sz w:val="20"/>
        <w:szCs w:val="20"/>
      </w:rPr>
      <w:t>SIWZ 43/2017 WSZ Elbląg – dostawa histeroresektoskopu z torem wizyjnym dla potrzeb Oddziału Ginekologiczno-Położniczego Wojewódzkiego Szpitala Zespolonego w Elblągu</w:t>
    </w:r>
  </w:p>
  <w:p w:rsidR="00960322" w:rsidRDefault="00960322" w:rsidP="00886BA6">
    <w:pPr>
      <w:jc w:val="center"/>
      <w:rPr>
        <w:sz w:val="16"/>
        <w:szCs w:val="16"/>
      </w:rPr>
    </w:pPr>
  </w:p>
  <w:p w:rsidR="00960322" w:rsidRDefault="00960322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322" w:rsidRDefault="00960322" w:rsidP="0038231F">
      <w:pPr>
        <w:spacing w:after="0" w:line="240" w:lineRule="auto"/>
      </w:pPr>
      <w:r>
        <w:separator/>
      </w:r>
    </w:p>
  </w:footnote>
  <w:footnote w:type="continuationSeparator" w:id="1">
    <w:p w:rsidR="00960322" w:rsidRDefault="009603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DC7"/>
    <w:rsid w:val="00137D9F"/>
    <w:rsid w:val="001448FB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C42"/>
    <w:rsid w:val="00304292"/>
    <w:rsid w:val="00307A36"/>
    <w:rsid w:val="00313911"/>
    <w:rsid w:val="003178CE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25D88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621"/>
    <w:rsid w:val="0053130C"/>
    <w:rsid w:val="005319CA"/>
    <w:rsid w:val="005641F0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1EB4"/>
    <w:rsid w:val="006F3D32"/>
    <w:rsid w:val="007118F0"/>
    <w:rsid w:val="00746532"/>
    <w:rsid w:val="00771A16"/>
    <w:rsid w:val="00775CAE"/>
    <w:rsid w:val="007840F2"/>
    <w:rsid w:val="00784DBD"/>
    <w:rsid w:val="00790E24"/>
    <w:rsid w:val="007936D6"/>
    <w:rsid w:val="0079713A"/>
    <w:rsid w:val="007A4F2C"/>
    <w:rsid w:val="007E25BD"/>
    <w:rsid w:val="007E2F69"/>
    <w:rsid w:val="007F71E1"/>
    <w:rsid w:val="00804F07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6C26"/>
    <w:rsid w:val="00960322"/>
    <w:rsid w:val="0097308F"/>
    <w:rsid w:val="00975C49"/>
    <w:rsid w:val="009A331C"/>
    <w:rsid w:val="009A397D"/>
    <w:rsid w:val="009C0C6C"/>
    <w:rsid w:val="009C6DDE"/>
    <w:rsid w:val="009D1751"/>
    <w:rsid w:val="009D314C"/>
    <w:rsid w:val="00A058AD"/>
    <w:rsid w:val="00A0658E"/>
    <w:rsid w:val="00A101BE"/>
    <w:rsid w:val="00A1401D"/>
    <w:rsid w:val="00A1471A"/>
    <w:rsid w:val="00A1685D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4F"/>
    <w:rsid w:val="00BD06C3"/>
    <w:rsid w:val="00BF1F3F"/>
    <w:rsid w:val="00C00C2E"/>
    <w:rsid w:val="00C22538"/>
    <w:rsid w:val="00C4103F"/>
    <w:rsid w:val="00C456FB"/>
    <w:rsid w:val="00C5572C"/>
    <w:rsid w:val="00C57DEB"/>
    <w:rsid w:val="00C61CDA"/>
    <w:rsid w:val="00C6541C"/>
    <w:rsid w:val="00C73BF4"/>
    <w:rsid w:val="00C75633"/>
    <w:rsid w:val="00C80314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6C7"/>
    <w:rsid w:val="00E86762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link w:val="DefaultParagraphFont"/>
    <w:uiPriority w:val="99"/>
    <w:rsid w:val="0097308F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8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419</Words>
  <Characters>2517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24</cp:revision>
  <cp:lastPrinted>2016-09-20T11:35:00Z</cp:lastPrinted>
  <dcterms:created xsi:type="dcterms:W3CDTF">2016-09-13T09:42:00Z</dcterms:created>
  <dcterms:modified xsi:type="dcterms:W3CDTF">2017-10-09T08:47:00Z</dcterms:modified>
</cp:coreProperties>
</file>