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3EB" w:rsidRPr="00A70FAC" w:rsidRDefault="009713EB" w:rsidP="00FC5F9A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1A</w:t>
      </w:r>
      <w:r w:rsidRPr="00A70FAC">
        <w:rPr>
          <w:b/>
          <w:bCs/>
        </w:rPr>
        <w:t xml:space="preserve"> do SIWZ                                                         Formularz asortymentowo-cenowy  </w:t>
      </w:r>
    </w:p>
    <w:p w:rsidR="009713EB" w:rsidRPr="00A70FAC" w:rsidRDefault="009713EB" w:rsidP="007F4990">
      <w:pPr>
        <w:jc w:val="center"/>
        <w:rPr>
          <w:b/>
          <w:bCs/>
        </w:rPr>
      </w:pPr>
      <w:r w:rsidRPr="00A70FAC">
        <w:rPr>
          <w:b/>
          <w:bCs/>
        </w:rPr>
        <w:t xml:space="preserve"> (stanowi minimum wyposażenia </w:t>
      </w:r>
      <w:r>
        <w:rPr>
          <w:b/>
          <w:bCs/>
        </w:rPr>
        <w:t>stanowiska do resuscytacji</w:t>
      </w:r>
      <w:r w:rsidRPr="00A70FAC">
        <w:rPr>
          <w:sz w:val="20"/>
          <w:szCs w:val="20"/>
        </w:rPr>
        <w:t xml:space="preserve"> </w:t>
      </w:r>
      <w:r w:rsidRPr="00A70FAC">
        <w:rPr>
          <w:b/>
          <w:bCs/>
        </w:rPr>
        <w:t>– przykład)</w:t>
      </w:r>
      <w:r w:rsidRPr="00A70FAC">
        <w:rPr>
          <w:b/>
          <w:bCs/>
        </w:rPr>
        <w:tab/>
      </w:r>
    </w:p>
    <w:p w:rsidR="009713EB" w:rsidRPr="00A70FAC" w:rsidRDefault="009713EB" w:rsidP="007F4990">
      <w:pPr>
        <w:jc w:val="center"/>
        <w:rPr>
          <w:b/>
          <w:bCs/>
        </w:rPr>
      </w:pPr>
      <w:r>
        <w:rPr>
          <w:b/>
          <w:bCs/>
        </w:rPr>
        <w:t>Pakiet Nr 1</w:t>
      </w:r>
    </w:p>
    <w:tbl>
      <w:tblPr>
        <w:tblW w:w="16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96"/>
        <w:gridCol w:w="4500"/>
        <w:gridCol w:w="850"/>
        <w:gridCol w:w="1204"/>
        <w:gridCol w:w="2345"/>
        <w:gridCol w:w="1578"/>
        <w:gridCol w:w="1707"/>
        <w:gridCol w:w="1701"/>
        <w:gridCol w:w="1843"/>
      </w:tblGrid>
      <w:tr w:rsidR="009713EB" w:rsidRPr="00A70FAC">
        <w:trPr>
          <w:jc w:val="center"/>
        </w:trPr>
        <w:tc>
          <w:tcPr>
            <w:tcW w:w="596" w:type="dxa"/>
            <w:tcBorders>
              <w:bottom w:val="nil"/>
            </w:tcBorders>
            <w:vAlign w:val="center"/>
          </w:tcPr>
          <w:p w:rsidR="009713EB" w:rsidRPr="00A70FAC" w:rsidRDefault="009713EB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713EB" w:rsidRPr="00A70FAC" w:rsidRDefault="009713EB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4500" w:type="dxa"/>
            <w:tcBorders>
              <w:bottom w:val="nil"/>
            </w:tcBorders>
            <w:vAlign w:val="center"/>
          </w:tcPr>
          <w:p w:rsidR="009713EB" w:rsidRPr="00A70FAC" w:rsidRDefault="009713EB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713EB" w:rsidRPr="00A70FAC" w:rsidRDefault="009713EB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9713EB" w:rsidRPr="00A70FAC" w:rsidRDefault="009713EB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713EB" w:rsidRPr="00A70FAC" w:rsidRDefault="009713EB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713EB" w:rsidRPr="00A70FAC" w:rsidRDefault="009713EB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713EB" w:rsidRPr="00A70FAC" w:rsidRDefault="009713EB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713EB" w:rsidRPr="00A70FAC" w:rsidRDefault="009713EB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713EB" w:rsidRPr="00A70FAC" w:rsidRDefault="009713EB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713EB" w:rsidRPr="00A70FAC" w:rsidRDefault="009713EB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713EB" w:rsidRPr="00A70FAC" w:rsidRDefault="009713EB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713EB" w:rsidRPr="00A70FAC" w:rsidRDefault="009713EB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713EB" w:rsidRPr="00A70FAC" w:rsidRDefault="009713EB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713EB" w:rsidRPr="00A70FAC" w:rsidRDefault="009713EB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713EB" w:rsidRPr="00A70FAC" w:rsidRDefault="009713EB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843" w:type="dxa"/>
            <w:vAlign w:val="center"/>
          </w:tcPr>
          <w:p w:rsidR="009713EB" w:rsidRPr="00A70FAC" w:rsidRDefault="009713EB" w:rsidP="00A0684F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713EB" w:rsidRPr="00A70FAC" w:rsidRDefault="009713EB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713EB" w:rsidRPr="00A70FAC" w:rsidRDefault="009713EB" w:rsidP="00A0684F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713EB" w:rsidRPr="00A70FAC">
        <w:trPr>
          <w:trHeight w:val="191"/>
          <w:jc w:val="center"/>
        </w:trPr>
        <w:tc>
          <w:tcPr>
            <w:tcW w:w="596" w:type="dxa"/>
            <w:tcBorders>
              <w:bottom w:val="nil"/>
            </w:tcBorders>
            <w:vAlign w:val="bottom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4500" w:type="dxa"/>
            <w:tcBorders>
              <w:bottom w:val="nil"/>
            </w:tcBorders>
            <w:vAlign w:val="bottom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H=GxVAT</w:t>
            </w:r>
          </w:p>
        </w:tc>
        <w:tc>
          <w:tcPr>
            <w:tcW w:w="1843" w:type="dxa"/>
            <w:vAlign w:val="bottom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713EB" w:rsidRPr="00A70FAC">
        <w:trPr>
          <w:trHeight w:val="180"/>
          <w:jc w:val="center"/>
        </w:trPr>
        <w:tc>
          <w:tcPr>
            <w:tcW w:w="596" w:type="dxa"/>
            <w:vAlign w:val="bottom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 xml:space="preserve">I. </w:t>
            </w:r>
          </w:p>
        </w:tc>
        <w:tc>
          <w:tcPr>
            <w:tcW w:w="4500" w:type="dxa"/>
            <w:vAlign w:val="bottom"/>
          </w:tcPr>
          <w:p w:rsidR="009713EB" w:rsidRPr="00A70FAC" w:rsidRDefault="009713EB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Stanowisko do resuscytacji</w:t>
            </w:r>
            <w:r w:rsidRPr="00A70F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Align w:val="bottom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345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713EB" w:rsidRPr="00A70FAC">
        <w:trPr>
          <w:trHeight w:val="180"/>
          <w:jc w:val="center"/>
        </w:trPr>
        <w:tc>
          <w:tcPr>
            <w:tcW w:w="596" w:type="dxa"/>
            <w:vAlign w:val="bottom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28" w:type="dxa"/>
            <w:gridSpan w:val="8"/>
            <w:vAlign w:val="bottom"/>
          </w:tcPr>
          <w:p w:rsidR="009713EB" w:rsidRPr="00AE163F" w:rsidRDefault="009713EB" w:rsidP="000B062B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E163F">
              <w:rPr>
                <w:b w:val="0"/>
                <w:bCs w:val="0"/>
                <w:sz w:val="24"/>
                <w:szCs w:val="24"/>
              </w:rPr>
              <w:t>w tym następujące elementy (jeżeli dotyczy):</w:t>
            </w:r>
          </w:p>
        </w:tc>
      </w:tr>
      <w:tr w:rsidR="009713EB" w:rsidRPr="00A70FAC">
        <w:trPr>
          <w:trHeight w:val="180"/>
          <w:jc w:val="center"/>
        </w:trPr>
        <w:tc>
          <w:tcPr>
            <w:tcW w:w="596" w:type="dxa"/>
            <w:vAlign w:val="bottom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4500" w:type="dxa"/>
            <w:vAlign w:val="bottom"/>
          </w:tcPr>
          <w:p w:rsidR="009713EB" w:rsidRPr="00A70FAC" w:rsidRDefault="009713EB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713EB" w:rsidRPr="00A70FAC">
        <w:trPr>
          <w:jc w:val="center"/>
        </w:trPr>
        <w:tc>
          <w:tcPr>
            <w:tcW w:w="596" w:type="dxa"/>
            <w:vAlign w:val="bottom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4500" w:type="dxa"/>
          </w:tcPr>
          <w:p w:rsidR="009713EB" w:rsidRPr="00A70FAC" w:rsidRDefault="009713EB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9713EB" w:rsidRPr="00A70FAC" w:rsidRDefault="009713EB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713EB" w:rsidRPr="00A70FAC">
        <w:trPr>
          <w:jc w:val="center"/>
        </w:trPr>
        <w:tc>
          <w:tcPr>
            <w:tcW w:w="596" w:type="dxa"/>
            <w:vAlign w:val="bottom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4500" w:type="dxa"/>
          </w:tcPr>
          <w:p w:rsidR="009713EB" w:rsidRPr="00A70FAC" w:rsidRDefault="009713EB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9713EB" w:rsidRPr="00A70FAC" w:rsidRDefault="009713EB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713EB" w:rsidRPr="00A70FAC">
        <w:trPr>
          <w:jc w:val="center"/>
        </w:trPr>
        <w:tc>
          <w:tcPr>
            <w:tcW w:w="596" w:type="dxa"/>
            <w:vAlign w:val="bottom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4500" w:type="dxa"/>
          </w:tcPr>
          <w:p w:rsidR="009713EB" w:rsidRPr="00A70FAC" w:rsidRDefault="009713EB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9713EB" w:rsidRPr="00A70FAC" w:rsidRDefault="009713EB" w:rsidP="002C5982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713EB" w:rsidRPr="00A70FAC">
        <w:trPr>
          <w:jc w:val="center"/>
        </w:trPr>
        <w:tc>
          <w:tcPr>
            <w:tcW w:w="596" w:type="dxa"/>
            <w:vAlign w:val="bottom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5.</w:t>
            </w:r>
          </w:p>
        </w:tc>
        <w:tc>
          <w:tcPr>
            <w:tcW w:w="4500" w:type="dxa"/>
          </w:tcPr>
          <w:p w:rsidR="009713EB" w:rsidRPr="00A70FAC" w:rsidRDefault="009713EB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9713EB" w:rsidRPr="00A70FAC" w:rsidRDefault="009713EB" w:rsidP="002C5982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713EB" w:rsidRPr="00A70FAC">
        <w:trPr>
          <w:jc w:val="center"/>
        </w:trPr>
        <w:tc>
          <w:tcPr>
            <w:tcW w:w="596" w:type="dxa"/>
            <w:vAlign w:val="bottom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6.</w:t>
            </w:r>
          </w:p>
        </w:tc>
        <w:tc>
          <w:tcPr>
            <w:tcW w:w="4500" w:type="dxa"/>
          </w:tcPr>
          <w:p w:rsidR="009713EB" w:rsidRPr="00A70FAC" w:rsidRDefault="009713EB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9713EB" w:rsidRPr="00A70FAC" w:rsidRDefault="009713EB" w:rsidP="002C5982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713EB" w:rsidRPr="00A70FAC">
        <w:trPr>
          <w:jc w:val="center"/>
        </w:trPr>
        <w:tc>
          <w:tcPr>
            <w:tcW w:w="596" w:type="dxa"/>
            <w:vAlign w:val="bottom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7.</w:t>
            </w:r>
          </w:p>
        </w:tc>
        <w:tc>
          <w:tcPr>
            <w:tcW w:w="4500" w:type="dxa"/>
          </w:tcPr>
          <w:p w:rsidR="009713EB" w:rsidRPr="00A70FAC" w:rsidRDefault="009713EB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9713EB" w:rsidRPr="00A70FAC" w:rsidRDefault="009713EB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713EB" w:rsidRPr="00A70FAC">
        <w:trPr>
          <w:jc w:val="center"/>
        </w:trPr>
        <w:tc>
          <w:tcPr>
            <w:tcW w:w="596" w:type="dxa"/>
            <w:vAlign w:val="bottom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8.</w:t>
            </w:r>
          </w:p>
        </w:tc>
        <w:tc>
          <w:tcPr>
            <w:tcW w:w="4500" w:type="dxa"/>
          </w:tcPr>
          <w:p w:rsidR="009713EB" w:rsidRPr="00A70FAC" w:rsidRDefault="009713EB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9713EB" w:rsidRPr="00A70FAC" w:rsidRDefault="009713EB" w:rsidP="00A0684F">
            <w:pPr>
              <w:jc w:val="center"/>
            </w:pPr>
            <w:r w:rsidRPr="00A70FAC">
              <w:t>szt.</w:t>
            </w:r>
          </w:p>
        </w:tc>
        <w:tc>
          <w:tcPr>
            <w:tcW w:w="1204" w:type="dxa"/>
            <w:vAlign w:val="bottom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5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713EB" w:rsidRPr="00A70FAC">
        <w:trPr>
          <w:trHeight w:val="539"/>
          <w:jc w:val="center"/>
        </w:trPr>
        <w:tc>
          <w:tcPr>
            <w:tcW w:w="11073" w:type="dxa"/>
            <w:gridSpan w:val="6"/>
          </w:tcPr>
          <w:p w:rsidR="009713EB" w:rsidRPr="00A70FAC" w:rsidRDefault="009713EB" w:rsidP="00A0684F">
            <w:pPr>
              <w:pStyle w:val="BodyText"/>
              <w:rPr>
                <w:sz w:val="24"/>
                <w:szCs w:val="24"/>
              </w:rPr>
            </w:pPr>
          </w:p>
          <w:p w:rsidR="009713EB" w:rsidRPr="00A70FAC" w:rsidRDefault="009713EB" w:rsidP="00A0684F">
            <w:pPr>
              <w:pStyle w:val="BodyText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Razem wartość netto (od poz. 1 do 8 lub dalej)</w:t>
            </w:r>
          </w:p>
        </w:tc>
        <w:tc>
          <w:tcPr>
            <w:tcW w:w="1707" w:type="dxa"/>
          </w:tcPr>
          <w:p w:rsidR="009713EB" w:rsidRPr="00A70FAC" w:rsidRDefault="009713EB" w:rsidP="00A0684F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713EB" w:rsidRPr="00A70FAC" w:rsidRDefault="009713EB" w:rsidP="00A0684F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713EB" w:rsidRPr="00A70FAC" w:rsidRDefault="009713EB" w:rsidP="00A0684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713EB" w:rsidRPr="00A70FAC">
        <w:trPr>
          <w:jc w:val="center"/>
        </w:trPr>
        <w:tc>
          <w:tcPr>
            <w:tcW w:w="12780" w:type="dxa"/>
            <w:gridSpan w:val="7"/>
          </w:tcPr>
          <w:p w:rsidR="009713EB" w:rsidRPr="00A70FAC" w:rsidRDefault="009713EB" w:rsidP="00A0684F">
            <w:pPr>
              <w:pStyle w:val="BodyText"/>
              <w:rPr>
                <w:sz w:val="24"/>
                <w:szCs w:val="24"/>
              </w:rPr>
            </w:pPr>
          </w:p>
          <w:p w:rsidR="009713EB" w:rsidRPr="00A70FAC" w:rsidRDefault="009713EB" w:rsidP="00FC5F9A">
            <w:pPr>
              <w:pStyle w:val="BodyText"/>
              <w:tabs>
                <w:tab w:val="left" w:pos="9345"/>
              </w:tabs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Razem kwota podatku VAT (od poz. 1 do 8 lub dalej)</w:t>
            </w:r>
            <w:r w:rsidRPr="00A70FAC">
              <w:rPr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9713EB" w:rsidRPr="00A70FAC" w:rsidRDefault="009713EB" w:rsidP="00A0684F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713EB" w:rsidRPr="00A70FAC" w:rsidRDefault="009713EB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713EB" w:rsidRPr="00A70FAC">
        <w:trPr>
          <w:jc w:val="center"/>
        </w:trPr>
        <w:tc>
          <w:tcPr>
            <w:tcW w:w="14481" w:type="dxa"/>
            <w:gridSpan w:val="8"/>
          </w:tcPr>
          <w:p w:rsidR="009713EB" w:rsidRPr="00A70FAC" w:rsidRDefault="009713EB" w:rsidP="00A0684F">
            <w:pPr>
              <w:pStyle w:val="BodyText"/>
              <w:rPr>
                <w:sz w:val="24"/>
                <w:szCs w:val="24"/>
              </w:rPr>
            </w:pPr>
          </w:p>
          <w:p w:rsidR="009713EB" w:rsidRPr="00A70FAC" w:rsidRDefault="009713EB" w:rsidP="00A0684F">
            <w:pPr>
              <w:pStyle w:val="BodyText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Razem wartość brutto (od poz. 1 do 8 lub dalej)</w:t>
            </w:r>
          </w:p>
        </w:tc>
        <w:tc>
          <w:tcPr>
            <w:tcW w:w="1843" w:type="dxa"/>
          </w:tcPr>
          <w:p w:rsidR="009713EB" w:rsidRPr="00A70FAC" w:rsidRDefault="009713EB" w:rsidP="00A0684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713EB" w:rsidRPr="00A70FAC" w:rsidRDefault="009713EB" w:rsidP="00FC5F9A">
      <w:pPr>
        <w:jc w:val="both"/>
        <w:rPr>
          <w:b/>
          <w:bCs/>
          <w:sz w:val="21"/>
          <w:szCs w:val="21"/>
        </w:rPr>
      </w:pPr>
      <w:r w:rsidRPr="00A70FAC">
        <w:rPr>
          <w:b/>
          <w:bCs/>
          <w:sz w:val="21"/>
          <w:szCs w:val="21"/>
        </w:rPr>
        <w:t xml:space="preserve">         </w:t>
      </w:r>
    </w:p>
    <w:p w:rsidR="009713EB" w:rsidRPr="00A70FAC" w:rsidRDefault="009713EB" w:rsidP="007F4990">
      <w:pPr>
        <w:numPr>
          <w:ilvl w:val="0"/>
          <w:numId w:val="4"/>
        </w:numPr>
        <w:tabs>
          <w:tab w:val="clear" w:pos="720"/>
        </w:tabs>
        <w:ind w:left="540" w:hanging="180"/>
        <w:jc w:val="both"/>
        <w:rPr>
          <w:b/>
          <w:bCs/>
          <w:sz w:val="21"/>
          <w:szCs w:val="21"/>
        </w:rPr>
      </w:pPr>
      <w:r w:rsidRPr="00A70FAC">
        <w:rPr>
          <w:b/>
          <w:bCs/>
          <w:sz w:val="21"/>
          <w:szCs w:val="21"/>
        </w:rPr>
        <w:t xml:space="preserve">Wszystkie elementy wchodzące w skład </w:t>
      </w:r>
      <w:r>
        <w:rPr>
          <w:b/>
          <w:bCs/>
          <w:sz w:val="21"/>
          <w:szCs w:val="21"/>
        </w:rPr>
        <w:t>stanowiska</w:t>
      </w:r>
      <w:r w:rsidRPr="00A70FAC">
        <w:rPr>
          <w:b/>
          <w:bCs/>
          <w:sz w:val="21"/>
          <w:szCs w:val="21"/>
        </w:rPr>
        <w:t xml:space="preserve"> należy wycenić w kolejnych poz. </w:t>
      </w:r>
      <w:r>
        <w:rPr>
          <w:b/>
          <w:bCs/>
          <w:sz w:val="21"/>
          <w:szCs w:val="21"/>
        </w:rPr>
        <w:t>1-8</w:t>
      </w:r>
      <w:r w:rsidRPr="00A70FAC">
        <w:rPr>
          <w:b/>
          <w:bCs/>
          <w:sz w:val="21"/>
          <w:szCs w:val="21"/>
        </w:rPr>
        <w:t xml:space="preserve">  itd. (przykład jak w tabeli).</w:t>
      </w:r>
    </w:p>
    <w:p w:rsidR="009713EB" w:rsidRPr="000A575A" w:rsidRDefault="009713EB" w:rsidP="006C729C">
      <w:pPr>
        <w:numPr>
          <w:ilvl w:val="0"/>
          <w:numId w:val="4"/>
        </w:numPr>
        <w:tabs>
          <w:tab w:val="clear" w:pos="720"/>
        </w:tabs>
        <w:ind w:left="540" w:hanging="180"/>
        <w:jc w:val="both"/>
        <w:rPr>
          <w:b/>
          <w:bCs/>
          <w:color w:val="000000"/>
          <w:sz w:val="21"/>
          <w:szCs w:val="21"/>
        </w:rPr>
      </w:pPr>
      <w:r w:rsidRPr="000A575A">
        <w:rPr>
          <w:b/>
          <w:bCs/>
          <w:color w:val="000000"/>
          <w:sz w:val="21"/>
          <w:szCs w:val="21"/>
        </w:rPr>
        <w:t xml:space="preserve">W poz. I należy podać cenę za cały </w:t>
      </w:r>
      <w:r>
        <w:rPr>
          <w:b/>
          <w:bCs/>
          <w:color w:val="000000"/>
          <w:sz w:val="21"/>
          <w:szCs w:val="21"/>
        </w:rPr>
        <w:t>sprzęt</w:t>
      </w:r>
      <w:r w:rsidRPr="000A575A">
        <w:rPr>
          <w:b/>
          <w:bCs/>
          <w:color w:val="000000"/>
          <w:sz w:val="21"/>
          <w:szCs w:val="21"/>
        </w:rPr>
        <w:t xml:space="preserve">, natomiast w kolejnych poz. od 1 do 8 lub dalej należy wycenić wszystkie elementy </w:t>
      </w:r>
      <w:r w:rsidRPr="000A575A">
        <w:rPr>
          <w:b/>
          <w:bCs/>
          <w:color w:val="000000"/>
          <w:sz w:val="21"/>
          <w:szCs w:val="21"/>
        </w:rPr>
        <w:br/>
        <w:t xml:space="preserve"> (jeżeli dotyczy) i zsumować wartość tych elementów. Cena aparatu z poz. I musi równać się cenie wszystkich </w:t>
      </w:r>
      <w:r w:rsidRPr="000A575A">
        <w:rPr>
          <w:b/>
          <w:bCs/>
          <w:color w:val="000000"/>
          <w:sz w:val="21"/>
          <w:szCs w:val="21"/>
        </w:rPr>
        <w:br/>
        <w:t xml:space="preserve"> elementów wchodzących w skład </w:t>
      </w:r>
      <w:r>
        <w:rPr>
          <w:b/>
          <w:bCs/>
          <w:color w:val="000000"/>
          <w:sz w:val="21"/>
          <w:szCs w:val="21"/>
        </w:rPr>
        <w:t>sprzętu.</w:t>
      </w:r>
      <w:r w:rsidRPr="000A575A">
        <w:rPr>
          <w:b/>
          <w:bCs/>
          <w:color w:val="000000"/>
          <w:sz w:val="21"/>
          <w:szCs w:val="21"/>
        </w:rPr>
        <w:t xml:space="preserve"> </w:t>
      </w:r>
    </w:p>
    <w:p w:rsidR="009713EB" w:rsidRPr="00A70FAC" w:rsidRDefault="009713EB" w:rsidP="00475FC6">
      <w:pPr>
        <w:jc w:val="both"/>
        <w:rPr>
          <w:b/>
          <w:bCs/>
          <w:sz w:val="21"/>
          <w:szCs w:val="21"/>
        </w:rPr>
      </w:pPr>
    </w:p>
    <w:p w:rsidR="009713EB" w:rsidRPr="00A70FAC" w:rsidRDefault="009713EB" w:rsidP="00475FC6">
      <w:pPr>
        <w:jc w:val="both"/>
        <w:rPr>
          <w:b/>
          <w:bCs/>
          <w:sz w:val="21"/>
          <w:szCs w:val="21"/>
        </w:rPr>
      </w:pPr>
    </w:p>
    <w:p w:rsidR="009713EB" w:rsidRPr="00A70FAC" w:rsidRDefault="009713EB" w:rsidP="00FC5F9A">
      <w:r w:rsidRPr="00A70FAC">
        <w:t xml:space="preserve">                                                                                                                                                       .......................................................</w:t>
      </w:r>
    </w:p>
    <w:p w:rsidR="009713EB" w:rsidRDefault="009713EB" w:rsidP="004874E0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713EB" w:rsidRDefault="009713EB" w:rsidP="004874E0">
      <w:pPr>
        <w:ind w:left="4248"/>
      </w:pPr>
      <w:r>
        <w:t xml:space="preserve">                                                                                  przedstawiciela Wykonawcy</w:t>
      </w:r>
    </w:p>
    <w:sectPr w:rsidR="009713EB" w:rsidSect="00DC62E7">
      <w:headerReference w:type="default" r:id="rId7"/>
      <w:footerReference w:type="default" r:id="rId8"/>
      <w:pgSz w:w="16838" w:h="11906" w:orient="landscape"/>
      <w:pgMar w:top="720" w:right="539" w:bottom="748" w:left="53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3EB" w:rsidRDefault="009713EB">
      <w:r>
        <w:separator/>
      </w:r>
    </w:p>
  </w:endnote>
  <w:endnote w:type="continuationSeparator" w:id="1">
    <w:p w:rsidR="009713EB" w:rsidRDefault="009713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3EB" w:rsidRPr="00AE163F" w:rsidRDefault="009713EB" w:rsidP="00AE163F">
    <w:pPr>
      <w:rPr>
        <w:sz w:val="18"/>
        <w:szCs w:val="18"/>
      </w:rPr>
    </w:pPr>
    <w:r w:rsidRPr="00AE163F">
      <w:rPr>
        <w:sz w:val="18"/>
        <w:szCs w:val="18"/>
      </w:rPr>
      <w:t xml:space="preserve">SIWZ 49/2017 WSzZ Elbląg – dostawa stanowiska do resuscytacji (1 szt.), aparatu usg (1 szt.) oraz inkubatorów (4 szt.) w 6 pakietach dla potrzeb Oddziału Noworodka, Patologii i Intensywnej Terapii Noworodka WSZ w Elblągu.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3EB" w:rsidRDefault="009713EB">
      <w:r>
        <w:separator/>
      </w:r>
    </w:p>
  </w:footnote>
  <w:footnote w:type="continuationSeparator" w:id="1">
    <w:p w:rsidR="009713EB" w:rsidRDefault="009713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3EB" w:rsidRDefault="009713EB">
    <w:pPr>
      <w:pStyle w:val="Header"/>
    </w:pPr>
  </w:p>
  <w:p w:rsidR="009713EB" w:rsidRDefault="009713E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/>
        <w:b/>
        <w:bCs/>
        <w:sz w:val="20"/>
        <w:szCs w:val="20"/>
      </w:rPr>
    </w:lvl>
  </w:abstractNum>
  <w:abstractNum w:abstractNumId="1">
    <w:nsid w:val="00000005"/>
    <w:multiLevelType w:val="multilevel"/>
    <w:tmpl w:val="CC462A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C"/>
    <w:multiLevelType w:val="multi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Tahoma" w:eastAsia="Times New Roman" w:hAnsi="Tahoma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23564"/>
    <w:multiLevelType w:val="hybridMultilevel"/>
    <w:tmpl w:val="F5AE9B12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0BE57B8E"/>
    <w:multiLevelType w:val="hybridMultilevel"/>
    <w:tmpl w:val="080C1830"/>
    <w:lvl w:ilvl="0" w:tplc="2C32E6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8337BE"/>
    <w:multiLevelType w:val="multilevel"/>
    <w:tmpl w:val="8EBEA0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123248DA"/>
    <w:multiLevelType w:val="singleLevel"/>
    <w:tmpl w:val="480C665A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2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E2FD2"/>
    <w:multiLevelType w:val="hybridMultilevel"/>
    <w:tmpl w:val="A6407640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FDAEB33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804711"/>
    <w:multiLevelType w:val="hybridMultilevel"/>
    <w:tmpl w:val="0CA0CF1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17A5DEA"/>
    <w:multiLevelType w:val="singleLevel"/>
    <w:tmpl w:val="F01C1A2E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4286A04"/>
    <w:multiLevelType w:val="hybridMultilevel"/>
    <w:tmpl w:val="F42862EC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46B43A09"/>
    <w:multiLevelType w:val="hybridMultilevel"/>
    <w:tmpl w:val="8AA8E476"/>
    <w:lvl w:ilvl="0" w:tplc="59B4BC4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ind w:left="2640" w:hanging="360"/>
      </w:pPr>
    </w:lvl>
    <w:lvl w:ilvl="4" w:tplc="04150019">
      <w:start w:val="1"/>
      <w:numFmt w:val="lowerLetter"/>
      <w:lvlText w:val="%5."/>
      <w:lvlJc w:val="left"/>
      <w:pPr>
        <w:ind w:left="3360" w:hanging="360"/>
      </w:pPr>
    </w:lvl>
    <w:lvl w:ilvl="5" w:tplc="0415001B">
      <w:start w:val="1"/>
      <w:numFmt w:val="lowerRoman"/>
      <w:lvlText w:val="%6."/>
      <w:lvlJc w:val="right"/>
      <w:pPr>
        <w:ind w:left="4080" w:hanging="180"/>
      </w:pPr>
    </w:lvl>
    <w:lvl w:ilvl="6" w:tplc="0415000F">
      <w:start w:val="1"/>
      <w:numFmt w:val="decimal"/>
      <w:lvlText w:val="%7."/>
      <w:lvlJc w:val="left"/>
      <w:pPr>
        <w:ind w:left="4800" w:hanging="360"/>
      </w:pPr>
    </w:lvl>
    <w:lvl w:ilvl="7" w:tplc="04150019">
      <w:start w:val="1"/>
      <w:numFmt w:val="lowerLetter"/>
      <w:lvlText w:val="%8."/>
      <w:lvlJc w:val="left"/>
      <w:pPr>
        <w:ind w:left="5520" w:hanging="360"/>
      </w:pPr>
    </w:lvl>
    <w:lvl w:ilvl="8" w:tplc="0415001B">
      <w:start w:val="1"/>
      <w:numFmt w:val="lowerRoman"/>
      <w:lvlText w:val="%9."/>
      <w:lvlJc w:val="right"/>
      <w:pPr>
        <w:ind w:left="6240" w:hanging="180"/>
      </w:pPr>
    </w:lvl>
  </w:abstractNum>
  <w:abstractNum w:abstractNumId="23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3177089"/>
    <w:multiLevelType w:val="hybridMultilevel"/>
    <w:tmpl w:val="CB8415B8"/>
    <w:lvl w:ilvl="0" w:tplc="8BF25D3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5FE3EB8"/>
    <w:multiLevelType w:val="hybridMultilevel"/>
    <w:tmpl w:val="30D0E374"/>
    <w:lvl w:ilvl="0" w:tplc="67326E9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8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AD5859"/>
    <w:multiLevelType w:val="hybridMultilevel"/>
    <w:tmpl w:val="C74E83D2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78224E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F14403"/>
    <w:multiLevelType w:val="hybridMultilevel"/>
    <w:tmpl w:val="4EC4062A"/>
    <w:lvl w:ilvl="0" w:tplc="C1BCDD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2">
    <w:nsid w:val="61B36A44"/>
    <w:multiLevelType w:val="hybridMultilevel"/>
    <w:tmpl w:val="DEBECA1E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">
    <w:nsid w:val="68B11442"/>
    <w:multiLevelType w:val="hybridMultilevel"/>
    <w:tmpl w:val="C62C05F4"/>
    <w:lvl w:ilvl="0" w:tplc="B2029D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6">
    <w:nsid w:val="6F6B21F2"/>
    <w:multiLevelType w:val="hybridMultilevel"/>
    <w:tmpl w:val="683E9CFA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ECA8710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7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7261494B"/>
    <w:multiLevelType w:val="multilevel"/>
    <w:tmpl w:val="0A525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32525AC"/>
    <w:multiLevelType w:val="multilevel"/>
    <w:tmpl w:val="F9FAAD0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1">
    <w:nsid w:val="78F51E4A"/>
    <w:multiLevelType w:val="hybridMultilevel"/>
    <w:tmpl w:val="CE449DC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37"/>
  </w:num>
  <w:num w:numId="3">
    <w:abstractNumId w:val="26"/>
  </w:num>
  <w:num w:numId="4">
    <w:abstractNumId w:val="38"/>
  </w:num>
  <w:num w:numId="5">
    <w:abstractNumId w:val="20"/>
  </w:num>
  <w:num w:numId="6">
    <w:abstractNumId w:val="14"/>
  </w:num>
  <w:num w:numId="7">
    <w:abstractNumId w:val="17"/>
  </w:num>
  <w:num w:numId="8">
    <w:abstractNumId w:val="28"/>
  </w:num>
  <w:num w:numId="9">
    <w:abstractNumId w:val="10"/>
  </w:num>
  <w:num w:numId="10">
    <w:abstractNumId w:val="1"/>
  </w:num>
  <w:num w:numId="11">
    <w:abstractNumId w:val="6"/>
  </w:num>
  <w:num w:numId="12">
    <w:abstractNumId w:val="16"/>
  </w:num>
  <w:num w:numId="13">
    <w:abstractNumId w:val="23"/>
  </w:num>
  <w:num w:numId="14">
    <w:abstractNumId w:val="30"/>
  </w:num>
  <w:num w:numId="15">
    <w:abstractNumId w:val="34"/>
  </w:num>
  <w:num w:numId="16">
    <w:abstractNumId w:val="11"/>
  </w:num>
  <w:num w:numId="17">
    <w:abstractNumId w:val="19"/>
  </w:num>
  <w:num w:numId="18">
    <w:abstractNumId w:val="7"/>
  </w:num>
  <w:num w:numId="19">
    <w:abstractNumId w:val="12"/>
  </w:num>
  <w:num w:numId="20">
    <w:abstractNumId w:val="9"/>
  </w:num>
  <w:num w:numId="21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0"/>
  </w:num>
  <w:num w:numId="24">
    <w:abstractNumId w:val="31"/>
  </w:num>
  <w:num w:numId="25">
    <w:abstractNumId w:val="29"/>
  </w:num>
  <w:num w:numId="26">
    <w:abstractNumId w:val="36"/>
  </w:num>
  <w:num w:numId="27">
    <w:abstractNumId w:val="21"/>
  </w:num>
  <w:num w:numId="28">
    <w:abstractNumId w:val="8"/>
  </w:num>
  <w:num w:numId="29">
    <w:abstractNumId w:val="32"/>
  </w:num>
  <w:num w:numId="30">
    <w:abstractNumId w:val="33"/>
  </w:num>
  <w:num w:numId="31">
    <w:abstractNumId w:val="41"/>
  </w:num>
  <w:num w:numId="32">
    <w:abstractNumId w:val="24"/>
  </w:num>
  <w:num w:numId="33">
    <w:abstractNumId w:val="35"/>
  </w:num>
  <w:num w:numId="34">
    <w:abstractNumId w:val="39"/>
  </w:num>
  <w:num w:numId="35">
    <w:abstractNumId w:val="27"/>
  </w:num>
  <w:num w:numId="36">
    <w:abstractNumId w:val="22"/>
  </w:num>
  <w:num w:numId="37">
    <w:abstractNumId w:val="40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97F"/>
    <w:rsid w:val="00000A70"/>
    <w:rsid w:val="00001A53"/>
    <w:rsid w:val="00002879"/>
    <w:rsid w:val="00004AA5"/>
    <w:rsid w:val="00004BB3"/>
    <w:rsid w:val="000057F8"/>
    <w:rsid w:val="00005CB0"/>
    <w:rsid w:val="00005CB4"/>
    <w:rsid w:val="00011E9B"/>
    <w:rsid w:val="000136D4"/>
    <w:rsid w:val="00015467"/>
    <w:rsid w:val="00015E33"/>
    <w:rsid w:val="000169C9"/>
    <w:rsid w:val="00020731"/>
    <w:rsid w:val="00021B7F"/>
    <w:rsid w:val="00022543"/>
    <w:rsid w:val="00023D4A"/>
    <w:rsid w:val="00023FC8"/>
    <w:rsid w:val="00024254"/>
    <w:rsid w:val="0002554D"/>
    <w:rsid w:val="000263CF"/>
    <w:rsid w:val="00027BED"/>
    <w:rsid w:val="00027F14"/>
    <w:rsid w:val="000308A9"/>
    <w:rsid w:val="000309C2"/>
    <w:rsid w:val="00030C70"/>
    <w:rsid w:val="00031FF4"/>
    <w:rsid w:val="00033032"/>
    <w:rsid w:val="00037C70"/>
    <w:rsid w:val="00037CBB"/>
    <w:rsid w:val="0004101D"/>
    <w:rsid w:val="00043D44"/>
    <w:rsid w:val="00046210"/>
    <w:rsid w:val="00046C42"/>
    <w:rsid w:val="00047444"/>
    <w:rsid w:val="00051132"/>
    <w:rsid w:val="0005249C"/>
    <w:rsid w:val="0005283A"/>
    <w:rsid w:val="00052E65"/>
    <w:rsid w:val="000532DE"/>
    <w:rsid w:val="00053A19"/>
    <w:rsid w:val="0005494D"/>
    <w:rsid w:val="000560ED"/>
    <w:rsid w:val="00056C97"/>
    <w:rsid w:val="00057E17"/>
    <w:rsid w:val="00060899"/>
    <w:rsid w:val="00061221"/>
    <w:rsid w:val="00061416"/>
    <w:rsid w:val="00071BB8"/>
    <w:rsid w:val="000738BA"/>
    <w:rsid w:val="00074BDA"/>
    <w:rsid w:val="00075987"/>
    <w:rsid w:val="00075E21"/>
    <w:rsid w:val="00077A26"/>
    <w:rsid w:val="00080592"/>
    <w:rsid w:val="000811A5"/>
    <w:rsid w:val="00082500"/>
    <w:rsid w:val="0008299F"/>
    <w:rsid w:val="00082FE4"/>
    <w:rsid w:val="000831D6"/>
    <w:rsid w:val="00090BD3"/>
    <w:rsid w:val="0009217C"/>
    <w:rsid w:val="00092E18"/>
    <w:rsid w:val="0009300F"/>
    <w:rsid w:val="00093039"/>
    <w:rsid w:val="00093BB0"/>
    <w:rsid w:val="000969B1"/>
    <w:rsid w:val="000A1690"/>
    <w:rsid w:val="000A25C7"/>
    <w:rsid w:val="000A575A"/>
    <w:rsid w:val="000A5AE5"/>
    <w:rsid w:val="000A684B"/>
    <w:rsid w:val="000A6DF2"/>
    <w:rsid w:val="000B03D2"/>
    <w:rsid w:val="000B062B"/>
    <w:rsid w:val="000B0E87"/>
    <w:rsid w:val="000B199C"/>
    <w:rsid w:val="000B2532"/>
    <w:rsid w:val="000B2C4E"/>
    <w:rsid w:val="000B2E9C"/>
    <w:rsid w:val="000B4A10"/>
    <w:rsid w:val="000B6F96"/>
    <w:rsid w:val="000C221A"/>
    <w:rsid w:val="000C39F8"/>
    <w:rsid w:val="000C39FE"/>
    <w:rsid w:val="000C45EF"/>
    <w:rsid w:val="000C4EC0"/>
    <w:rsid w:val="000C5906"/>
    <w:rsid w:val="000C72AF"/>
    <w:rsid w:val="000D0736"/>
    <w:rsid w:val="000D2705"/>
    <w:rsid w:val="000D3B15"/>
    <w:rsid w:val="000D4847"/>
    <w:rsid w:val="000D4E1D"/>
    <w:rsid w:val="000E204A"/>
    <w:rsid w:val="000E4F3D"/>
    <w:rsid w:val="000E6351"/>
    <w:rsid w:val="000F1E60"/>
    <w:rsid w:val="000F2DC5"/>
    <w:rsid w:val="000F3332"/>
    <w:rsid w:val="000F4BA6"/>
    <w:rsid w:val="000F5832"/>
    <w:rsid w:val="000F5F6E"/>
    <w:rsid w:val="000F7EA9"/>
    <w:rsid w:val="000F7F5E"/>
    <w:rsid w:val="001015FA"/>
    <w:rsid w:val="00104033"/>
    <w:rsid w:val="00106167"/>
    <w:rsid w:val="0010703D"/>
    <w:rsid w:val="00113106"/>
    <w:rsid w:val="00120147"/>
    <w:rsid w:val="00123773"/>
    <w:rsid w:val="00123BE1"/>
    <w:rsid w:val="0012509F"/>
    <w:rsid w:val="001262F2"/>
    <w:rsid w:val="00130B28"/>
    <w:rsid w:val="00131C87"/>
    <w:rsid w:val="00132D67"/>
    <w:rsid w:val="00134082"/>
    <w:rsid w:val="001348D7"/>
    <w:rsid w:val="00136569"/>
    <w:rsid w:val="001407F4"/>
    <w:rsid w:val="0014156F"/>
    <w:rsid w:val="00142AB7"/>
    <w:rsid w:val="0014563F"/>
    <w:rsid w:val="00146AEA"/>
    <w:rsid w:val="00146D90"/>
    <w:rsid w:val="00147684"/>
    <w:rsid w:val="00152B4B"/>
    <w:rsid w:val="00154137"/>
    <w:rsid w:val="001562B5"/>
    <w:rsid w:val="00157DAC"/>
    <w:rsid w:val="00160397"/>
    <w:rsid w:val="001604CF"/>
    <w:rsid w:val="001613E5"/>
    <w:rsid w:val="0017018E"/>
    <w:rsid w:val="00170701"/>
    <w:rsid w:val="00170FFF"/>
    <w:rsid w:val="0017105A"/>
    <w:rsid w:val="00171AA3"/>
    <w:rsid w:val="00172825"/>
    <w:rsid w:val="00172F04"/>
    <w:rsid w:val="00173332"/>
    <w:rsid w:val="00173396"/>
    <w:rsid w:val="00173B00"/>
    <w:rsid w:val="00173D76"/>
    <w:rsid w:val="001741DC"/>
    <w:rsid w:val="00174C3A"/>
    <w:rsid w:val="001908AB"/>
    <w:rsid w:val="0019227D"/>
    <w:rsid w:val="00194369"/>
    <w:rsid w:val="00197820"/>
    <w:rsid w:val="001A418C"/>
    <w:rsid w:val="001A6F2B"/>
    <w:rsid w:val="001B42B2"/>
    <w:rsid w:val="001B56DC"/>
    <w:rsid w:val="001B7431"/>
    <w:rsid w:val="001C042D"/>
    <w:rsid w:val="001C091D"/>
    <w:rsid w:val="001C168B"/>
    <w:rsid w:val="001C3C8D"/>
    <w:rsid w:val="001C7A0B"/>
    <w:rsid w:val="001D302D"/>
    <w:rsid w:val="001D6506"/>
    <w:rsid w:val="001E35EA"/>
    <w:rsid w:val="001E3898"/>
    <w:rsid w:val="001E464F"/>
    <w:rsid w:val="001E7E8C"/>
    <w:rsid w:val="001F1704"/>
    <w:rsid w:val="001F3CC9"/>
    <w:rsid w:val="001F6784"/>
    <w:rsid w:val="001F7844"/>
    <w:rsid w:val="0020437D"/>
    <w:rsid w:val="00204527"/>
    <w:rsid w:val="00204900"/>
    <w:rsid w:val="00206D86"/>
    <w:rsid w:val="002110AF"/>
    <w:rsid w:val="00212DDB"/>
    <w:rsid w:val="00212F22"/>
    <w:rsid w:val="002134BC"/>
    <w:rsid w:val="00215CD6"/>
    <w:rsid w:val="00220D23"/>
    <w:rsid w:val="0022225A"/>
    <w:rsid w:val="0022422A"/>
    <w:rsid w:val="0022487D"/>
    <w:rsid w:val="00227ADF"/>
    <w:rsid w:val="00230A62"/>
    <w:rsid w:val="00235EEB"/>
    <w:rsid w:val="00242C13"/>
    <w:rsid w:val="002435BB"/>
    <w:rsid w:val="0024556E"/>
    <w:rsid w:val="0024647B"/>
    <w:rsid w:val="0024678E"/>
    <w:rsid w:val="00246CE8"/>
    <w:rsid w:val="002474C5"/>
    <w:rsid w:val="00253315"/>
    <w:rsid w:val="00261BD7"/>
    <w:rsid w:val="00263420"/>
    <w:rsid w:val="00264114"/>
    <w:rsid w:val="00270819"/>
    <w:rsid w:val="002710C1"/>
    <w:rsid w:val="002714DD"/>
    <w:rsid w:val="002721F4"/>
    <w:rsid w:val="002736DB"/>
    <w:rsid w:val="00274CE2"/>
    <w:rsid w:val="002772D8"/>
    <w:rsid w:val="00277F9B"/>
    <w:rsid w:val="00277FC5"/>
    <w:rsid w:val="0028161B"/>
    <w:rsid w:val="00282383"/>
    <w:rsid w:val="00282401"/>
    <w:rsid w:val="002824C8"/>
    <w:rsid w:val="002831C6"/>
    <w:rsid w:val="00283FA3"/>
    <w:rsid w:val="002852BE"/>
    <w:rsid w:val="00285C35"/>
    <w:rsid w:val="00286A48"/>
    <w:rsid w:val="00290A55"/>
    <w:rsid w:val="00290F0B"/>
    <w:rsid w:val="00294231"/>
    <w:rsid w:val="00295736"/>
    <w:rsid w:val="00295E49"/>
    <w:rsid w:val="002A3D3A"/>
    <w:rsid w:val="002A3FCB"/>
    <w:rsid w:val="002A5054"/>
    <w:rsid w:val="002A518C"/>
    <w:rsid w:val="002A62CB"/>
    <w:rsid w:val="002A6431"/>
    <w:rsid w:val="002A6547"/>
    <w:rsid w:val="002A6D30"/>
    <w:rsid w:val="002B1E96"/>
    <w:rsid w:val="002B42C6"/>
    <w:rsid w:val="002B4A59"/>
    <w:rsid w:val="002C1580"/>
    <w:rsid w:val="002C1867"/>
    <w:rsid w:val="002C25B6"/>
    <w:rsid w:val="002C2BFA"/>
    <w:rsid w:val="002C377B"/>
    <w:rsid w:val="002C434C"/>
    <w:rsid w:val="002C4DB4"/>
    <w:rsid w:val="002C5982"/>
    <w:rsid w:val="002C61FB"/>
    <w:rsid w:val="002D5ECC"/>
    <w:rsid w:val="002D7647"/>
    <w:rsid w:val="002E0FCB"/>
    <w:rsid w:val="002E2B7E"/>
    <w:rsid w:val="002E6E56"/>
    <w:rsid w:val="002F041B"/>
    <w:rsid w:val="002F68BC"/>
    <w:rsid w:val="00300EBE"/>
    <w:rsid w:val="00301A05"/>
    <w:rsid w:val="003033FB"/>
    <w:rsid w:val="003046A7"/>
    <w:rsid w:val="00305754"/>
    <w:rsid w:val="003109F1"/>
    <w:rsid w:val="00320CE0"/>
    <w:rsid w:val="00323344"/>
    <w:rsid w:val="0032368E"/>
    <w:rsid w:val="00323A9E"/>
    <w:rsid w:val="00325354"/>
    <w:rsid w:val="00327040"/>
    <w:rsid w:val="003270B3"/>
    <w:rsid w:val="00332050"/>
    <w:rsid w:val="00334553"/>
    <w:rsid w:val="00334EC5"/>
    <w:rsid w:val="003361C8"/>
    <w:rsid w:val="00337D46"/>
    <w:rsid w:val="0034106F"/>
    <w:rsid w:val="00342A74"/>
    <w:rsid w:val="00343E63"/>
    <w:rsid w:val="003447B0"/>
    <w:rsid w:val="0034654A"/>
    <w:rsid w:val="00350C57"/>
    <w:rsid w:val="003519B4"/>
    <w:rsid w:val="003519D5"/>
    <w:rsid w:val="00351B29"/>
    <w:rsid w:val="003563F4"/>
    <w:rsid w:val="00360BAF"/>
    <w:rsid w:val="00364E2B"/>
    <w:rsid w:val="00365283"/>
    <w:rsid w:val="0036555F"/>
    <w:rsid w:val="0036561A"/>
    <w:rsid w:val="00371169"/>
    <w:rsid w:val="00373142"/>
    <w:rsid w:val="00375BC4"/>
    <w:rsid w:val="003764EC"/>
    <w:rsid w:val="003815FC"/>
    <w:rsid w:val="003820A8"/>
    <w:rsid w:val="00383468"/>
    <w:rsid w:val="00384127"/>
    <w:rsid w:val="00384FD5"/>
    <w:rsid w:val="003856D7"/>
    <w:rsid w:val="003876AE"/>
    <w:rsid w:val="003876BC"/>
    <w:rsid w:val="00387B46"/>
    <w:rsid w:val="003904D2"/>
    <w:rsid w:val="00392D28"/>
    <w:rsid w:val="0039387A"/>
    <w:rsid w:val="00393B21"/>
    <w:rsid w:val="00394353"/>
    <w:rsid w:val="0039583C"/>
    <w:rsid w:val="003A000E"/>
    <w:rsid w:val="003A3737"/>
    <w:rsid w:val="003A3FA7"/>
    <w:rsid w:val="003A4455"/>
    <w:rsid w:val="003A511D"/>
    <w:rsid w:val="003A5ACC"/>
    <w:rsid w:val="003A5EA4"/>
    <w:rsid w:val="003A6984"/>
    <w:rsid w:val="003B0366"/>
    <w:rsid w:val="003B0F65"/>
    <w:rsid w:val="003B0FD4"/>
    <w:rsid w:val="003B3B66"/>
    <w:rsid w:val="003B4807"/>
    <w:rsid w:val="003B4A22"/>
    <w:rsid w:val="003B5C78"/>
    <w:rsid w:val="003B6ED3"/>
    <w:rsid w:val="003C218E"/>
    <w:rsid w:val="003C4B72"/>
    <w:rsid w:val="003C6F91"/>
    <w:rsid w:val="003D09A5"/>
    <w:rsid w:val="003D168B"/>
    <w:rsid w:val="003D447B"/>
    <w:rsid w:val="003D4A43"/>
    <w:rsid w:val="003D4F62"/>
    <w:rsid w:val="003D6DDE"/>
    <w:rsid w:val="003D7294"/>
    <w:rsid w:val="003E054C"/>
    <w:rsid w:val="003E3393"/>
    <w:rsid w:val="003E4CF3"/>
    <w:rsid w:val="003E5027"/>
    <w:rsid w:val="003E5112"/>
    <w:rsid w:val="003E5E6E"/>
    <w:rsid w:val="003E673C"/>
    <w:rsid w:val="003F1CED"/>
    <w:rsid w:val="003F21B7"/>
    <w:rsid w:val="003F3D0E"/>
    <w:rsid w:val="003F6003"/>
    <w:rsid w:val="003F6439"/>
    <w:rsid w:val="00400DA8"/>
    <w:rsid w:val="004031BF"/>
    <w:rsid w:val="004049AD"/>
    <w:rsid w:val="00405C33"/>
    <w:rsid w:val="00410694"/>
    <w:rsid w:val="00411688"/>
    <w:rsid w:val="00413477"/>
    <w:rsid w:val="004138DC"/>
    <w:rsid w:val="0041394A"/>
    <w:rsid w:val="00415185"/>
    <w:rsid w:val="00415735"/>
    <w:rsid w:val="004169E0"/>
    <w:rsid w:val="00417767"/>
    <w:rsid w:val="00422BFC"/>
    <w:rsid w:val="00422FF9"/>
    <w:rsid w:val="00423195"/>
    <w:rsid w:val="0042336F"/>
    <w:rsid w:val="00424174"/>
    <w:rsid w:val="004258A2"/>
    <w:rsid w:val="00425B18"/>
    <w:rsid w:val="00426D79"/>
    <w:rsid w:val="0042722D"/>
    <w:rsid w:val="0042761D"/>
    <w:rsid w:val="00431E8E"/>
    <w:rsid w:val="0043207D"/>
    <w:rsid w:val="00432BC1"/>
    <w:rsid w:val="004334BA"/>
    <w:rsid w:val="00434EEF"/>
    <w:rsid w:val="00436F83"/>
    <w:rsid w:val="004405C2"/>
    <w:rsid w:val="00441322"/>
    <w:rsid w:val="0044381E"/>
    <w:rsid w:val="00447402"/>
    <w:rsid w:val="004476D7"/>
    <w:rsid w:val="00447BB3"/>
    <w:rsid w:val="00451557"/>
    <w:rsid w:val="00451A06"/>
    <w:rsid w:val="00451BB2"/>
    <w:rsid w:val="004537DF"/>
    <w:rsid w:val="0045429F"/>
    <w:rsid w:val="004600C3"/>
    <w:rsid w:val="00460657"/>
    <w:rsid w:val="004617D4"/>
    <w:rsid w:val="00462E6A"/>
    <w:rsid w:val="00465C3E"/>
    <w:rsid w:val="0046704F"/>
    <w:rsid w:val="00467E6F"/>
    <w:rsid w:val="00471A94"/>
    <w:rsid w:val="00472DE2"/>
    <w:rsid w:val="00475FC6"/>
    <w:rsid w:val="004874E0"/>
    <w:rsid w:val="00491148"/>
    <w:rsid w:val="004A0946"/>
    <w:rsid w:val="004A58F6"/>
    <w:rsid w:val="004A6263"/>
    <w:rsid w:val="004B1BB9"/>
    <w:rsid w:val="004B2874"/>
    <w:rsid w:val="004C1223"/>
    <w:rsid w:val="004C1306"/>
    <w:rsid w:val="004C1AC9"/>
    <w:rsid w:val="004C397F"/>
    <w:rsid w:val="004D4CD6"/>
    <w:rsid w:val="004D6F19"/>
    <w:rsid w:val="004E07EA"/>
    <w:rsid w:val="004E166C"/>
    <w:rsid w:val="004E51D7"/>
    <w:rsid w:val="004F2D33"/>
    <w:rsid w:val="004F3FCE"/>
    <w:rsid w:val="004F4265"/>
    <w:rsid w:val="004F6CB4"/>
    <w:rsid w:val="004F75E0"/>
    <w:rsid w:val="00504752"/>
    <w:rsid w:val="0050687E"/>
    <w:rsid w:val="00511E12"/>
    <w:rsid w:val="0051229B"/>
    <w:rsid w:val="00516386"/>
    <w:rsid w:val="00516445"/>
    <w:rsid w:val="00516A06"/>
    <w:rsid w:val="00516CAC"/>
    <w:rsid w:val="00522C81"/>
    <w:rsid w:val="00526CC9"/>
    <w:rsid w:val="00527CD2"/>
    <w:rsid w:val="0053091A"/>
    <w:rsid w:val="00531C20"/>
    <w:rsid w:val="00532909"/>
    <w:rsid w:val="005348CD"/>
    <w:rsid w:val="00537C18"/>
    <w:rsid w:val="005434E8"/>
    <w:rsid w:val="0054554F"/>
    <w:rsid w:val="005458C7"/>
    <w:rsid w:val="00546841"/>
    <w:rsid w:val="0054687D"/>
    <w:rsid w:val="00550598"/>
    <w:rsid w:val="0055332F"/>
    <w:rsid w:val="0055595B"/>
    <w:rsid w:val="00555DA5"/>
    <w:rsid w:val="00555E95"/>
    <w:rsid w:val="0055776B"/>
    <w:rsid w:val="00563956"/>
    <w:rsid w:val="00564D65"/>
    <w:rsid w:val="005672C9"/>
    <w:rsid w:val="00570BDF"/>
    <w:rsid w:val="005734C5"/>
    <w:rsid w:val="00573C72"/>
    <w:rsid w:val="00575B27"/>
    <w:rsid w:val="005763CF"/>
    <w:rsid w:val="005804EA"/>
    <w:rsid w:val="005839C1"/>
    <w:rsid w:val="00584103"/>
    <w:rsid w:val="00584E6E"/>
    <w:rsid w:val="00585561"/>
    <w:rsid w:val="00585906"/>
    <w:rsid w:val="00586C13"/>
    <w:rsid w:val="00591CCC"/>
    <w:rsid w:val="00595E85"/>
    <w:rsid w:val="005975C6"/>
    <w:rsid w:val="005A0A30"/>
    <w:rsid w:val="005A2296"/>
    <w:rsid w:val="005A2DAD"/>
    <w:rsid w:val="005A4407"/>
    <w:rsid w:val="005A4878"/>
    <w:rsid w:val="005A6A68"/>
    <w:rsid w:val="005A7243"/>
    <w:rsid w:val="005A79AE"/>
    <w:rsid w:val="005A7CE7"/>
    <w:rsid w:val="005B19C5"/>
    <w:rsid w:val="005B4D06"/>
    <w:rsid w:val="005B5AB8"/>
    <w:rsid w:val="005C3ADF"/>
    <w:rsid w:val="005C50C6"/>
    <w:rsid w:val="005C6671"/>
    <w:rsid w:val="005D0148"/>
    <w:rsid w:val="005D1AA7"/>
    <w:rsid w:val="005D24B1"/>
    <w:rsid w:val="005D2899"/>
    <w:rsid w:val="005D2FEB"/>
    <w:rsid w:val="005D4D25"/>
    <w:rsid w:val="005D6BCC"/>
    <w:rsid w:val="005D7E2A"/>
    <w:rsid w:val="005E3246"/>
    <w:rsid w:val="005E3C82"/>
    <w:rsid w:val="005E3CBA"/>
    <w:rsid w:val="005E3FC8"/>
    <w:rsid w:val="005E3FEB"/>
    <w:rsid w:val="005E4E43"/>
    <w:rsid w:val="005F2998"/>
    <w:rsid w:val="005F3FCA"/>
    <w:rsid w:val="005F4238"/>
    <w:rsid w:val="005F43B9"/>
    <w:rsid w:val="005F5207"/>
    <w:rsid w:val="005F68D0"/>
    <w:rsid w:val="005F75FB"/>
    <w:rsid w:val="00602E9E"/>
    <w:rsid w:val="0060368F"/>
    <w:rsid w:val="0060415D"/>
    <w:rsid w:val="00604230"/>
    <w:rsid w:val="00604535"/>
    <w:rsid w:val="006050AC"/>
    <w:rsid w:val="00605905"/>
    <w:rsid w:val="006117B7"/>
    <w:rsid w:val="00613B19"/>
    <w:rsid w:val="00614FE5"/>
    <w:rsid w:val="00616C63"/>
    <w:rsid w:val="00621BD2"/>
    <w:rsid w:val="00627E1C"/>
    <w:rsid w:val="00627EA6"/>
    <w:rsid w:val="00630461"/>
    <w:rsid w:val="006304C4"/>
    <w:rsid w:val="0063446F"/>
    <w:rsid w:val="00634BDA"/>
    <w:rsid w:val="006461C4"/>
    <w:rsid w:val="00646543"/>
    <w:rsid w:val="00647AAC"/>
    <w:rsid w:val="00647FD1"/>
    <w:rsid w:val="00651DF8"/>
    <w:rsid w:val="00652572"/>
    <w:rsid w:val="00653C05"/>
    <w:rsid w:val="0066101F"/>
    <w:rsid w:val="00666AEC"/>
    <w:rsid w:val="006674A2"/>
    <w:rsid w:val="00667EAD"/>
    <w:rsid w:val="00670BB7"/>
    <w:rsid w:val="006711DF"/>
    <w:rsid w:val="00671EF9"/>
    <w:rsid w:val="006759B4"/>
    <w:rsid w:val="00675E07"/>
    <w:rsid w:val="006801DC"/>
    <w:rsid w:val="00680494"/>
    <w:rsid w:val="006846ED"/>
    <w:rsid w:val="006847DA"/>
    <w:rsid w:val="00684F0A"/>
    <w:rsid w:val="00694861"/>
    <w:rsid w:val="00696B15"/>
    <w:rsid w:val="006A0182"/>
    <w:rsid w:val="006A0A18"/>
    <w:rsid w:val="006A0D9B"/>
    <w:rsid w:val="006A2CDD"/>
    <w:rsid w:val="006B0509"/>
    <w:rsid w:val="006B0949"/>
    <w:rsid w:val="006B1213"/>
    <w:rsid w:val="006B12D4"/>
    <w:rsid w:val="006B1CDD"/>
    <w:rsid w:val="006B2CDE"/>
    <w:rsid w:val="006B33A7"/>
    <w:rsid w:val="006B59EE"/>
    <w:rsid w:val="006C2A06"/>
    <w:rsid w:val="006C729C"/>
    <w:rsid w:val="006C7FC5"/>
    <w:rsid w:val="006D23CC"/>
    <w:rsid w:val="006D26EA"/>
    <w:rsid w:val="006D5672"/>
    <w:rsid w:val="006D67DB"/>
    <w:rsid w:val="006E0140"/>
    <w:rsid w:val="006E0BB8"/>
    <w:rsid w:val="006E0F30"/>
    <w:rsid w:val="006E1BEE"/>
    <w:rsid w:val="006E2178"/>
    <w:rsid w:val="006E2BE1"/>
    <w:rsid w:val="006E3748"/>
    <w:rsid w:val="006E3EEE"/>
    <w:rsid w:val="006E4632"/>
    <w:rsid w:val="006E6618"/>
    <w:rsid w:val="006E7AC7"/>
    <w:rsid w:val="006F1458"/>
    <w:rsid w:val="006F28C1"/>
    <w:rsid w:val="006F2CCC"/>
    <w:rsid w:val="006F4CAA"/>
    <w:rsid w:val="007005F7"/>
    <w:rsid w:val="007025E2"/>
    <w:rsid w:val="007026EB"/>
    <w:rsid w:val="00705DC3"/>
    <w:rsid w:val="00707B58"/>
    <w:rsid w:val="007112FB"/>
    <w:rsid w:val="00711AC7"/>
    <w:rsid w:val="007123C0"/>
    <w:rsid w:val="00712B5F"/>
    <w:rsid w:val="00715811"/>
    <w:rsid w:val="007170EB"/>
    <w:rsid w:val="0071780F"/>
    <w:rsid w:val="007203B3"/>
    <w:rsid w:val="007227CC"/>
    <w:rsid w:val="00726AC2"/>
    <w:rsid w:val="0073160D"/>
    <w:rsid w:val="00731C74"/>
    <w:rsid w:val="00732A20"/>
    <w:rsid w:val="00732A49"/>
    <w:rsid w:val="007333D7"/>
    <w:rsid w:val="00733F1D"/>
    <w:rsid w:val="00734C72"/>
    <w:rsid w:val="00735812"/>
    <w:rsid w:val="00741AA1"/>
    <w:rsid w:val="00741BEA"/>
    <w:rsid w:val="007450E2"/>
    <w:rsid w:val="007530A4"/>
    <w:rsid w:val="00754100"/>
    <w:rsid w:val="00754FFD"/>
    <w:rsid w:val="007552EA"/>
    <w:rsid w:val="007565C2"/>
    <w:rsid w:val="007570D1"/>
    <w:rsid w:val="00761574"/>
    <w:rsid w:val="00762086"/>
    <w:rsid w:val="0076338C"/>
    <w:rsid w:val="007635AD"/>
    <w:rsid w:val="0076377A"/>
    <w:rsid w:val="00763782"/>
    <w:rsid w:val="007645DA"/>
    <w:rsid w:val="00764648"/>
    <w:rsid w:val="00765F38"/>
    <w:rsid w:val="00766561"/>
    <w:rsid w:val="00767083"/>
    <w:rsid w:val="00770CCC"/>
    <w:rsid w:val="00776FAB"/>
    <w:rsid w:val="00777B32"/>
    <w:rsid w:val="00780E37"/>
    <w:rsid w:val="007810D4"/>
    <w:rsid w:val="00781F4F"/>
    <w:rsid w:val="0078232B"/>
    <w:rsid w:val="00783AB0"/>
    <w:rsid w:val="00784B29"/>
    <w:rsid w:val="00785347"/>
    <w:rsid w:val="007867AD"/>
    <w:rsid w:val="00786D2E"/>
    <w:rsid w:val="007877F2"/>
    <w:rsid w:val="0079290B"/>
    <w:rsid w:val="00792B5B"/>
    <w:rsid w:val="0079429B"/>
    <w:rsid w:val="00795931"/>
    <w:rsid w:val="007978BC"/>
    <w:rsid w:val="007A1A7E"/>
    <w:rsid w:val="007A3E50"/>
    <w:rsid w:val="007A6EA2"/>
    <w:rsid w:val="007A70BD"/>
    <w:rsid w:val="007A78AC"/>
    <w:rsid w:val="007B0D2F"/>
    <w:rsid w:val="007B25F2"/>
    <w:rsid w:val="007B2B72"/>
    <w:rsid w:val="007B39FE"/>
    <w:rsid w:val="007B5B1E"/>
    <w:rsid w:val="007C296F"/>
    <w:rsid w:val="007C36FC"/>
    <w:rsid w:val="007C649C"/>
    <w:rsid w:val="007D010F"/>
    <w:rsid w:val="007D0D93"/>
    <w:rsid w:val="007D2050"/>
    <w:rsid w:val="007D2AD5"/>
    <w:rsid w:val="007D3354"/>
    <w:rsid w:val="007D45FE"/>
    <w:rsid w:val="007D5D13"/>
    <w:rsid w:val="007D65C7"/>
    <w:rsid w:val="007E0526"/>
    <w:rsid w:val="007E2525"/>
    <w:rsid w:val="007E3F55"/>
    <w:rsid w:val="007E6989"/>
    <w:rsid w:val="007E7536"/>
    <w:rsid w:val="007F2AFE"/>
    <w:rsid w:val="007F378B"/>
    <w:rsid w:val="007F3F23"/>
    <w:rsid w:val="007F4990"/>
    <w:rsid w:val="007F499B"/>
    <w:rsid w:val="007F4DD3"/>
    <w:rsid w:val="007F585A"/>
    <w:rsid w:val="007F6171"/>
    <w:rsid w:val="007F6B4B"/>
    <w:rsid w:val="007F7DAA"/>
    <w:rsid w:val="00800E7C"/>
    <w:rsid w:val="00801947"/>
    <w:rsid w:val="00802304"/>
    <w:rsid w:val="00802AE3"/>
    <w:rsid w:val="008030C2"/>
    <w:rsid w:val="008077F5"/>
    <w:rsid w:val="00811882"/>
    <w:rsid w:val="00812012"/>
    <w:rsid w:val="0081432C"/>
    <w:rsid w:val="00817136"/>
    <w:rsid w:val="0082377A"/>
    <w:rsid w:val="008246B0"/>
    <w:rsid w:val="00825366"/>
    <w:rsid w:val="008256FC"/>
    <w:rsid w:val="00826297"/>
    <w:rsid w:val="00827F9F"/>
    <w:rsid w:val="00832F0A"/>
    <w:rsid w:val="00833446"/>
    <w:rsid w:val="00833B12"/>
    <w:rsid w:val="0084239E"/>
    <w:rsid w:val="008449F4"/>
    <w:rsid w:val="00847663"/>
    <w:rsid w:val="00847866"/>
    <w:rsid w:val="008523DC"/>
    <w:rsid w:val="00855730"/>
    <w:rsid w:val="00855C21"/>
    <w:rsid w:val="00861A22"/>
    <w:rsid w:val="00862493"/>
    <w:rsid w:val="008625A0"/>
    <w:rsid w:val="008626D2"/>
    <w:rsid w:val="00863222"/>
    <w:rsid w:val="008656A1"/>
    <w:rsid w:val="00865C72"/>
    <w:rsid w:val="00867E2B"/>
    <w:rsid w:val="008705FA"/>
    <w:rsid w:val="00870E3A"/>
    <w:rsid w:val="00871142"/>
    <w:rsid w:val="00874024"/>
    <w:rsid w:val="008757B4"/>
    <w:rsid w:val="00876C92"/>
    <w:rsid w:val="00877F85"/>
    <w:rsid w:val="008825CE"/>
    <w:rsid w:val="00883289"/>
    <w:rsid w:val="00885170"/>
    <w:rsid w:val="00887BED"/>
    <w:rsid w:val="00891099"/>
    <w:rsid w:val="00891BD7"/>
    <w:rsid w:val="0089337F"/>
    <w:rsid w:val="00894CA3"/>
    <w:rsid w:val="00895615"/>
    <w:rsid w:val="00895D43"/>
    <w:rsid w:val="008961CA"/>
    <w:rsid w:val="00896B92"/>
    <w:rsid w:val="00897254"/>
    <w:rsid w:val="00897CF6"/>
    <w:rsid w:val="008A3539"/>
    <w:rsid w:val="008A5C50"/>
    <w:rsid w:val="008A69F7"/>
    <w:rsid w:val="008B19F2"/>
    <w:rsid w:val="008B2E06"/>
    <w:rsid w:val="008B3151"/>
    <w:rsid w:val="008B326A"/>
    <w:rsid w:val="008B36CA"/>
    <w:rsid w:val="008B4556"/>
    <w:rsid w:val="008B7F5E"/>
    <w:rsid w:val="008C004C"/>
    <w:rsid w:val="008C1E95"/>
    <w:rsid w:val="008C318A"/>
    <w:rsid w:val="008D0C22"/>
    <w:rsid w:val="008D1D0C"/>
    <w:rsid w:val="008D24FE"/>
    <w:rsid w:val="008D2F27"/>
    <w:rsid w:val="008D33B6"/>
    <w:rsid w:val="008D4451"/>
    <w:rsid w:val="008D4D9A"/>
    <w:rsid w:val="008D6619"/>
    <w:rsid w:val="008D7398"/>
    <w:rsid w:val="008E13E3"/>
    <w:rsid w:val="008E1548"/>
    <w:rsid w:val="008E49EA"/>
    <w:rsid w:val="008E6165"/>
    <w:rsid w:val="008E72FC"/>
    <w:rsid w:val="008F2507"/>
    <w:rsid w:val="008F453E"/>
    <w:rsid w:val="008F67B9"/>
    <w:rsid w:val="008F68EB"/>
    <w:rsid w:val="008F6E40"/>
    <w:rsid w:val="008F733D"/>
    <w:rsid w:val="00900834"/>
    <w:rsid w:val="00901F87"/>
    <w:rsid w:val="00904766"/>
    <w:rsid w:val="00904C99"/>
    <w:rsid w:val="00905137"/>
    <w:rsid w:val="009117CA"/>
    <w:rsid w:val="00913FD8"/>
    <w:rsid w:val="009156B7"/>
    <w:rsid w:val="009227D6"/>
    <w:rsid w:val="0092445C"/>
    <w:rsid w:val="009244CF"/>
    <w:rsid w:val="009245C7"/>
    <w:rsid w:val="00925857"/>
    <w:rsid w:val="00926EF7"/>
    <w:rsid w:val="0093066E"/>
    <w:rsid w:val="00930E28"/>
    <w:rsid w:val="00930EFD"/>
    <w:rsid w:val="00931528"/>
    <w:rsid w:val="009341EB"/>
    <w:rsid w:val="00935E3E"/>
    <w:rsid w:val="009363DC"/>
    <w:rsid w:val="009415E3"/>
    <w:rsid w:val="00942763"/>
    <w:rsid w:val="00942BB0"/>
    <w:rsid w:val="00943DC4"/>
    <w:rsid w:val="0094680C"/>
    <w:rsid w:val="009468B9"/>
    <w:rsid w:val="009528F0"/>
    <w:rsid w:val="009529D2"/>
    <w:rsid w:val="0095675D"/>
    <w:rsid w:val="009602A5"/>
    <w:rsid w:val="00962590"/>
    <w:rsid w:val="00963BDA"/>
    <w:rsid w:val="00964E7E"/>
    <w:rsid w:val="009657EB"/>
    <w:rsid w:val="009713EB"/>
    <w:rsid w:val="00972E74"/>
    <w:rsid w:val="00983DD4"/>
    <w:rsid w:val="00985ACE"/>
    <w:rsid w:val="0099170F"/>
    <w:rsid w:val="0099552F"/>
    <w:rsid w:val="00995FD0"/>
    <w:rsid w:val="009A1882"/>
    <w:rsid w:val="009A1E16"/>
    <w:rsid w:val="009A4EAB"/>
    <w:rsid w:val="009A5B2A"/>
    <w:rsid w:val="009A5B8F"/>
    <w:rsid w:val="009A5E17"/>
    <w:rsid w:val="009A781A"/>
    <w:rsid w:val="009B00AE"/>
    <w:rsid w:val="009B0D2F"/>
    <w:rsid w:val="009B10E7"/>
    <w:rsid w:val="009B3009"/>
    <w:rsid w:val="009B3EE6"/>
    <w:rsid w:val="009B3FE4"/>
    <w:rsid w:val="009B68F6"/>
    <w:rsid w:val="009C1373"/>
    <w:rsid w:val="009C17A7"/>
    <w:rsid w:val="009C2D1A"/>
    <w:rsid w:val="009C603B"/>
    <w:rsid w:val="009D03BB"/>
    <w:rsid w:val="009D145D"/>
    <w:rsid w:val="009D390C"/>
    <w:rsid w:val="009D3A1B"/>
    <w:rsid w:val="009D3A5A"/>
    <w:rsid w:val="009D66B7"/>
    <w:rsid w:val="009D6F55"/>
    <w:rsid w:val="009D7CE5"/>
    <w:rsid w:val="009E7207"/>
    <w:rsid w:val="009F17A9"/>
    <w:rsid w:val="009F2197"/>
    <w:rsid w:val="009F3A85"/>
    <w:rsid w:val="009F3E1C"/>
    <w:rsid w:val="009F59DB"/>
    <w:rsid w:val="009F7C93"/>
    <w:rsid w:val="00A007CD"/>
    <w:rsid w:val="00A01760"/>
    <w:rsid w:val="00A01DCC"/>
    <w:rsid w:val="00A01DE6"/>
    <w:rsid w:val="00A06375"/>
    <w:rsid w:val="00A0684F"/>
    <w:rsid w:val="00A0720E"/>
    <w:rsid w:val="00A14D5E"/>
    <w:rsid w:val="00A15332"/>
    <w:rsid w:val="00A15484"/>
    <w:rsid w:val="00A16BA7"/>
    <w:rsid w:val="00A16F56"/>
    <w:rsid w:val="00A17145"/>
    <w:rsid w:val="00A205EB"/>
    <w:rsid w:val="00A21A28"/>
    <w:rsid w:val="00A22900"/>
    <w:rsid w:val="00A22FC7"/>
    <w:rsid w:val="00A24EAF"/>
    <w:rsid w:val="00A259DD"/>
    <w:rsid w:val="00A305C3"/>
    <w:rsid w:val="00A3060E"/>
    <w:rsid w:val="00A31B65"/>
    <w:rsid w:val="00A31C78"/>
    <w:rsid w:val="00A32F97"/>
    <w:rsid w:val="00A337E1"/>
    <w:rsid w:val="00A35ED4"/>
    <w:rsid w:val="00A3667B"/>
    <w:rsid w:val="00A40569"/>
    <w:rsid w:val="00A41612"/>
    <w:rsid w:val="00A41C1A"/>
    <w:rsid w:val="00A41F26"/>
    <w:rsid w:val="00A42547"/>
    <w:rsid w:val="00A4426C"/>
    <w:rsid w:val="00A4601D"/>
    <w:rsid w:val="00A4656B"/>
    <w:rsid w:val="00A546B8"/>
    <w:rsid w:val="00A56AF4"/>
    <w:rsid w:val="00A609D2"/>
    <w:rsid w:val="00A64129"/>
    <w:rsid w:val="00A64627"/>
    <w:rsid w:val="00A6626F"/>
    <w:rsid w:val="00A6633F"/>
    <w:rsid w:val="00A6635D"/>
    <w:rsid w:val="00A67997"/>
    <w:rsid w:val="00A70FAC"/>
    <w:rsid w:val="00A72CF3"/>
    <w:rsid w:val="00A74BCE"/>
    <w:rsid w:val="00A750DD"/>
    <w:rsid w:val="00A77D12"/>
    <w:rsid w:val="00A807BD"/>
    <w:rsid w:val="00A80A88"/>
    <w:rsid w:val="00A81157"/>
    <w:rsid w:val="00A8156B"/>
    <w:rsid w:val="00A846B4"/>
    <w:rsid w:val="00A8551C"/>
    <w:rsid w:val="00A85858"/>
    <w:rsid w:val="00A908F7"/>
    <w:rsid w:val="00A946CB"/>
    <w:rsid w:val="00AA1B8A"/>
    <w:rsid w:val="00AA1F21"/>
    <w:rsid w:val="00AA32D0"/>
    <w:rsid w:val="00AA659C"/>
    <w:rsid w:val="00AA7880"/>
    <w:rsid w:val="00AB05B4"/>
    <w:rsid w:val="00AB0728"/>
    <w:rsid w:val="00AB09C1"/>
    <w:rsid w:val="00AB4DA8"/>
    <w:rsid w:val="00AB62C8"/>
    <w:rsid w:val="00AC28F0"/>
    <w:rsid w:val="00AC6054"/>
    <w:rsid w:val="00AC62B5"/>
    <w:rsid w:val="00AD1AB5"/>
    <w:rsid w:val="00AD21F2"/>
    <w:rsid w:val="00AE163F"/>
    <w:rsid w:val="00AE260C"/>
    <w:rsid w:val="00AE2731"/>
    <w:rsid w:val="00AE309A"/>
    <w:rsid w:val="00AE3358"/>
    <w:rsid w:val="00AE3D17"/>
    <w:rsid w:val="00AE4E5D"/>
    <w:rsid w:val="00AE66A9"/>
    <w:rsid w:val="00AE695A"/>
    <w:rsid w:val="00AE6C41"/>
    <w:rsid w:val="00AF1427"/>
    <w:rsid w:val="00AF3E7E"/>
    <w:rsid w:val="00AF42FE"/>
    <w:rsid w:val="00AF435D"/>
    <w:rsid w:val="00B0013D"/>
    <w:rsid w:val="00B00DE6"/>
    <w:rsid w:val="00B02E6F"/>
    <w:rsid w:val="00B04629"/>
    <w:rsid w:val="00B0730F"/>
    <w:rsid w:val="00B07F69"/>
    <w:rsid w:val="00B12B6A"/>
    <w:rsid w:val="00B133B5"/>
    <w:rsid w:val="00B14CD8"/>
    <w:rsid w:val="00B155C0"/>
    <w:rsid w:val="00B1703F"/>
    <w:rsid w:val="00B202D4"/>
    <w:rsid w:val="00B22C24"/>
    <w:rsid w:val="00B25C39"/>
    <w:rsid w:val="00B263C6"/>
    <w:rsid w:val="00B30EE1"/>
    <w:rsid w:val="00B32A76"/>
    <w:rsid w:val="00B333A7"/>
    <w:rsid w:val="00B40CFF"/>
    <w:rsid w:val="00B428C2"/>
    <w:rsid w:val="00B445CE"/>
    <w:rsid w:val="00B4650D"/>
    <w:rsid w:val="00B559D2"/>
    <w:rsid w:val="00B60DB1"/>
    <w:rsid w:val="00B61203"/>
    <w:rsid w:val="00B62CEE"/>
    <w:rsid w:val="00B6380B"/>
    <w:rsid w:val="00B64BB9"/>
    <w:rsid w:val="00B6658F"/>
    <w:rsid w:val="00B66CE8"/>
    <w:rsid w:val="00B713DB"/>
    <w:rsid w:val="00B72486"/>
    <w:rsid w:val="00B74467"/>
    <w:rsid w:val="00B74ABD"/>
    <w:rsid w:val="00B75CEB"/>
    <w:rsid w:val="00B769B7"/>
    <w:rsid w:val="00B80829"/>
    <w:rsid w:val="00B837CD"/>
    <w:rsid w:val="00B87140"/>
    <w:rsid w:val="00B87401"/>
    <w:rsid w:val="00B87758"/>
    <w:rsid w:val="00B951FA"/>
    <w:rsid w:val="00B9522C"/>
    <w:rsid w:val="00BA110E"/>
    <w:rsid w:val="00BA1481"/>
    <w:rsid w:val="00BA2CA9"/>
    <w:rsid w:val="00BA37C9"/>
    <w:rsid w:val="00BA45DF"/>
    <w:rsid w:val="00BA6D47"/>
    <w:rsid w:val="00BA7F40"/>
    <w:rsid w:val="00BB07B3"/>
    <w:rsid w:val="00BB11F4"/>
    <w:rsid w:val="00BB2FAA"/>
    <w:rsid w:val="00BB4395"/>
    <w:rsid w:val="00BB5423"/>
    <w:rsid w:val="00BB67D9"/>
    <w:rsid w:val="00BC0F95"/>
    <w:rsid w:val="00BC4212"/>
    <w:rsid w:val="00BC502C"/>
    <w:rsid w:val="00BC53A8"/>
    <w:rsid w:val="00BD1F5C"/>
    <w:rsid w:val="00BD549E"/>
    <w:rsid w:val="00BD5818"/>
    <w:rsid w:val="00BE474A"/>
    <w:rsid w:val="00BE4923"/>
    <w:rsid w:val="00BF077D"/>
    <w:rsid w:val="00BF0FD1"/>
    <w:rsid w:val="00BF11A2"/>
    <w:rsid w:val="00BF2718"/>
    <w:rsid w:val="00BF340E"/>
    <w:rsid w:val="00C0123F"/>
    <w:rsid w:val="00C0492E"/>
    <w:rsid w:val="00C11696"/>
    <w:rsid w:val="00C179F7"/>
    <w:rsid w:val="00C17A33"/>
    <w:rsid w:val="00C23AF3"/>
    <w:rsid w:val="00C245D8"/>
    <w:rsid w:val="00C24857"/>
    <w:rsid w:val="00C25296"/>
    <w:rsid w:val="00C3324C"/>
    <w:rsid w:val="00C3496A"/>
    <w:rsid w:val="00C4176F"/>
    <w:rsid w:val="00C418BC"/>
    <w:rsid w:val="00C427E7"/>
    <w:rsid w:val="00C467DD"/>
    <w:rsid w:val="00C47955"/>
    <w:rsid w:val="00C47B9E"/>
    <w:rsid w:val="00C53D91"/>
    <w:rsid w:val="00C54DC0"/>
    <w:rsid w:val="00C572D8"/>
    <w:rsid w:val="00C609AB"/>
    <w:rsid w:val="00C617E2"/>
    <w:rsid w:val="00C61C73"/>
    <w:rsid w:val="00C62600"/>
    <w:rsid w:val="00C62DE4"/>
    <w:rsid w:val="00C636CD"/>
    <w:rsid w:val="00C64930"/>
    <w:rsid w:val="00C65257"/>
    <w:rsid w:val="00C67B80"/>
    <w:rsid w:val="00C727C5"/>
    <w:rsid w:val="00C72859"/>
    <w:rsid w:val="00C73237"/>
    <w:rsid w:val="00C7363E"/>
    <w:rsid w:val="00C8130A"/>
    <w:rsid w:val="00C81AA2"/>
    <w:rsid w:val="00C83445"/>
    <w:rsid w:val="00C8624A"/>
    <w:rsid w:val="00C866AB"/>
    <w:rsid w:val="00C86DFE"/>
    <w:rsid w:val="00C90BC9"/>
    <w:rsid w:val="00C9138C"/>
    <w:rsid w:val="00C94FFF"/>
    <w:rsid w:val="00C9518D"/>
    <w:rsid w:val="00C97CDB"/>
    <w:rsid w:val="00CA27B6"/>
    <w:rsid w:val="00CA3338"/>
    <w:rsid w:val="00CA59A0"/>
    <w:rsid w:val="00CB1C9E"/>
    <w:rsid w:val="00CB27BE"/>
    <w:rsid w:val="00CB40C7"/>
    <w:rsid w:val="00CB5F4C"/>
    <w:rsid w:val="00CB7D5D"/>
    <w:rsid w:val="00CC0715"/>
    <w:rsid w:val="00CC0B26"/>
    <w:rsid w:val="00CD0666"/>
    <w:rsid w:val="00CD079E"/>
    <w:rsid w:val="00CD40C6"/>
    <w:rsid w:val="00CD5133"/>
    <w:rsid w:val="00CD6E3B"/>
    <w:rsid w:val="00CD74C1"/>
    <w:rsid w:val="00CE0005"/>
    <w:rsid w:val="00CE0416"/>
    <w:rsid w:val="00CE1E89"/>
    <w:rsid w:val="00CE442B"/>
    <w:rsid w:val="00CE5503"/>
    <w:rsid w:val="00CE6B3D"/>
    <w:rsid w:val="00CE7BD4"/>
    <w:rsid w:val="00CE7F6C"/>
    <w:rsid w:val="00CF7D2E"/>
    <w:rsid w:val="00D0013D"/>
    <w:rsid w:val="00D007E8"/>
    <w:rsid w:val="00D02249"/>
    <w:rsid w:val="00D07466"/>
    <w:rsid w:val="00D07FFD"/>
    <w:rsid w:val="00D10ADB"/>
    <w:rsid w:val="00D119F9"/>
    <w:rsid w:val="00D154EB"/>
    <w:rsid w:val="00D16CED"/>
    <w:rsid w:val="00D17407"/>
    <w:rsid w:val="00D2287A"/>
    <w:rsid w:val="00D22ECA"/>
    <w:rsid w:val="00D24DF1"/>
    <w:rsid w:val="00D2656C"/>
    <w:rsid w:val="00D26E05"/>
    <w:rsid w:val="00D32101"/>
    <w:rsid w:val="00D332EF"/>
    <w:rsid w:val="00D33E20"/>
    <w:rsid w:val="00D3453C"/>
    <w:rsid w:val="00D3527B"/>
    <w:rsid w:val="00D35C52"/>
    <w:rsid w:val="00D37BC1"/>
    <w:rsid w:val="00D40D12"/>
    <w:rsid w:val="00D41E7D"/>
    <w:rsid w:val="00D44A8C"/>
    <w:rsid w:val="00D46BAD"/>
    <w:rsid w:val="00D47303"/>
    <w:rsid w:val="00D5207A"/>
    <w:rsid w:val="00D52155"/>
    <w:rsid w:val="00D521C5"/>
    <w:rsid w:val="00D5304E"/>
    <w:rsid w:val="00D532F2"/>
    <w:rsid w:val="00D53E61"/>
    <w:rsid w:val="00D626A7"/>
    <w:rsid w:val="00D62B22"/>
    <w:rsid w:val="00D6371E"/>
    <w:rsid w:val="00D6475B"/>
    <w:rsid w:val="00D65A34"/>
    <w:rsid w:val="00D67DBA"/>
    <w:rsid w:val="00D70F65"/>
    <w:rsid w:val="00D71394"/>
    <w:rsid w:val="00D7353D"/>
    <w:rsid w:val="00D73EC6"/>
    <w:rsid w:val="00D752D4"/>
    <w:rsid w:val="00D7538F"/>
    <w:rsid w:val="00D80A4B"/>
    <w:rsid w:val="00D824D4"/>
    <w:rsid w:val="00D851E1"/>
    <w:rsid w:val="00D8710E"/>
    <w:rsid w:val="00D940E5"/>
    <w:rsid w:val="00D94CCA"/>
    <w:rsid w:val="00D97A2F"/>
    <w:rsid w:val="00DA35A9"/>
    <w:rsid w:val="00DA37FF"/>
    <w:rsid w:val="00DA72A9"/>
    <w:rsid w:val="00DA737A"/>
    <w:rsid w:val="00DB022B"/>
    <w:rsid w:val="00DB05B3"/>
    <w:rsid w:val="00DB0DE0"/>
    <w:rsid w:val="00DB2154"/>
    <w:rsid w:val="00DB30E7"/>
    <w:rsid w:val="00DC1CD8"/>
    <w:rsid w:val="00DC1E0D"/>
    <w:rsid w:val="00DC5513"/>
    <w:rsid w:val="00DC62E7"/>
    <w:rsid w:val="00DC7BBF"/>
    <w:rsid w:val="00DD35AC"/>
    <w:rsid w:val="00DD4730"/>
    <w:rsid w:val="00DD4E56"/>
    <w:rsid w:val="00DD67E0"/>
    <w:rsid w:val="00DD7394"/>
    <w:rsid w:val="00DE4162"/>
    <w:rsid w:val="00DE44B6"/>
    <w:rsid w:val="00DE692A"/>
    <w:rsid w:val="00DE7F68"/>
    <w:rsid w:val="00DF1834"/>
    <w:rsid w:val="00DF376D"/>
    <w:rsid w:val="00DF3913"/>
    <w:rsid w:val="00DF407A"/>
    <w:rsid w:val="00DF472A"/>
    <w:rsid w:val="00DF5E13"/>
    <w:rsid w:val="00DF6012"/>
    <w:rsid w:val="00E02D7E"/>
    <w:rsid w:val="00E035B7"/>
    <w:rsid w:val="00E03A6A"/>
    <w:rsid w:val="00E066B7"/>
    <w:rsid w:val="00E11BA5"/>
    <w:rsid w:val="00E135DE"/>
    <w:rsid w:val="00E13DA0"/>
    <w:rsid w:val="00E14346"/>
    <w:rsid w:val="00E1546C"/>
    <w:rsid w:val="00E166DA"/>
    <w:rsid w:val="00E224BE"/>
    <w:rsid w:val="00E24822"/>
    <w:rsid w:val="00E24936"/>
    <w:rsid w:val="00E25CD4"/>
    <w:rsid w:val="00E26AD7"/>
    <w:rsid w:val="00E3083F"/>
    <w:rsid w:val="00E3473B"/>
    <w:rsid w:val="00E34AFC"/>
    <w:rsid w:val="00E37DAF"/>
    <w:rsid w:val="00E421F4"/>
    <w:rsid w:val="00E426D1"/>
    <w:rsid w:val="00E45D81"/>
    <w:rsid w:val="00E4674C"/>
    <w:rsid w:val="00E4725C"/>
    <w:rsid w:val="00E51FC7"/>
    <w:rsid w:val="00E52F8B"/>
    <w:rsid w:val="00E540D2"/>
    <w:rsid w:val="00E56D37"/>
    <w:rsid w:val="00E6379E"/>
    <w:rsid w:val="00E63DEA"/>
    <w:rsid w:val="00E6480C"/>
    <w:rsid w:val="00E6788F"/>
    <w:rsid w:val="00E713DE"/>
    <w:rsid w:val="00E71BEA"/>
    <w:rsid w:val="00E73306"/>
    <w:rsid w:val="00E778E9"/>
    <w:rsid w:val="00E77D2E"/>
    <w:rsid w:val="00E807B6"/>
    <w:rsid w:val="00E81603"/>
    <w:rsid w:val="00E821D7"/>
    <w:rsid w:val="00E82282"/>
    <w:rsid w:val="00E827F7"/>
    <w:rsid w:val="00E82B3F"/>
    <w:rsid w:val="00E85121"/>
    <w:rsid w:val="00E90590"/>
    <w:rsid w:val="00E91C73"/>
    <w:rsid w:val="00E927DE"/>
    <w:rsid w:val="00E93CD9"/>
    <w:rsid w:val="00E9482C"/>
    <w:rsid w:val="00E95655"/>
    <w:rsid w:val="00E9610C"/>
    <w:rsid w:val="00E96574"/>
    <w:rsid w:val="00E96709"/>
    <w:rsid w:val="00E97B21"/>
    <w:rsid w:val="00EA049E"/>
    <w:rsid w:val="00EA0AB6"/>
    <w:rsid w:val="00EA171F"/>
    <w:rsid w:val="00EA17C2"/>
    <w:rsid w:val="00EA6932"/>
    <w:rsid w:val="00EB08A7"/>
    <w:rsid w:val="00EB1DFF"/>
    <w:rsid w:val="00EB1E24"/>
    <w:rsid w:val="00EB40A1"/>
    <w:rsid w:val="00EB5DC7"/>
    <w:rsid w:val="00EB6875"/>
    <w:rsid w:val="00EC0EBC"/>
    <w:rsid w:val="00EC345A"/>
    <w:rsid w:val="00EC3BBF"/>
    <w:rsid w:val="00EC7EDE"/>
    <w:rsid w:val="00ED0488"/>
    <w:rsid w:val="00ED0550"/>
    <w:rsid w:val="00ED1EE7"/>
    <w:rsid w:val="00ED20B2"/>
    <w:rsid w:val="00ED5DCE"/>
    <w:rsid w:val="00ED6BD9"/>
    <w:rsid w:val="00EE10B3"/>
    <w:rsid w:val="00EE2471"/>
    <w:rsid w:val="00EE5FD0"/>
    <w:rsid w:val="00EE6DD9"/>
    <w:rsid w:val="00EE72D4"/>
    <w:rsid w:val="00EE7549"/>
    <w:rsid w:val="00EF3B52"/>
    <w:rsid w:val="00EF76AC"/>
    <w:rsid w:val="00F02AE1"/>
    <w:rsid w:val="00F043CE"/>
    <w:rsid w:val="00F049BC"/>
    <w:rsid w:val="00F062F4"/>
    <w:rsid w:val="00F07502"/>
    <w:rsid w:val="00F10198"/>
    <w:rsid w:val="00F10EDE"/>
    <w:rsid w:val="00F115B1"/>
    <w:rsid w:val="00F11A93"/>
    <w:rsid w:val="00F13533"/>
    <w:rsid w:val="00F138F6"/>
    <w:rsid w:val="00F1407C"/>
    <w:rsid w:val="00F149C7"/>
    <w:rsid w:val="00F15419"/>
    <w:rsid w:val="00F160EF"/>
    <w:rsid w:val="00F16E27"/>
    <w:rsid w:val="00F20EC1"/>
    <w:rsid w:val="00F22D09"/>
    <w:rsid w:val="00F233CF"/>
    <w:rsid w:val="00F25D12"/>
    <w:rsid w:val="00F26CDB"/>
    <w:rsid w:val="00F30359"/>
    <w:rsid w:val="00F30561"/>
    <w:rsid w:val="00F31325"/>
    <w:rsid w:val="00F32070"/>
    <w:rsid w:val="00F34F16"/>
    <w:rsid w:val="00F4056F"/>
    <w:rsid w:val="00F42232"/>
    <w:rsid w:val="00F43734"/>
    <w:rsid w:val="00F43A22"/>
    <w:rsid w:val="00F45ED4"/>
    <w:rsid w:val="00F471F1"/>
    <w:rsid w:val="00F50871"/>
    <w:rsid w:val="00F57258"/>
    <w:rsid w:val="00F61273"/>
    <w:rsid w:val="00F618CB"/>
    <w:rsid w:val="00F664D0"/>
    <w:rsid w:val="00F67919"/>
    <w:rsid w:val="00F71014"/>
    <w:rsid w:val="00F71CB8"/>
    <w:rsid w:val="00F72FCD"/>
    <w:rsid w:val="00F7407B"/>
    <w:rsid w:val="00F752DC"/>
    <w:rsid w:val="00F75A25"/>
    <w:rsid w:val="00F80F06"/>
    <w:rsid w:val="00F81E92"/>
    <w:rsid w:val="00F84DD8"/>
    <w:rsid w:val="00F90918"/>
    <w:rsid w:val="00F9116C"/>
    <w:rsid w:val="00F97602"/>
    <w:rsid w:val="00FA015E"/>
    <w:rsid w:val="00FA0C77"/>
    <w:rsid w:val="00FA4600"/>
    <w:rsid w:val="00FA5C62"/>
    <w:rsid w:val="00FA733C"/>
    <w:rsid w:val="00FB4375"/>
    <w:rsid w:val="00FC185C"/>
    <w:rsid w:val="00FC383C"/>
    <w:rsid w:val="00FC3B46"/>
    <w:rsid w:val="00FC41BB"/>
    <w:rsid w:val="00FC5F9A"/>
    <w:rsid w:val="00FD22BA"/>
    <w:rsid w:val="00FD2C51"/>
    <w:rsid w:val="00FD633D"/>
    <w:rsid w:val="00FD6FE8"/>
    <w:rsid w:val="00FD743A"/>
    <w:rsid w:val="00FE311C"/>
    <w:rsid w:val="00FE4007"/>
    <w:rsid w:val="00FE443A"/>
    <w:rsid w:val="00FE518A"/>
    <w:rsid w:val="00FE65EE"/>
    <w:rsid w:val="00FE6669"/>
    <w:rsid w:val="00FF0ED8"/>
    <w:rsid w:val="00FF21F4"/>
    <w:rsid w:val="00FF2FF9"/>
    <w:rsid w:val="00FF343F"/>
    <w:rsid w:val="00FF3857"/>
    <w:rsid w:val="00FF420B"/>
    <w:rsid w:val="00FF4C22"/>
    <w:rsid w:val="00FF55EA"/>
    <w:rsid w:val="00FF66A4"/>
    <w:rsid w:val="00FF76A6"/>
    <w:rsid w:val="00FF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4C39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397F"/>
    <w:pPr>
      <w:keepNext/>
      <w:autoSpaceDE w:val="0"/>
      <w:autoSpaceDN w:val="0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397F"/>
    <w:pPr>
      <w:keepNext/>
      <w:autoSpaceDE w:val="0"/>
      <w:autoSpaceDN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397F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C397F"/>
    <w:pPr>
      <w:keepNext/>
      <w:autoSpaceDE w:val="0"/>
      <w:autoSpaceDN w:val="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C397F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C397F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C397F"/>
    <w:pPr>
      <w:keepNext/>
      <w:autoSpaceDE w:val="0"/>
      <w:autoSpaceDN w:val="0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4C397F"/>
    <w:pPr>
      <w:keepNext/>
      <w:autoSpaceDE w:val="0"/>
      <w:autoSpaceDN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C397F"/>
    <w:pPr>
      <w:keepNext/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7EA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F7EA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F7EA9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F7EA9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F7EA9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F7EA9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F7EA9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F7EA9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F7EA9"/>
    <w:rPr>
      <w:rFonts w:ascii="Cambria" w:hAnsi="Cambria" w:cs="Cambria"/>
    </w:rPr>
  </w:style>
  <w:style w:type="paragraph" w:styleId="Header">
    <w:name w:val="header"/>
    <w:aliases w:val="Znak Znak,Nagłówek strony,Nagłówek strony1,Nagłówek strony2,Nagłówek strony3,Nagłówek strony11,Nagłówek strony21,Nagłówek strony4,Nagłówek strony12,Nagłówek strony22,Nagłówek strony5,Nagłówek strony13,Nagłówek strony23,Nagłówek strony6"/>
    <w:basedOn w:val="Normal"/>
    <w:link w:val="Head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Znak Znak Char,Nagłówek strony Char,Nagłówek strony1 Char,Nagłówek strony2 Char,Nagłówek strony3 Char,Nagłówek strony11 Char,Nagłówek strony21 Char,Nagłówek strony4 Char,Nagłówek strony12 Char,Nagłówek strony22 Char,Nagłówek strony5 Char"/>
    <w:basedOn w:val="DefaultParagraphFont"/>
    <w:link w:val="Header"/>
    <w:uiPriority w:val="99"/>
    <w:locked/>
    <w:rsid w:val="004C397F"/>
    <w:rPr>
      <w:sz w:val="24"/>
      <w:szCs w:val="24"/>
      <w:lang w:val="pl-PL" w:eastAsia="pl-PL"/>
    </w:rPr>
  </w:style>
  <w:style w:type="paragraph" w:styleId="Footer">
    <w:name w:val="footer"/>
    <w:aliases w:val="Znak14 Znak"/>
    <w:basedOn w:val="Normal"/>
    <w:link w:val="Foot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Znak14 Znak Char"/>
    <w:basedOn w:val="DefaultParagraphFont"/>
    <w:link w:val="Footer"/>
    <w:uiPriority w:val="99"/>
    <w:locked/>
    <w:rsid w:val="002E6E56"/>
    <w:rPr>
      <w:sz w:val="24"/>
      <w:szCs w:val="24"/>
      <w:lang w:val="pl-PL" w:eastAsia="pl-PL"/>
    </w:rPr>
  </w:style>
  <w:style w:type="table" w:styleId="TableGrid">
    <w:name w:val="Table Grid"/>
    <w:basedOn w:val="TableNormal"/>
    <w:uiPriority w:val="99"/>
    <w:rsid w:val="004C397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4C397F"/>
  </w:style>
  <w:style w:type="character" w:styleId="Hyperlink">
    <w:name w:val="Hyperlink"/>
    <w:basedOn w:val="DefaultParagraphFont"/>
    <w:uiPriority w:val="99"/>
    <w:rsid w:val="004C397F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4C397F"/>
    <w:pPr>
      <w:autoSpaceDE w:val="0"/>
      <w:autoSpaceDN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87401"/>
    <w:rPr>
      <w:b/>
      <w:bCs/>
      <w:sz w:val="28"/>
      <w:szCs w:val="28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4C397F"/>
    <w:pPr>
      <w:autoSpaceDE w:val="0"/>
      <w:autoSpaceDN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B56DC"/>
    <w:rPr>
      <w:sz w:val="28"/>
      <w:szCs w:val="28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rsid w:val="004C397F"/>
    <w:pPr>
      <w:ind w:left="360" w:hanging="360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F7EA9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C397F"/>
    <w:pPr>
      <w:autoSpaceDE w:val="0"/>
      <w:autoSpaceDN w:val="0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795931"/>
    <w:rPr>
      <w:sz w:val="24"/>
      <w:szCs w:val="24"/>
      <w:lang w:val="pl-PL" w:eastAsia="pl-PL"/>
    </w:rPr>
  </w:style>
  <w:style w:type="paragraph" w:styleId="BodyTextIndent3">
    <w:name w:val="Body Text Indent 3"/>
    <w:basedOn w:val="Normal"/>
    <w:link w:val="BodyTextIndent3Char"/>
    <w:uiPriority w:val="99"/>
    <w:rsid w:val="004C397F"/>
    <w:pPr>
      <w:ind w:left="720"/>
    </w:pPr>
    <w:rPr>
      <w:color w:val="FF0000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0F7EA9"/>
    <w:rPr>
      <w:sz w:val="16"/>
      <w:szCs w:val="16"/>
    </w:rPr>
  </w:style>
  <w:style w:type="paragraph" w:customStyle="1" w:styleId="ust">
    <w:name w:val="ust"/>
    <w:uiPriority w:val="99"/>
    <w:rsid w:val="004C397F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"/>
    <w:uiPriority w:val="99"/>
    <w:rsid w:val="004C397F"/>
    <w:pPr>
      <w:spacing w:before="60" w:after="60"/>
      <w:ind w:left="851" w:hanging="295"/>
      <w:jc w:val="both"/>
    </w:pPr>
  </w:style>
  <w:style w:type="paragraph" w:customStyle="1" w:styleId="tytu">
    <w:name w:val="tytuł"/>
    <w:basedOn w:val="Normal"/>
    <w:uiPriority w:val="99"/>
    <w:rsid w:val="004C397F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pkt1">
    <w:name w:val="pkt1"/>
    <w:basedOn w:val="pkt"/>
    <w:uiPriority w:val="99"/>
    <w:rsid w:val="004C397F"/>
    <w:pPr>
      <w:ind w:left="850" w:hanging="425"/>
    </w:pPr>
  </w:style>
  <w:style w:type="paragraph" w:styleId="BodyText2">
    <w:name w:val="Body Text 2"/>
    <w:basedOn w:val="Normal"/>
    <w:link w:val="BodyText2Char"/>
    <w:uiPriority w:val="99"/>
    <w:rsid w:val="004C397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B133B5"/>
    <w:rPr>
      <w:sz w:val="24"/>
      <w:szCs w:val="24"/>
    </w:rPr>
  </w:style>
  <w:style w:type="paragraph" w:customStyle="1" w:styleId="1">
    <w:name w:val="1"/>
    <w:basedOn w:val="Normal"/>
    <w:uiPriority w:val="99"/>
    <w:rsid w:val="004C397F"/>
  </w:style>
  <w:style w:type="character" w:styleId="FollowedHyperlink">
    <w:name w:val="FollowedHyperlink"/>
    <w:basedOn w:val="DefaultParagraphFont"/>
    <w:uiPriority w:val="99"/>
    <w:rsid w:val="004C397F"/>
    <w:rPr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4C397F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0F7EA9"/>
    <w:rPr>
      <w:rFonts w:ascii="Cambria" w:hAnsi="Cambria" w:cs="Cambria"/>
      <w:b/>
      <w:bCs/>
      <w:kern w:val="28"/>
      <w:sz w:val="32"/>
      <w:szCs w:val="32"/>
    </w:rPr>
  </w:style>
  <w:style w:type="paragraph" w:customStyle="1" w:styleId="Tekstkomentarza1">
    <w:name w:val="Tekst komentarza1"/>
    <w:basedOn w:val="Normal"/>
    <w:uiPriority w:val="99"/>
    <w:rsid w:val="004C397F"/>
    <w:pPr>
      <w:suppressAutoHyphens/>
    </w:pPr>
    <w:rPr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rsid w:val="004C397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0F7EA9"/>
    <w:rPr>
      <w:rFonts w:ascii="Courier New" w:hAnsi="Courier New" w:cs="Courier New"/>
      <w:sz w:val="20"/>
      <w:szCs w:val="20"/>
    </w:rPr>
  </w:style>
  <w:style w:type="paragraph" w:customStyle="1" w:styleId="ZnakZnakZnak1ZnakZnakZnakZnak">
    <w:name w:val="Znak Znak Znak1 Znak Znak Znak Znak"/>
    <w:basedOn w:val="Normal"/>
    <w:uiPriority w:val="99"/>
    <w:rsid w:val="004C397F"/>
  </w:style>
  <w:style w:type="paragraph" w:customStyle="1" w:styleId="CharChar3ZnakZnakCharCharZnakZnakCharCharZnakZnakZnak">
    <w:name w:val="Char Char3 Znak Znak Char Char Znak Znak Char Char Znak Znak Znak"/>
    <w:basedOn w:val="Normal"/>
    <w:uiPriority w:val="99"/>
    <w:rsid w:val="004C397F"/>
  </w:style>
  <w:style w:type="paragraph" w:customStyle="1" w:styleId="Default">
    <w:name w:val="Default"/>
    <w:uiPriority w:val="99"/>
    <w:rsid w:val="004C39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4C397F"/>
  </w:style>
  <w:style w:type="paragraph" w:customStyle="1" w:styleId="ZnakZnak1">
    <w:name w:val="Znak Znak1"/>
    <w:basedOn w:val="Normal"/>
    <w:uiPriority w:val="99"/>
    <w:rsid w:val="004C397F"/>
  </w:style>
  <w:style w:type="paragraph" w:customStyle="1" w:styleId="ZnakZnak1ZnakZnakZnakZnakZnakZnakZnakZnakZnak">
    <w:name w:val="Znak Znak1 Znak Znak Znak Znak Znak Znak Znak Znak Znak"/>
    <w:basedOn w:val="Normal"/>
    <w:uiPriority w:val="99"/>
    <w:rsid w:val="004C397F"/>
  </w:style>
  <w:style w:type="paragraph" w:customStyle="1" w:styleId="Tekstpodstawowy31">
    <w:name w:val="Tekst podstawowy 31"/>
    <w:basedOn w:val="Normal"/>
    <w:uiPriority w:val="99"/>
    <w:rsid w:val="004C397F"/>
    <w:pPr>
      <w:suppressAutoHyphens/>
      <w:spacing w:after="120"/>
    </w:pPr>
    <w:rPr>
      <w:sz w:val="16"/>
      <w:szCs w:val="16"/>
      <w:lang w:eastAsia="ar-SA"/>
    </w:rPr>
  </w:style>
  <w:style w:type="paragraph" w:customStyle="1" w:styleId="CharChar3ZnakZnakCharCharZnakZnakCharCharZnakZnakZnakZnakZnakZnakZnakZnakZnak">
    <w:name w:val="Char Char3 Znak Znak Char Char Znak Znak Char Char Znak Znak Znak Znak Znak Znak Znak Znak Znak"/>
    <w:basedOn w:val="Normal"/>
    <w:uiPriority w:val="99"/>
    <w:rsid w:val="004C397F"/>
  </w:style>
  <w:style w:type="paragraph" w:styleId="NormalWeb">
    <w:name w:val="Normal (Web)"/>
    <w:basedOn w:val="Normal"/>
    <w:uiPriority w:val="99"/>
    <w:rsid w:val="004C397F"/>
    <w:pPr>
      <w:spacing w:before="100" w:beforeAutospacing="1" w:after="100" w:afterAutospacing="1"/>
    </w:pPr>
  </w:style>
  <w:style w:type="paragraph" w:customStyle="1" w:styleId="ZnakZnakZnakZnakZnakZnakZnakZnak">
    <w:name w:val="Znak Znak Znak Znak Znak Znak Znak Znak"/>
    <w:basedOn w:val="Normal"/>
    <w:uiPriority w:val="99"/>
    <w:rsid w:val="004C397F"/>
  </w:style>
  <w:style w:type="paragraph" w:customStyle="1" w:styleId="ZnakZnak1Znak">
    <w:name w:val="Znak Znak1 Znak"/>
    <w:basedOn w:val="Normal"/>
    <w:uiPriority w:val="99"/>
    <w:rsid w:val="004C397F"/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"/>
    <w:uiPriority w:val="99"/>
    <w:rsid w:val="004C397F"/>
  </w:style>
  <w:style w:type="paragraph" w:customStyle="1" w:styleId="ZnakZnakZnakZnakZnakZnakZnakZnakZnak">
    <w:name w:val="Znak Znak Znak Znak Znak Znak Znak Znak Znak"/>
    <w:basedOn w:val="Normal"/>
    <w:uiPriority w:val="99"/>
    <w:rsid w:val="004C397F"/>
  </w:style>
  <w:style w:type="paragraph" w:customStyle="1" w:styleId="ZnakZnakZnakZnakZnakZnak">
    <w:name w:val="Znak Znak Znak Znak Znak Znak"/>
    <w:basedOn w:val="Normal"/>
    <w:uiPriority w:val="99"/>
    <w:rsid w:val="007D45FE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CharChar3ZnakZnakCharCharZnakZnakCharCharZnakZnakZnakZnakZnakZnak">
    <w:name w:val="Char Char3 Znak Znak Char Char Znak Znak Char Char Znak Znak Znak Znak Znak Znak"/>
    <w:basedOn w:val="Normal"/>
    <w:uiPriority w:val="99"/>
    <w:rsid w:val="00DB2154"/>
  </w:style>
  <w:style w:type="paragraph" w:customStyle="1" w:styleId="Znak">
    <w:name w:val="Znak"/>
    <w:basedOn w:val="Normal"/>
    <w:uiPriority w:val="99"/>
    <w:rsid w:val="000738BA"/>
  </w:style>
  <w:style w:type="paragraph" w:styleId="FootnoteText">
    <w:name w:val="footnote text"/>
    <w:basedOn w:val="Normal"/>
    <w:link w:val="FootnoteTextChar"/>
    <w:uiPriority w:val="99"/>
    <w:semiHidden/>
    <w:rsid w:val="00305754"/>
    <w:rPr>
      <w:rFonts w:ascii="Tahoma" w:hAnsi="Tahoma" w:cs="Tahom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F7EA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05754"/>
    <w:rPr>
      <w:vertAlign w:val="superscript"/>
    </w:rPr>
  </w:style>
  <w:style w:type="paragraph" w:styleId="ListParagraph">
    <w:name w:val="List Paragraph"/>
    <w:basedOn w:val="Normal"/>
    <w:uiPriority w:val="99"/>
    <w:qFormat/>
    <w:rsid w:val="009D7CE5"/>
    <w:pPr>
      <w:ind w:left="720"/>
    </w:pPr>
    <w:rPr>
      <w:rFonts w:ascii="Tahoma" w:hAnsi="Tahoma" w:cs="Tahoma"/>
    </w:rPr>
  </w:style>
  <w:style w:type="paragraph" w:customStyle="1" w:styleId="ListParagraph1">
    <w:name w:val="List Paragraph1"/>
    <w:basedOn w:val="Normal"/>
    <w:uiPriority w:val="99"/>
    <w:rsid w:val="0005283A"/>
    <w:pPr>
      <w:ind w:left="720"/>
    </w:pPr>
  </w:style>
  <w:style w:type="paragraph" w:customStyle="1" w:styleId="Akapitzlist1">
    <w:name w:val="Akapit z listą1"/>
    <w:basedOn w:val="Normal"/>
    <w:uiPriority w:val="99"/>
    <w:rsid w:val="00A6626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stronyZnak">
    <w:name w:val="Nagłówek strony Znak"/>
    <w:aliases w:val="Nagłówek strony1 Znak,Nagłówek strony2 Znak,Nagłówek strony3 Znak,Nagłówek strony11 Znak,Nagłówek strony21 Znak,Nagłówek strony4 Znak,Nagłówek strony12 Znak,Nagłówek strony22 Znak,Nagłówek strony5 Znak,Nagłówek strony13 Znak"/>
    <w:basedOn w:val="DefaultParagraphFont"/>
    <w:uiPriority w:val="99"/>
    <w:locked/>
    <w:rsid w:val="001B56DC"/>
    <w:rPr>
      <w:sz w:val="24"/>
      <w:szCs w:val="24"/>
      <w:lang w:val="pl-PL"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290F0B"/>
  </w:style>
  <w:style w:type="paragraph" w:customStyle="1" w:styleId="Styl">
    <w:name w:val="Styl"/>
    <w:uiPriority w:val="99"/>
    <w:rsid w:val="00154137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blokowy1">
    <w:name w:val="Tekst blokowy1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  <w:lang w:eastAsia="ar-SA"/>
    </w:rPr>
  </w:style>
  <w:style w:type="paragraph" w:styleId="BlockText">
    <w:name w:val="Block Text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</w:rPr>
  </w:style>
  <w:style w:type="paragraph" w:customStyle="1" w:styleId="Znak1">
    <w:name w:val="Znak1"/>
    <w:basedOn w:val="Normal"/>
    <w:uiPriority w:val="99"/>
    <w:rsid w:val="00B61203"/>
  </w:style>
  <w:style w:type="paragraph" w:customStyle="1" w:styleId="ZnakZnakZnakZnak">
    <w:name w:val="Znak Znak Znak Znak"/>
    <w:basedOn w:val="Normal"/>
    <w:uiPriority w:val="99"/>
    <w:rsid w:val="00472DE2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StylPogrubienieWyrwnanydorodka">
    <w:name w:val="Styl Pogrubienie Wyrównany do środka"/>
    <w:basedOn w:val="Normal"/>
    <w:uiPriority w:val="99"/>
    <w:rsid w:val="002435BB"/>
    <w:pPr>
      <w:widowControl w:val="0"/>
      <w:suppressAutoHyphens/>
      <w:spacing w:before="120" w:after="360"/>
      <w:jc w:val="center"/>
    </w:pPr>
    <w:rPr>
      <w:rFonts w:eastAsia="Arial Unicode MS"/>
      <w:b/>
      <w:bCs/>
      <w:kern w:val="1"/>
      <w:lang w:eastAsia="hi-IN" w:bidi="hi-IN"/>
    </w:rPr>
  </w:style>
  <w:style w:type="paragraph" w:customStyle="1" w:styleId="Bezodstpw1">
    <w:name w:val="Bez odstępów1"/>
    <w:uiPriority w:val="99"/>
    <w:rsid w:val="002435BB"/>
    <w:rPr>
      <w:rFonts w:ascii="Arial" w:hAnsi="Arial"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252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252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92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2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92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2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92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2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92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92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2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92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2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92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92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2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92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2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92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92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92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2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92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224</Words>
  <Characters>1347</Characters>
  <Application>Microsoft Office Outlook</Application>
  <DocSecurity>0</DocSecurity>
  <Lines>0</Lines>
  <Paragraphs>0</Paragraphs>
  <ScaleCrop>false</ScaleCrop>
  <Company>W.Sz.Z.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prynkowski</dc:creator>
  <cp:keywords/>
  <dc:description/>
  <cp:lastModifiedBy>user</cp:lastModifiedBy>
  <cp:revision>3</cp:revision>
  <cp:lastPrinted>2016-10-25T07:16:00Z</cp:lastPrinted>
  <dcterms:created xsi:type="dcterms:W3CDTF">2017-10-24T11:18:00Z</dcterms:created>
  <dcterms:modified xsi:type="dcterms:W3CDTF">2017-10-24T11:21:00Z</dcterms:modified>
</cp:coreProperties>
</file>