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CAA" w:rsidRDefault="007E0CAA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3 do SIWZ       </w:t>
      </w:r>
    </w:p>
    <w:p w:rsidR="007E0CAA" w:rsidRPr="00A058AD" w:rsidRDefault="007E0CAA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7E0CAA" w:rsidRDefault="007E0CAA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7E0CAA" w:rsidRDefault="007E0CAA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7E0CAA" w:rsidRDefault="007E0CAA" w:rsidP="00E616C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Ul. Królewiecka 146</w:t>
      </w:r>
    </w:p>
    <w:p w:rsidR="007E0CAA" w:rsidRPr="00CD74D0" w:rsidRDefault="007E0CAA" w:rsidP="00CD74D0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7E0CAA" w:rsidRDefault="007E0CAA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7E0CAA" w:rsidRPr="00A058AD" w:rsidRDefault="007E0CAA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7E0CAA" w:rsidRPr="00A058AD" w:rsidRDefault="007E0CAA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7E0CAA" w:rsidRPr="00A058AD" w:rsidRDefault="007E0CAA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7E0CAA" w:rsidRPr="003D272A" w:rsidRDefault="007E0CAA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E0CAA" w:rsidRPr="00A058AD" w:rsidRDefault="007E0CAA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7E0CAA" w:rsidRPr="00A058AD" w:rsidRDefault="007E0CAA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7E0CAA" w:rsidRDefault="007E0CAA" w:rsidP="00C4103F">
      <w:pPr>
        <w:rPr>
          <w:rFonts w:ascii="Arial" w:hAnsi="Arial" w:cs="Arial"/>
        </w:rPr>
      </w:pPr>
    </w:p>
    <w:p w:rsidR="007E0CAA" w:rsidRPr="009375EB" w:rsidRDefault="007E0CAA" w:rsidP="00C4103F">
      <w:pPr>
        <w:rPr>
          <w:rFonts w:ascii="Arial" w:hAnsi="Arial" w:cs="Arial"/>
        </w:rPr>
      </w:pPr>
    </w:p>
    <w:p w:rsidR="007E0CAA" w:rsidRPr="00EA74CD" w:rsidRDefault="007E0CAA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7E0CAA" w:rsidRPr="005319CA" w:rsidRDefault="007E0CAA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7E0CAA" w:rsidRPr="005319CA" w:rsidRDefault="007E0CAA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7E0CAA" w:rsidRPr="00BF1F3F" w:rsidRDefault="007E0CAA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7E0CAA" w:rsidRPr="001448FB" w:rsidRDefault="007E0CA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E0CAA" w:rsidRPr="009C64D2" w:rsidRDefault="007E0CAA" w:rsidP="00B53C4F">
      <w:pPr>
        <w:jc w:val="both"/>
      </w:pPr>
      <w:r w:rsidRPr="00B53C4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9C64D2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>„</w:t>
      </w:r>
      <w:r w:rsidRPr="009C64D2">
        <w:rPr>
          <w:rFonts w:ascii="Arial" w:hAnsi="Arial" w:cs="Arial"/>
          <w:b/>
          <w:bCs/>
          <w:i/>
          <w:iCs/>
          <w:sz w:val="20"/>
          <w:szCs w:val="20"/>
        </w:rPr>
        <w:t>Dostawa komory laminarnej – 2 szt.  dla potrzeb Apteki Szpitalnej Wojewódzkiego Szpitala Zespolonego w Elblągu</w:t>
      </w:r>
      <w:r>
        <w:rPr>
          <w:rFonts w:ascii="Arial" w:hAnsi="Arial" w:cs="Arial"/>
          <w:b/>
          <w:bCs/>
          <w:i/>
          <w:iCs/>
          <w:sz w:val="20"/>
          <w:szCs w:val="20"/>
        </w:rPr>
        <w:t>” – nr postępowania  5</w:t>
      </w:r>
      <w:r w:rsidRPr="0097308F">
        <w:rPr>
          <w:rFonts w:ascii="Arial" w:hAnsi="Arial" w:cs="Arial"/>
          <w:b/>
          <w:bCs/>
          <w:i/>
          <w:iCs/>
          <w:sz w:val="20"/>
          <w:szCs w:val="20"/>
        </w:rPr>
        <w:t>3/2017</w:t>
      </w:r>
      <w:r w:rsidRPr="00C80314">
        <w:rPr>
          <w:rFonts w:ascii="Arial" w:hAnsi="Arial" w:cs="Arial"/>
          <w:b/>
          <w:bCs/>
          <w:i/>
          <w:iCs/>
          <w:sz w:val="18"/>
          <w:szCs w:val="18"/>
        </w:rPr>
        <w:t xml:space="preserve">. </w:t>
      </w:r>
    </w:p>
    <w:p w:rsidR="007E0CAA" w:rsidRPr="009C64D2" w:rsidRDefault="007E0CAA" w:rsidP="009C64D2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A7CC7">
        <w:rPr>
          <w:rFonts w:ascii="Arial" w:hAnsi="Arial" w:cs="Arial"/>
          <w:sz w:val="20"/>
          <w:szCs w:val="20"/>
        </w:rPr>
        <w:t>prowadzonego przez Wojewódzki Szpital Zespolony w Elblągu</w:t>
      </w:r>
      <w:r w:rsidRPr="00AA7CC7">
        <w:rPr>
          <w:rFonts w:ascii="Arial" w:hAnsi="Arial" w:cs="Arial"/>
          <w:i/>
          <w:iCs/>
          <w:sz w:val="20"/>
          <w:szCs w:val="20"/>
        </w:rPr>
        <w:t xml:space="preserve"> </w:t>
      </w:r>
      <w:r w:rsidRPr="00AA7CC7">
        <w:rPr>
          <w:rFonts w:ascii="Arial" w:hAnsi="Arial" w:cs="Arial"/>
          <w:sz w:val="20"/>
          <w:szCs w:val="20"/>
        </w:rPr>
        <w:t>oświadczam, co następuje:</w:t>
      </w:r>
    </w:p>
    <w:p w:rsidR="007E0CAA" w:rsidRPr="001448FB" w:rsidRDefault="007E0CAA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7E0CAA" w:rsidRDefault="007E0CAA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7E0CAA" w:rsidRDefault="007E0CAA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7E0CAA" w:rsidRPr="0087311B" w:rsidRDefault="007E0CAA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7E0CAA" w:rsidRPr="003E1710" w:rsidRDefault="007E0CAA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7E0CAA" w:rsidRPr="003E1710" w:rsidRDefault="007E0CA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E0CAA" w:rsidRPr="003E1710" w:rsidRDefault="007E0CA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E0CAA" w:rsidRPr="00190D6E" w:rsidRDefault="007E0CAA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7E0CAA" w:rsidRPr="00307A36" w:rsidRDefault="007E0CAA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7E0CAA" w:rsidRDefault="007E0CA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7E0CAA" w:rsidRPr="00A56074" w:rsidRDefault="007E0CA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0CAA" w:rsidRPr="000F2452" w:rsidRDefault="007E0CA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0CAA" w:rsidRPr="000F2452" w:rsidRDefault="007E0CA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7E0CAA" w:rsidRPr="000F2452" w:rsidRDefault="007E0CA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0CAA" w:rsidRPr="000F2452" w:rsidRDefault="007E0CA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E0CAA" w:rsidRPr="000F2452" w:rsidRDefault="007E0CAA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7E0CAA" w:rsidRPr="009375EB" w:rsidRDefault="007E0CAA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7E0CAA" w:rsidRPr="003C58F8" w:rsidRDefault="007E0CAA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7E0CAA" w:rsidRPr="009375EB" w:rsidRDefault="007E0CAA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7E0CAA" w:rsidRPr="00F54680" w:rsidRDefault="007E0CAA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7E0CAA" w:rsidRPr="005A73FB" w:rsidRDefault="007E0CAA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0CAA" w:rsidRPr="005A73FB" w:rsidRDefault="007E0CAA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7E0CAA" w:rsidRPr="005A73FB" w:rsidRDefault="007E0CAA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0CAA" w:rsidRPr="005A73FB" w:rsidRDefault="007E0CAA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E0CAA" w:rsidRPr="008560CF" w:rsidRDefault="007E0CAA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7E0CAA" w:rsidRPr="009375EB" w:rsidRDefault="007E0CAA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7E0CAA" w:rsidRPr="001D3A19" w:rsidRDefault="007E0CAA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7E0CAA" w:rsidRPr="009375EB" w:rsidRDefault="007E0CAA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7E0CAA" w:rsidRPr="00193E01" w:rsidRDefault="007E0CA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E0CAA" w:rsidRPr="001F4C82" w:rsidRDefault="007E0CA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0CAA" w:rsidRPr="001F4C82" w:rsidRDefault="007E0CA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7E0CAA" w:rsidRPr="001F4C82" w:rsidRDefault="007E0CA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E0CAA" w:rsidRPr="00C00C2E" w:rsidRDefault="007E0CA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7E0CAA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CAA" w:rsidRDefault="007E0CAA" w:rsidP="0038231F">
      <w:pPr>
        <w:spacing w:after="0" w:line="240" w:lineRule="auto"/>
      </w:pPr>
      <w:r>
        <w:separator/>
      </w:r>
    </w:p>
  </w:endnote>
  <w:endnote w:type="continuationSeparator" w:id="1">
    <w:p w:rsidR="007E0CAA" w:rsidRDefault="007E0C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CAA" w:rsidRDefault="007E0CAA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E0CAA" w:rsidRDefault="007E0CAA" w:rsidP="00CD74D0">
    <w:pPr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___________________________________________________________________________________________</w:t>
    </w:r>
  </w:p>
  <w:p w:rsidR="007E0CAA" w:rsidRPr="00584103" w:rsidRDefault="007E0CAA" w:rsidP="009C64D2">
    <w:pPr>
      <w:jc w:val="center"/>
      <w:rPr>
        <w:sz w:val="20"/>
        <w:szCs w:val="20"/>
      </w:rPr>
    </w:pPr>
    <w:r w:rsidRPr="00146D90">
      <w:rPr>
        <w:sz w:val="20"/>
        <w:szCs w:val="20"/>
      </w:rPr>
      <w:t xml:space="preserve">SIWZ </w:t>
    </w:r>
    <w:r>
      <w:rPr>
        <w:sz w:val="20"/>
        <w:szCs w:val="20"/>
      </w:rPr>
      <w:t>53/2017 WS</w:t>
    </w:r>
    <w:r w:rsidRPr="00146D90">
      <w:rPr>
        <w:sz w:val="20"/>
        <w:szCs w:val="20"/>
      </w:rPr>
      <w:t xml:space="preserve">Z Elbląg – dostawa </w:t>
    </w:r>
    <w:r>
      <w:rPr>
        <w:sz w:val="20"/>
        <w:szCs w:val="20"/>
      </w:rPr>
      <w:t>komory laminarnej – 2szt.</w:t>
    </w:r>
    <w:r w:rsidRPr="00584103">
      <w:rPr>
        <w:sz w:val="20"/>
        <w:szCs w:val="20"/>
      </w:rPr>
      <w:t xml:space="preserve"> dla </w:t>
    </w:r>
    <w:r>
      <w:rPr>
        <w:sz w:val="20"/>
        <w:szCs w:val="20"/>
      </w:rPr>
      <w:t xml:space="preserve">Apteki Szpitalnej </w:t>
    </w:r>
    <w:r w:rsidRPr="00584103">
      <w:rPr>
        <w:sz w:val="20"/>
        <w:szCs w:val="20"/>
      </w:rPr>
      <w:t xml:space="preserve"> Wojewódzkiego Szpitala Zespolonego w Elblągu</w:t>
    </w:r>
  </w:p>
  <w:p w:rsidR="007E0CAA" w:rsidRDefault="007E0CAA" w:rsidP="00CD74D0">
    <w:pPr>
      <w:jc w:val="center"/>
      <w:rPr>
        <w:sz w:val="20"/>
        <w:szCs w:val="20"/>
      </w:rPr>
    </w:pPr>
  </w:p>
  <w:p w:rsidR="007E0CAA" w:rsidRDefault="007E0CAA" w:rsidP="00886BA6">
    <w:pPr>
      <w:jc w:val="center"/>
      <w:rPr>
        <w:sz w:val="16"/>
        <w:szCs w:val="16"/>
      </w:rPr>
    </w:pPr>
  </w:p>
  <w:p w:rsidR="007E0CAA" w:rsidRDefault="007E0CAA" w:rsidP="00886BA6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CAA" w:rsidRDefault="007E0CAA" w:rsidP="0038231F">
      <w:pPr>
        <w:spacing w:after="0" w:line="240" w:lineRule="auto"/>
      </w:pPr>
      <w:r>
        <w:separator/>
      </w:r>
    </w:p>
  </w:footnote>
  <w:footnote w:type="continuationSeparator" w:id="1">
    <w:p w:rsidR="007E0CAA" w:rsidRDefault="007E0CA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DC7"/>
    <w:rsid w:val="00137D9F"/>
    <w:rsid w:val="001448FB"/>
    <w:rsid w:val="00146D90"/>
    <w:rsid w:val="00147B67"/>
    <w:rsid w:val="001670F2"/>
    <w:rsid w:val="001807BF"/>
    <w:rsid w:val="001811FB"/>
    <w:rsid w:val="00190D6E"/>
    <w:rsid w:val="00193E01"/>
    <w:rsid w:val="001957C5"/>
    <w:rsid w:val="001C6945"/>
    <w:rsid w:val="001C6A89"/>
    <w:rsid w:val="001D3A19"/>
    <w:rsid w:val="001D4C90"/>
    <w:rsid w:val="001D7BCC"/>
    <w:rsid w:val="001F4C82"/>
    <w:rsid w:val="002167D3"/>
    <w:rsid w:val="0023714F"/>
    <w:rsid w:val="0024732C"/>
    <w:rsid w:val="0025263C"/>
    <w:rsid w:val="0025358A"/>
    <w:rsid w:val="00255142"/>
    <w:rsid w:val="00267089"/>
    <w:rsid w:val="00273187"/>
    <w:rsid w:val="0027560C"/>
    <w:rsid w:val="00276089"/>
    <w:rsid w:val="00287BCD"/>
    <w:rsid w:val="002B3675"/>
    <w:rsid w:val="002C42F8"/>
    <w:rsid w:val="002C4948"/>
    <w:rsid w:val="002D2E7A"/>
    <w:rsid w:val="002E641A"/>
    <w:rsid w:val="00300674"/>
    <w:rsid w:val="00302C42"/>
    <w:rsid w:val="00304292"/>
    <w:rsid w:val="00307A36"/>
    <w:rsid w:val="00313911"/>
    <w:rsid w:val="003178CE"/>
    <w:rsid w:val="003416FE"/>
    <w:rsid w:val="0034230E"/>
    <w:rsid w:val="003617C8"/>
    <w:rsid w:val="003636E7"/>
    <w:rsid w:val="003761EA"/>
    <w:rsid w:val="0038231F"/>
    <w:rsid w:val="00392EC7"/>
    <w:rsid w:val="003B214C"/>
    <w:rsid w:val="003B295A"/>
    <w:rsid w:val="003B482B"/>
    <w:rsid w:val="003B690E"/>
    <w:rsid w:val="003C3B64"/>
    <w:rsid w:val="003C4E34"/>
    <w:rsid w:val="003C58F8"/>
    <w:rsid w:val="003D1349"/>
    <w:rsid w:val="003D272A"/>
    <w:rsid w:val="003D7458"/>
    <w:rsid w:val="003E1710"/>
    <w:rsid w:val="003F024C"/>
    <w:rsid w:val="003F45C6"/>
    <w:rsid w:val="00425D88"/>
    <w:rsid w:val="00431598"/>
    <w:rsid w:val="00434CC2"/>
    <w:rsid w:val="00466838"/>
    <w:rsid w:val="004761C6"/>
    <w:rsid w:val="00484F88"/>
    <w:rsid w:val="004B00A9"/>
    <w:rsid w:val="004C43B8"/>
    <w:rsid w:val="004D7FB6"/>
    <w:rsid w:val="004F23F7"/>
    <w:rsid w:val="004F3005"/>
    <w:rsid w:val="00500358"/>
    <w:rsid w:val="005031A7"/>
    <w:rsid w:val="00520174"/>
    <w:rsid w:val="005203CF"/>
    <w:rsid w:val="00520592"/>
    <w:rsid w:val="00523C9A"/>
    <w:rsid w:val="00525621"/>
    <w:rsid w:val="0053130C"/>
    <w:rsid w:val="005319CA"/>
    <w:rsid w:val="005641F0"/>
    <w:rsid w:val="00584103"/>
    <w:rsid w:val="005A73FB"/>
    <w:rsid w:val="005E176A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52B6"/>
    <w:rsid w:val="006B0A1C"/>
    <w:rsid w:val="006E16A6"/>
    <w:rsid w:val="006F1EB4"/>
    <w:rsid w:val="006F3D32"/>
    <w:rsid w:val="007118F0"/>
    <w:rsid w:val="00746532"/>
    <w:rsid w:val="00771A16"/>
    <w:rsid w:val="00775CAE"/>
    <w:rsid w:val="007840F2"/>
    <w:rsid w:val="00784DBD"/>
    <w:rsid w:val="00790E24"/>
    <w:rsid w:val="007936D6"/>
    <w:rsid w:val="0079713A"/>
    <w:rsid w:val="007A4F2C"/>
    <w:rsid w:val="007E0CAA"/>
    <w:rsid w:val="007E25BD"/>
    <w:rsid w:val="007E2F69"/>
    <w:rsid w:val="007F71E1"/>
    <w:rsid w:val="00804F07"/>
    <w:rsid w:val="008267A4"/>
    <w:rsid w:val="00830AB1"/>
    <w:rsid w:val="00842952"/>
    <w:rsid w:val="008464D9"/>
    <w:rsid w:val="008560CF"/>
    <w:rsid w:val="0087311B"/>
    <w:rsid w:val="00874044"/>
    <w:rsid w:val="00875011"/>
    <w:rsid w:val="00886BA6"/>
    <w:rsid w:val="00892051"/>
    <w:rsid w:val="00892E48"/>
    <w:rsid w:val="008A5BE7"/>
    <w:rsid w:val="008B359A"/>
    <w:rsid w:val="008C6DF8"/>
    <w:rsid w:val="008D0487"/>
    <w:rsid w:val="008E3274"/>
    <w:rsid w:val="008F3818"/>
    <w:rsid w:val="009129F3"/>
    <w:rsid w:val="00920F98"/>
    <w:rsid w:val="009301A2"/>
    <w:rsid w:val="00934C6F"/>
    <w:rsid w:val="009375EB"/>
    <w:rsid w:val="009469C7"/>
    <w:rsid w:val="009516A0"/>
    <w:rsid w:val="00955ABE"/>
    <w:rsid w:val="00956C26"/>
    <w:rsid w:val="00960322"/>
    <w:rsid w:val="0097308F"/>
    <w:rsid w:val="00975C49"/>
    <w:rsid w:val="009A331C"/>
    <w:rsid w:val="009A397D"/>
    <w:rsid w:val="009C0C6C"/>
    <w:rsid w:val="009C64D2"/>
    <w:rsid w:val="009C6DDE"/>
    <w:rsid w:val="009D1751"/>
    <w:rsid w:val="009D314C"/>
    <w:rsid w:val="00A058AD"/>
    <w:rsid w:val="00A0658E"/>
    <w:rsid w:val="00A101BE"/>
    <w:rsid w:val="00A1401D"/>
    <w:rsid w:val="00A1471A"/>
    <w:rsid w:val="00A1685D"/>
    <w:rsid w:val="00A24B76"/>
    <w:rsid w:val="00A3431A"/>
    <w:rsid w:val="00A347DE"/>
    <w:rsid w:val="00A36E95"/>
    <w:rsid w:val="00A511ED"/>
    <w:rsid w:val="00A56074"/>
    <w:rsid w:val="00A56607"/>
    <w:rsid w:val="00A62798"/>
    <w:rsid w:val="00A776FE"/>
    <w:rsid w:val="00A9010F"/>
    <w:rsid w:val="00AA7CC7"/>
    <w:rsid w:val="00AB39E6"/>
    <w:rsid w:val="00AB3A91"/>
    <w:rsid w:val="00AB5E32"/>
    <w:rsid w:val="00AB71A8"/>
    <w:rsid w:val="00AD15D1"/>
    <w:rsid w:val="00AD1D1B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3C4F"/>
    <w:rsid w:val="00BD06C3"/>
    <w:rsid w:val="00BF1F3F"/>
    <w:rsid w:val="00C00C2E"/>
    <w:rsid w:val="00C22538"/>
    <w:rsid w:val="00C4103F"/>
    <w:rsid w:val="00C456FB"/>
    <w:rsid w:val="00C5572C"/>
    <w:rsid w:val="00C57DEB"/>
    <w:rsid w:val="00C61CDA"/>
    <w:rsid w:val="00C6541C"/>
    <w:rsid w:val="00C73BF4"/>
    <w:rsid w:val="00C75633"/>
    <w:rsid w:val="00C80314"/>
    <w:rsid w:val="00C919CE"/>
    <w:rsid w:val="00C953B9"/>
    <w:rsid w:val="00CA5F28"/>
    <w:rsid w:val="00CC6896"/>
    <w:rsid w:val="00CD74D0"/>
    <w:rsid w:val="00CE04B3"/>
    <w:rsid w:val="00CE6400"/>
    <w:rsid w:val="00CF4A74"/>
    <w:rsid w:val="00D11BF6"/>
    <w:rsid w:val="00D2726C"/>
    <w:rsid w:val="00D34D9A"/>
    <w:rsid w:val="00D409DE"/>
    <w:rsid w:val="00D40C8F"/>
    <w:rsid w:val="00D42C9B"/>
    <w:rsid w:val="00D47D38"/>
    <w:rsid w:val="00D701B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16C7"/>
    <w:rsid w:val="00E86762"/>
    <w:rsid w:val="00E86A2B"/>
    <w:rsid w:val="00EA74CD"/>
    <w:rsid w:val="00EB3286"/>
    <w:rsid w:val="00EB3BC2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374FD"/>
    <w:rsid w:val="00F54680"/>
    <w:rsid w:val="00F74CAC"/>
    <w:rsid w:val="00F8063D"/>
    <w:rsid w:val="00FA1A32"/>
    <w:rsid w:val="00FB7965"/>
    <w:rsid w:val="00FC0667"/>
    <w:rsid w:val="00FD190E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Znak1ZnakZnakZnakZnak2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C919C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AD1D1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886BA6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B53C4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1">
    <w:name w:val="Znak Znak Znak1 Znak Znak Znak Znak1"/>
    <w:basedOn w:val="Normal"/>
    <w:uiPriority w:val="99"/>
    <w:rsid w:val="0097308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2">
    <w:name w:val="Znak Znak Znak1 Znak Znak Znak Znak2"/>
    <w:basedOn w:val="Normal"/>
    <w:link w:val="DefaultParagraphFont"/>
    <w:uiPriority w:val="99"/>
    <w:rsid w:val="009C64D2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57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2</Pages>
  <Words>421</Words>
  <Characters>2528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25</cp:revision>
  <cp:lastPrinted>2016-09-20T11:35:00Z</cp:lastPrinted>
  <dcterms:created xsi:type="dcterms:W3CDTF">2016-09-13T09:42:00Z</dcterms:created>
  <dcterms:modified xsi:type="dcterms:W3CDTF">2017-11-17T12:42:00Z</dcterms:modified>
</cp:coreProperties>
</file>