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E71" w:rsidRDefault="00E14E71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3 do SIWZ       </w:t>
      </w:r>
    </w:p>
    <w:p w:rsidR="00E14E71" w:rsidRPr="00A058AD" w:rsidRDefault="00E14E71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E14E71" w:rsidRDefault="00E14E71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E14E71" w:rsidRDefault="00E14E71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E14E71" w:rsidRDefault="00E14E71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E14E71" w:rsidRPr="00CD74D0" w:rsidRDefault="00E14E71" w:rsidP="00CD74D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E14E71" w:rsidRDefault="00E14E71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E14E71" w:rsidRPr="00A058AD" w:rsidRDefault="00E14E71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E14E71" w:rsidRPr="00A058AD" w:rsidRDefault="00E14E7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14E71" w:rsidRPr="00A058AD" w:rsidRDefault="00E14E71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E14E71" w:rsidRPr="003D272A" w:rsidRDefault="00E14E71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14E71" w:rsidRPr="00A058AD" w:rsidRDefault="00E14E7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14E71" w:rsidRPr="00A058AD" w:rsidRDefault="00E14E71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E14E71" w:rsidRDefault="00E14E71" w:rsidP="00C4103F">
      <w:pPr>
        <w:rPr>
          <w:rFonts w:ascii="Arial" w:hAnsi="Arial" w:cs="Arial"/>
        </w:rPr>
      </w:pPr>
    </w:p>
    <w:p w:rsidR="00E14E71" w:rsidRPr="009375EB" w:rsidRDefault="00E14E71" w:rsidP="00C4103F">
      <w:pPr>
        <w:rPr>
          <w:rFonts w:ascii="Arial" w:hAnsi="Arial" w:cs="Arial"/>
        </w:rPr>
      </w:pPr>
    </w:p>
    <w:p w:rsidR="00E14E71" w:rsidRPr="00EA74CD" w:rsidRDefault="00E14E71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14E71" w:rsidRPr="005319CA" w:rsidRDefault="00E14E71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E14E71" w:rsidRPr="005319CA" w:rsidRDefault="00E14E71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E14E71" w:rsidRPr="00BF1F3F" w:rsidRDefault="00E14E71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E14E71" w:rsidRDefault="00E14E7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14E71" w:rsidRPr="001448FB" w:rsidRDefault="00E14E7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14E71" w:rsidRPr="00B53C4F" w:rsidRDefault="00E14E71" w:rsidP="00B53C4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53C4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97308F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 xml:space="preserve">Dostawa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art. elektrotechnicznych 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 xml:space="preserve">  dla potrzeb </w:t>
      </w:r>
      <w:r>
        <w:rPr>
          <w:rFonts w:ascii="Arial" w:hAnsi="Arial" w:cs="Arial"/>
          <w:b/>
          <w:bCs/>
          <w:i/>
          <w:iCs/>
          <w:sz w:val="20"/>
          <w:szCs w:val="20"/>
        </w:rPr>
        <w:t>Dz.Energetycznego WSZ” – nr postępowania 3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>/201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</w:p>
    <w:p w:rsidR="00E14E71" w:rsidRPr="00AA7CC7" w:rsidRDefault="00E14E71" w:rsidP="0087311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E14E71" w:rsidRPr="00CC6896" w:rsidRDefault="00E14E71" w:rsidP="004C43B8">
      <w:pPr>
        <w:spacing w:after="0" w:line="360" w:lineRule="auto"/>
        <w:jc w:val="both"/>
        <w:rPr>
          <w:rFonts w:ascii="Arial" w:hAnsi="Arial" w:cs="Arial"/>
        </w:rPr>
      </w:pPr>
    </w:p>
    <w:p w:rsidR="00E14E71" w:rsidRPr="001448FB" w:rsidRDefault="00E14E71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E14E71" w:rsidRDefault="00E14E71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E14E71" w:rsidRDefault="00E14E71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E14E71" w:rsidRPr="0087311B" w:rsidRDefault="00E14E71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E14E71" w:rsidRPr="003E1710" w:rsidRDefault="00E14E71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E14E71" w:rsidRPr="003E1710" w:rsidRDefault="00E14E7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14E71" w:rsidRPr="003E1710" w:rsidRDefault="00E14E7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4E71" w:rsidRPr="003E1710" w:rsidRDefault="00E14E7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4E71" w:rsidRPr="00190D6E" w:rsidRDefault="00E14E71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14E71" w:rsidRPr="00307A36" w:rsidRDefault="00E14E71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E14E71" w:rsidRDefault="00E14E7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E14E71" w:rsidRPr="00A56074" w:rsidRDefault="00E14E7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4E71" w:rsidRPr="000F2452" w:rsidRDefault="00E14E71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4E71" w:rsidRPr="000F2452" w:rsidRDefault="00E14E71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E14E71" w:rsidRPr="000F2452" w:rsidRDefault="00E14E71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4E71" w:rsidRPr="000F2452" w:rsidRDefault="00E14E71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4E71" w:rsidRPr="000F2452" w:rsidRDefault="00E14E71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E14E71" w:rsidRPr="009375EB" w:rsidRDefault="00E14E71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14E71" w:rsidRPr="003C58F8" w:rsidRDefault="00E14E71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E14E71" w:rsidRPr="009375EB" w:rsidRDefault="00E14E71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14E71" w:rsidRPr="00F54680" w:rsidRDefault="00E14E71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E14E71" w:rsidRPr="005A73FB" w:rsidRDefault="00E14E71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4E71" w:rsidRPr="005A73FB" w:rsidRDefault="00E14E71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14E71" w:rsidRPr="005A73FB" w:rsidRDefault="00E14E71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4E71" w:rsidRPr="005A73FB" w:rsidRDefault="00E14E71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4E71" w:rsidRPr="008560CF" w:rsidRDefault="00E14E71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E14E71" w:rsidRPr="009375EB" w:rsidRDefault="00E14E71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14E71" w:rsidRPr="001D3A19" w:rsidRDefault="00E14E71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14E71" w:rsidRPr="009375EB" w:rsidRDefault="00E14E71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14E71" w:rsidRPr="00193E01" w:rsidRDefault="00E14E7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4E71" w:rsidRPr="001F4C82" w:rsidRDefault="00E14E7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4E71" w:rsidRPr="001F4C82" w:rsidRDefault="00E14E71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E14E71" w:rsidRPr="001F4C82" w:rsidRDefault="00E14E71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4E71" w:rsidRPr="00C00C2E" w:rsidRDefault="00E14E71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E14E71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E71" w:rsidRDefault="00E14E71" w:rsidP="0038231F">
      <w:pPr>
        <w:spacing w:after="0" w:line="240" w:lineRule="auto"/>
      </w:pPr>
      <w:r>
        <w:separator/>
      </w:r>
    </w:p>
  </w:endnote>
  <w:endnote w:type="continuationSeparator" w:id="1">
    <w:p w:rsidR="00E14E71" w:rsidRDefault="00E14E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E71" w:rsidRDefault="00E14E71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14E71" w:rsidRDefault="00E14E71" w:rsidP="00CD74D0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</w:t>
    </w:r>
  </w:p>
  <w:p w:rsidR="00E14E71" w:rsidRPr="00584103" w:rsidRDefault="00E14E71" w:rsidP="00B41FD4">
    <w:pPr>
      <w:jc w:val="center"/>
      <w:rPr>
        <w:sz w:val="20"/>
        <w:szCs w:val="20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3/2018 WS</w:t>
    </w:r>
    <w:r w:rsidRPr="00146D90">
      <w:rPr>
        <w:sz w:val="20"/>
        <w:szCs w:val="20"/>
      </w:rPr>
      <w:t xml:space="preserve">Z Elbląg – dostawa </w:t>
    </w:r>
    <w:r>
      <w:rPr>
        <w:sz w:val="20"/>
        <w:szCs w:val="20"/>
      </w:rPr>
      <w:t>artykułów elektrotechnicznych</w:t>
    </w:r>
    <w:r w:rsidRPr="00584103">
      <w:rPr>
        <w:sz w:val="20"/>
        <w:szCs w:val="20"/>
      </w:rPr>
      <w:t xml:space="preserve"> dla potrzeb </w:t>
    </w:r>
    <w:r>
      <w:rPr>
        <w:sz w:val="20"/>
        <w:szCs w:val="20"/>
      </w:rPr>
      <w:t xml:space="preserve">Dz.Energetycznego </w:t>
    </w:r>
    <w:r w:rsidRPr="00584103">
      <w:rPr>
        <w:sz w:val="20"/>
        <w:szCs w:val="20"/>
      </w:rPr>
      <w:t>Wojewódzkiego Szpitala Zespolonego w Elblągu</w:t>
    </w:r>
  </w:p>
  <w:p w:rsidR="00E14E71" w:rsidRDefault="00E14E71" w:rsidP="00886BA6">
    <w:pPr>
      <w:jc w:val="center"/>
      <w:rPr>
        <w:sz w:val="16"/>
        <w:szCs w:val="16"/>
      </w:rPr>
    </w:pPr>
  </w:p>
  <w:p w:rsidR="00E14E71" w:rsidRDefault="00E14E71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E71" w:rsidRDefault="00E14E71" w:rsidP="0038231F">
      <w:pPr>
        <w:spacing w:after="0" w:line="240" w:lineRule="auto"/>
      </w:pPr>
      <w:r>
        <w:separator/>
      </w:r>
    </w:p>
  </w:footnote>
  <w:footnote w:type="continuationSeparator" w:id="1">
    <w:p w:rsidR="00E14E71" w:rsidRDefault="00E14E7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DC7"/>
    <w:rsid w:val="00131B25"/>
    <w:rsid w:val="00137D9F"/>
    <w:rsid w:val="001448FB"/>
    <w:rsid w:val="00146D90"/>
    <w:rsid w:val="00147B67"/>
    <w:rsid w:val="001670F2"/>
    <w:rsid w:val="001807BF"/>
    <w:rsid w:val="001811FB"/>
    <w:rsid w:val="00190D6E"/>
    <w:rsid w:val="00193E01"/>
    <w:rsid w:val="001957C5"/>
    <w:rsid w:val="001C6945"/>
    <w:rsid w:val="001C6A89"/>
    <w:rsid w:val="001D3A19"/>
    <w:rsid w:val="001D4C90"/>
    <w:rsid w:val="001D6027"/>
    <w:rsid w:val="001D7BCC"/>
    <w:rsid w:val="001F4C82"/>
    <w:rsid w:val="002167D3"/>
    <w:rsid w:val="0023714F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B3675"/>
    <w:rsid w:val="002C42F8"/>
    <w:rsid w:val="002C4948"/>
    <w:rsid w:val="002D2E7A"/>
    <w:rsid w:val="002E641A"/>
    <w:rsid w:val="00300674"/>
    <w:rsid w:val="00302C42"/>
    <w:rsid w:val="00304292"/>
    <w:rsid w:val="00307A36"/>
    <w:rsid w:val="00313911"/>
    <w:rsid w:val="003178CE"/>
    <w:rsid w:val="00324026"/>
    <w:rsid w:val="00324C86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7458"/>
    <w:rsid w:val="003E1710"/>
    <w:rsid w:val="003F024C"/>
    <w:rsid w:val="003F45C6"/>
    <w:rsid w:val="00425B7B"/>
    <w:rsid w:val="00425D88"/>
    <w:rsid w:val="00431598"/>
    <w:rsid w:val="00434CC2"/>
    <w:rsid w:val="00466838"/>
    <w:rsid w:val="004761C6"/>
    <w:rsid w:val="00484F88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3C9A"/>
    <w:rsid w:val="00525621"/>
    <w:rsid w:val="0053130C"/>
    <w:rsid w:val="005319CA"/>
    <w:rsid w:val="005641F0"/>
    <w:rsid w:val="00584103"/>
    <w:rsid w:val="005A73FB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B0A1C"/>
    <w:rsid w:val="006E16A6"/>
    <w:rsid w:val="006F1EB4"/>
    <w:rsid w:val="006F3D32"/>
    <w:rsid w:val="007118F0"/>
    <w:rsid w:val="00712B0C"/>
    <w:rsid w:val="00746532"/>
    <w:rsid w:val="00771A16"/>
    <w:rsid w:val="00775CAE"/>
    <w:rsid w:val="007840F2"/>
    <w:rsid w:val="00784DBD"/>
    <w:rsid w:val="00790E24"/>
    <w:rsid w:val="007936D6"/>
    <w:rsid w:val="0079713A"/>
    <w:rsid w:val="007A4F2C"/>
    <w:rsid w:val="007B661B"/>
    <w:rsid w:val="007E25BD"/>
    <w:rsid w:val="007E2F69"/>
    <w:rsid w:val="007E61CB"/>
    <w:rsid w:val="007F71E1"/>
    <w:rsid w:val="00804F07"/>
    <w:rsid w:val="008244E5"/>
    <w:rsid w:val="008267A4"/>
    <w:rsid w:val="00830AB1"/>
    <w:rsid w:val="00842952"/>
    <w:rsid w:val="008464D9"/>
    <w:rsid w:val="008560CF"/>
    <w:rsid w:val="0087311B"/>
    <w:rsid w:val="00874044"/>
    <w:rsid w:val="00875011"/>
    <w:rsid w:val="00886BA6"/>
    <w:rsid w:val="00892051"/>
    <w:rsid w:val="00892E48"/>
    <w:rsid w:val="008A5BE7"/>
    <w:rsid w:val="008B359A"/>
    <w:rsid w:val="008B462A"/>
    <w:rsid w:val="008C6DF8"/>
    <w:rsid w:val="008D0487"/>
    <w:rsid w:val="008E3274"/>
    <w:rsid w:val="008F3818"/>
    <w:rsid w:val="009129F3"/>
    <w:rsid w:val="00920F98"/>
    <w:rsid w:val="009301A2"/>
    <w:rsid w:val="00934C6F"/>
    <w:rsid w:val="009375EB"/>
    <w:rsid w:val="009469C7"/>
    <w:rsid w:val="009516A0"/>
    <w:rsid w:val="00956C26"/>
    <w:rsid w:val="00960322"/>
    <w:rsid w:val="0097308F"/>
    <w:rsid w:val="00975C49"/>
    <w:rsid w:val="009A331C"/>
    <w:rsid w:val="009A397D"/>
    <w:rsid w:val="009C0C6C"/>
    <w:rsid w:val="009C6DDE"/>
    <w:rsid w:val="009D1751"/>
    <w:rsid w:val="009D314C"/>
    <w:rsid w:val="009F047C"/>
    <w:rsid w:val="00A058AD"/>
    <w:rsid w:val="00A0658E"/>
    <w:rsid w:val="00A101BE"/>
    <w:rsid w:val="00A1401D"/>
    <w:rsid w:val="00A1471A"/>
    <w:rsid w:val="00A1685D"/>
    <w:rsid w:val="00A22BBB"/>
    <w:rsid w:val="00A24B76"/>
    <w:rsid w:val="00A3431A"/>
    <w:rsid w:val="00A347DE"/>
    <w:rsid w:val="00A36E95"/>
    <w:rsid w:val="00A511ED"/>
    <w:rsid w:val="00A56074"/>
    <w:rsid w:val="00A56607"/>
    <w:rsid w:val="00A62798"/>
    <w:rsid w:val="00A776FE"/>
    <w:rsid w:val="00A9010F"/>
    <w:rsid w:val="00AA7CC7"/>
    <w:rsid w:val="00AB39E6"/>
    <w:rsid w:val="00AB3A91"/>
    <w:rsid w:val="00AB5E32"/>
    <w:rsid w:val="00AB71A8"/>
    <w:rsid w:val="00AD15D1"/>
    <w:rsid w:val="00AD1D1B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FD4"/>
    <w:rsid w:val="00B53C4F"/>
    <w:rsid w:val="00B62D8C"/>
    <w:rsid w:val="00BA3807"/>
    <w:rsid w:val="00BD06C3"/>
    <w:rsid w:val="00BF1F3F"/>
    <w:rsid w:val="00C00C2E"/>
    <w:rsid w:val="00C22538"/>
    <w:rsid w:val="00C4103F"/>
    <w:rsid w:val="00C456FB"/>
    <w:rsid w:val="00C5572C"/>
    <w:rsid w:val="00C57DEB"/>
    <w:rsid w:val="00C61CDA"/>
    <w:rsid w:val="00C6541C"/>
    <w:rsid w:val="00C73BF4"/>
    <w:rsid w:val="00C75633"/>
    <w:rsid w:val="00C80314"/>
    <w:rsid w:val="00C919CE"/>
    <w:rsid w:val="00C953B9"/>
    <w:rsid w:val="00CA5F28"/>
    <w:rsid w:val="00CC6896"/>
    <w:rsid w:val="00CD74D0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701B8"/>
    <w:rsid w:val="00D7532C"/>
    <w:rsid w:val="00DC3F44"/>
    <w:rsid w:val="00DD146A"/>
    <w:rsid w:val="00DD3E9D"/>
    <w:rsid w:val="00DE73EE"/>
    <w:rsid w:val="00E14552"/>
    <w:rsid w:val="00E14E71"/>
    <w:rsid w:val="00E15D59"/>
    <w:rsid w:val="00E21B42"/>
    <w:rsid w:val="00E30517"/>
    <w:rsid w:val="00E42CC3"/>
    <w:rsid w:val="00E55512"/>
    <w:rsid w:val="00E616C7"/>
    <w:rsid w:val="00E86762"/>
    <w:rsid w:val="00E86A2B"/>
    <w:rsid w:val="00EA74CD"/>
    <w:rsid w:val="00EB3286"/>
    <w:rsid w:val="00EB3BC2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4FD"/>
    <w:rsid w:val="00F54680"/>
    <w:rsid w:val="00F74CAC"/>
    <w:rsid w:val="00F8063D"/>
    <w:rsid w:val="00FB7965"/>
    <w:rsid w:val="00FC0667"/>
    <w:rsid w:val="00FD190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uiPriority w:val="99"/>
    <w:rsid w:val="0097308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"/>
    <w:uiPriority w:val="99"/>
    <w:rsid w:val="00B41FD4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71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415</Words>
  <Characters>2491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28</cp:revision>
  <cp:lastPrinted>2016-09-20T11:35:00Z</cp:lastPrinted>
  <dcterms:created xsi:type="dcterms:W3CDTF">2016-09-13T09:42:00Z</dcterms:created>
  <dcterms:modified xsi:type="dcterms:W3CDTF">2018-01-08T11:59:00Z</dcterms:modified>
</cp:coreProperties>
</file>