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5EC" w:rsidRDefault="007935EC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do SIWZ       </w:t>
      </w:r>
    </w:p>
    <w:p w:rsidR="007935EC" w:rsidRPr="00A058AD" w:rsidRDefault="007935EC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7935EC" w:rsidRDefault="007935EC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7935EC" w:rsidRDefault="007935EC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7935EC" w:rsidRDefault="007935EC" w:rsidP="00E616C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Ul. Królewiecka 146</w:t>
      </w:r>
    </w:p>
    <w:p w:rsidR="007935EC" w:rsidRPr="00CD74D0" w:rsidRDefault="007935EC" w:rsidP="00CD74D0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7935EC" w:rsidRDefault="007935EC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7935EC" w:rsidRPr="00A058AD" w:rsidRDefault="007935EC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7935EC" w:rsidRPr="00A058AD" w:rsidRDefault="007935E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7935EC" w:rsidRPr="00A058AD" w:rsidRDefault="007935EC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7935EC" w:rsidRPr="003D272A" w:rsidRDefault="007935EC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35EC" w:rsidRPr="00A058AD" w:rsidRDefault="007935EC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7935EC" w:rsidRPr="00A058AD" w:rsidRDefault="007935EC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7935EC" w:rsidRDefault="007935EC" w:rsidP="00C4103F">
      <w:pPr>
        <w:rPr>
          <w:rFonts w:ascii="Arial" w:hAnsi="Arial" w:cs="Arial"/>
        </w:rPr>
      </w:pPr>
    </w:p>
    <w:p w:rsidR="007935EC" w:rsidRPr="009375EB" w:rsidRDefault="007935EC" w:rsidP="00C4103F">
      <w:pPr>
        <w:rPr>
          <w:rFonts w:ascii="Arial" w:hAnsi="Arial" w:cs="Arial"/>
        </w:rPr>
      </w:pPr>
    </w:p>
    <w:p w:rsidR="007935EC" w:rsidRPr="00EA74CD" w:rsidRDefault="007935EC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7935EC" w:rsidRPr="005319CA" w:rsidRDefault="007935EC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7935EC" w:rsidRPr="005319CA" w:rsidRDefault="007935EC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7935EC" w:rsidRPr="00BF1F3F" w:rsidRDefault="007935EC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7935EC" w:rsidRPr="001448FB" w:rsidRDefault="007935E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35EC" w:rsidRPr="00B53C4F" w:rsidRDefault="007935EC" w:rsidP="00B53C4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53C4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97308F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>„</w:t>
      </w:r>
      <w:r>
        <w:rPr>
          <w:rFonts w:ascii="Arial" w:hAnsi="Arial" w:cs="Arial"/>
          <w:b/>
          <w:bCs/>
          <w:i/>
          <w:iCs/>
          <w:sz w:val="20"/>
          <w:szCs w:val="20"/>
        </w:rPr>
        <w:t>Dosta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wa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stymulatorów serca w 2 pakietach 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 xml:space="preserve">dla potrzeb </w:t>
      </w:r>
      <w:r>
        <w:rPr>
          <w:rFonts w:ascii="Arial" w:hAnsi="Arial" w:cs="Arial"/>
          <w:b/>
          <w:bCs/>
          <w:i/>
          <w:iCs/>
          <w:sz w:val="20"/>
          <w:szCs w:val="20"/>
        </w:rPr>
        <w:t>Oddziału Kardiologii WSZ” – nr postępowania 6</w:t>
      </w:r>
      <w:r w:rsidRPr="0097308F">
        <w:rPr>
          <w:rFonts w:ascii="Arial" w:hAnsi="Arial" w:cs="Arial"/>
          <w:b/>
          <w:bCs/>
          <w:i/>
          <w:iCs/>
          <w:sz w:val="20"/>
          <w:szCs w:val="20"/>
        </w:rPr>
        <w:t>/201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</w:p>
    <w:p w:rsidR="007935EC" w:rsidRPr="00AA7CC7" w:rsidRDefault="007935EC" w:rsidP="0087311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A7CC7">
        <w:rPr>
          <w:rFonts w:ascii="Arial" w:hAnsi="Arial" w:cs="Arial"/>
          <w:sz w:val="20"/>
          <w:szCs w:val="20"/>
        </w:rPr>
        <w:t>prowadzonego przez Wojewódzki Szpital Zespolony w Elblągu</w:t>
      </w:r>
      <w:r w:rsidRPr="00AA7CC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A7CC7">
        <w:rPr>
          <w:rFonts w:ascii="Arial" w:hAnsi="Arial" w:cs="Arial"/>
          <w:sz w:val="20"/>
          <w:szCs w:val="20"/>
        </w:rPr>
        <w:t>oświadczam, co następuje:</w:t>
      </w:r>
    </w:p>
    <w:p w:rsidR="007935EC" w:rsidRPr="00CC6896" w:rsidRDefault="007935EC" w:rsidP="004C43B8">
      <w:pPr>
        <w:spacing w:after="0" w:line="360" w:lineRule="auto"/>
        <w:jc w:val="both"/>
        <w:rPr>
          <w:rFonts w:ascii="Arial" w:hAnsi="Arial" w:cs="Arial"/>
        </w:rPr>
      </w:pPr>
    </w:p>
    <w:p w:rsidR="007935EC" w:rsidRPr="001448FB" w:rsidRDefault="007935EC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7935EC" w:rsidRDefault="007935EC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7935EC" w:rsidRDefault="007935EC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7935EC" w:rsidRPr="0087311B" w:rsidRDefault="007935EC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7935EC" w:rsidRPr="003E1710" w:rsidRDefault="007935EC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7935EC" w:rsidRPr="003E1710" w:rsidRDefault="007935E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935EC" w:rsidRPr="003E1710" w:rsidRDefault="007935E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35EC" w:rsidRPr="003E1710" w:rsidRDefault="007935E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35EC" w:rsidRPr="00190D6E" w:rsidRDefault="007935E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7935EC" w:rsidRPr="00307A36" w:rsidRDefault="007935E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7935EC" w:rsidRDefault="007935E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7935EC" w:rsidRPr="00A56074" w:rsidRDefault="007935E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5EC" w:rsidRPr="000F2452" w:rsidRDefault="007935E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35EC" w:rsidRPr="000F2452" w:rsidRDefault="007935E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7935EC" w:rsidRPr="000F2452" w:rsidRDefault="007935E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35EC" w:rsidRPr="000F2452" w:rsidRDefault="007935E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35EC" w:rsidRPr="000F2452" w:rsidRDefault="007935EC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7935EC" w:rsidRPr="009375EB" w:rsidRDefault="007935EC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7935EC" w:rsidRPr="003C58F8" w:rsidRDefault="007935E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7935EC" w:rsidRPr="009375EB" w:rsidRDefault="007935EC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7935EC" w:rsidRPr="00F54680" w:rsidRDefault="007935EC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7935EC" w:rsidRPr="005A73FB" w:rsidRDefault="007935E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35EC" w:rsidRPr="005A73FB" w:rsidRDefault="007935E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7935EC" w:rsidRPr="005A73FB" w:rsidRDefault="007935E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35EC" w:rsidRPr="005A73FB" w:rsidRDefault="007935EC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35EC" w:rsidRPr="008560CF" w:rsidRDefault="007935EC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7935EC" w:rsidRPr="009375EB" w:rsidRDefault="007935EC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7935EC" w:rsidRPr="001D3A19" w:rsidRDefault="007935E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7935EC" w:rsidRPr="009375EB" w:rsidRDefault="007935EC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7935EC" w:rsidRPr="00193E01" w:rsidRDefault="007935E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35EC" w:rsidRPr="001F4C82" w:rsidRDefault="007935E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35EC" w:rsidRPr="001F4C82" w:rsidRDefault="007935E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7935EC" w:rsidRPr="001F4C82" w:rsidRDefault="007935EC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35EC" w:rsidRPr="00C00C2E" w:rsidRDefault="007935EC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7935EC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5EC" w:rsidRDefault="007935EC" w:rsidP="0038231F">
      <w:pPr>
        <w:spacing w:after="0" w:line="240" w:lineRule="auto"/>
      </w:pPr>
      <w:r>
        <w:separator/>
      </w:r>
    </w:p>
  </w:endnote>
  <w:endnote w:type="continuationSeparator" w:id="1">
    <w:p w:rsidR="007935EC" w:rsidRDefault="007935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5EC" w:rsidRDefault="007935EC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935EC" w:rsidRDefault="007935EC" w:rsidP="00CD74D0">
    <w:pPr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</w:t>
    </w:r>
  </w:p>
  <w:p w:rsidR="007935EC" w:rsidRPr="00584103" w:rsidRDefault="007935EC" w:rsidP="006235BA">
    <w:pPr>
      <w:jc w:val="center"/>
      <w:rPr>
        <w:sz w:val="20"/>
        <w:szCs w:val="20"/>
      </w:rPr>
    </w:pPr>
    <w:r w:rsidRPr="00146D90">
      <w:rPr>
        <w:sz w:val="20"/>
        <w:szCs w:val="20"/>
      </w:rPr>
      <w:t xml:space="preserve">SIWZ </w:t>
    </w:r>
    <w:r>
      <w:rPr>
        <w:sz w:val="20"/>
        <w:szCs w:val="20"/>
      </w:rPr>
      <w:t>6/2018 WS</w:t>
    </w:r>
    <w:r w:rsidRPr="00146D90">
      <w:rPr>
        <w:sz w:val="20"/>
        <w:szCs w:val="20"/>
      </w:rPr>
      <w:t xml:space="preserve">Z Elbląg – dostawa </w:t>
    </w:r>
    <w:r>
      <w:rPr>
        <w:sz w:val="20"/>
        <w:szCs w:val="20"/>
      </w:rPr>
      <w:t>stymulatorów serca</w:t>
    </w:r>
    <w:r w:rsidRPr="00584103">
      <w:rPr>
        <w:sz w:val="20"/>
        <w:szCs w:val="20"/>
      </w:rPr>
      <w:t xml:space="preserve"> </w:t>
    </w:r>
    <w:r>
      <w:rPr>
        <w:sz w:val="20"/>
        <w:szCs w:val="20"/>
      </w:rPr>
      <w:t xml:space="preserve">w 2 pakietach </w:t>
    </w:r>
    <w:r w:rsidRPr="00584103">
      <w:rPr>
        <w:sz w:val="20"/>
        <w:szCs w:val="20"/>
      </w:rPr>
      <w:t xml:space="preserve">dla potrzeb </w:t>
    </w:r>
    <w:r>
      <w:rPr>
        <w:sz w:val="20"/>
        <w:szCs w:val="20"/>
      </w:rPr>
      <w:t xml:space="preserve">Oddz.Kardiologii  </w:t>
    </w:r>
    <w:r w:rsidRPr="00584103">
      <w:rPr>
        <w:sz w:val="20"/>
        <w:szCs w:val="20"/>
      </w:rPr>
      <w:t>Wojewódzkiego Szpitala Zespolonego w Elblągu</w:t>
    </w:r>
  </w:p>
  <w:p w:rsidR="007935EC" w:rsidRDefault="007935EC" w:rsidP="00886BA6">
    <w:pPr>
      <w:jc w:val="center"/>
      <w:rPr>
        <w:sz w:val="16"/>
        <w:szCs w:val="16"/>
      </w:rPr>
    </w:pPr>
  </w:p>
  <w:p w:rsidR="007935EC" w:rsidRDefault="007935EC" w:rsidP="00886BA6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5EC" w:rsidRDefault="007935EC" w:rsidP="0038231F">
      <w:pPr>
        <w:spacing w:after="0" w:line="240" w:lineRule="auto"/>
      </w:pPr>
      <w:r>
        <w:separator/>
      </w:r>
    </w:p>
  </w:footnote>
  <w:footnote w:type="continuationSeparator" w:id="1">
    <w:p w:rsidR="007935EC" w:rsidRDefault="007935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549E"/>
    <w:rsid w:val="000F1229"/>
    <w:rsid w:val="000F2452"/>
    <w:rsid w:val="000F4C8A"/>
    <w:rsid w:val="0010384A"/>
    <w:rsid w:val="00103B61"/>
    <w:rsid w:val="0011121A"/>
    <w:rsid w:val="00121DC7"/>
    <w:rsid w:val="00131B25"/>
    <w:rsid w:val="00137D9F"/>
    <w:rsid w:val="001448FB"/>
    <w:rsid w:val="00146D90"/>
    <w:rsid w:val="00147B67"/>
    <w:rsid w:val="001670F2"/>
    <w:rsid w:val="001807BF"/>
    <w:rsid w:val="001811FB"/>
    <w:rsid w:val="00190D6E"/>
    <w:rsid w:val="00193E01"/>
    <w:rsid w:val="001957C5"/>
    <w:rsid w:val="001C6945"/>
    <w:rsid w:val="001C6A89"/>
    <w:rsid w:val="001D3A19"/>
    <w:rsid w:val="001D4C90"/>
    <w:rsid w:val="001D6027"/>
    <w:rsid w:val="001D7BCC"/>
    <w:rsid w:val="001F4C82"/>
    <w:rsid w:val="002167D3"/>
    <w:rsid w:val="0023714F"/>
    <w:rsid w:val="0024732C"/>
    <w:rsid w:val="0025263C"/>
    <w:rsid w:val="0025358A"/>
    <w:rsid w:val="00255142"/>
    <w:rsid w:val="00267089"/>
    <w:rsid w:val="00273187"/>
    <w:rsid w:val="0027560C"/>
    <w:rsid w:val="00276089"/>
    <w:rsid w:val="00287BCD"/>
    <w:rsid w:val="002B3675"/>
    <w:rsid w:val="002C42F8"/>
    <w:rsid w:val="002C4948"/>
    <w:rsid w:val="002D2E7A"/>
    <w:rsid w:val="002E641A"/>
    <w:rsid w:val="00300674"/>
    <w:rsid w:val="00302C42"/>
    <w:rsid w:val="00304292"/>
    <w:rsid w:val="00307A36"/>
    <w:rsid w:val="00313911"/>
    <w:rsid w:val="003178CE"/>
    <w:rsid w:val="00324026"/>
    <w:rsid w:val="00324C86"/>
    <w:rsid w:val="003416FE"/>
    <w:rsid w:val="0034230E"/>
    <w:rsid w:val="003617C8"/>
    <w:rsid w:val="003636E7"/>
    <w:rsid w:val="003761EA"/>
    <w:rsid w:val="0038231F"/>
    <w:rsid w:val="00392EC7"/>
    <w:rsid w:val="003B214C"/>
    <w:rsid w:val="003B295A"/>
    <w:rsid w:val="003B482B"/>
    <w:rsid w:val="003B690E"/>
    <w:rsid w:val="003C3B64"/>
    <w:rsid w:val="003C4E34"/>
    <w:rsid w:val="003C58F8"/>
    <w:rsid w:val="003C6AD5"/>
    <w:rsid w:val="003D1349"/>
    <w:rsid w:val="003D272A"/>
    <w:rsid w:val="003D7458"/>
    <w:rsid w:val="003E1710"/>
    <w:rsid w:val="003F024C"/>
    <w:rsid w:val="003F45C6"/>
    <w:rsid w:val="00425B7B"/>
    <w:rsid w:val="00425D88"/>
    <w:rsid w:val="00430D71"/>
    <w:rsid w:val="00431598"/>
    <w:rsid w:val="00434CC2"/>
    <w:rsid w:val="00466838"/>
    <w:rsid w:val="004761C6"/>
    <w:rsid w:val="00484F88"/>
    <w:rsid w:val="004B00A9"/>
    <w:rsid w:val="004C43B8"/>
    <w:rsid w:val="004D7FB6"/>
    <w:rsid w:val="004F23F7"/>
    <w:rsid w:val="004F3005"/>
    <w:rsid w:val="00500358"/>
    <w:rsid w:val="005031A7"/>
    <w:rsid w:val="00520174"/>
    <w:rsid w:val="005203CF"/>
    <w:rsid w:val="00520592"/>
    <w:rsid w:val="00523C9A"/>
    <w:rsid w:val="00525621"/>
    <w:rsid w:val="0053130C"/>
    <w:rsid w:val="005319CA"/>
    <w:rsid w:val="005641F0"/>
    <w:rsid w:val="00584103"/>
    <w:rsid w:val="005A73FB"/>
    <w:rsid w:val="005E176A"/>
    <w:rsid w:val="006235B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B0A1C"/>
    <w:rsid w:val="006E16A6"/>
    <w:rsid w:val="006F0D4C"/>
    <w:rsid w:val="006F1EB4"/>
    <w:rsid w:val="006F3D32"/>
    <w:rsid w:val="007118F0"/>
    <w:rsid w:val="00712B0C"/>
    <w:rsid w:val="00746532"/>
    <w:rsid w:val="00771A16"/>
    <w:rsid w:val="00775CAE"/>
    <w:rsid w:val="007840F2"/>
    <w:rsid w:val="00784DBD"/>
    <w:rsid w:val="00790E24"/>
    <w:rsid w:val="007935EC"/>
    <w:rsid w:val="007936D6"/>
    <w:rsid w:val="0079713A"/>
    <w:rsid w:val="007A4F2C"/>
    <w:rsid w:val="007B1761"/>
    <w:rsid w:val="007B661B"/>
    <w:rsid w:val="007E25BD"/>
    <w:rsid w:val="007E2F69"/>
    <w:rsid w:val="007E61CB"/>
    <w:rsid w:val="007F0A4A"/>
    <w:rsid w:val="007F71E1"/>
    <w:rsid w:val="00804F07"/>
    <w:rsid w:val="008244E5"/>
    <w:rsid w:val="008267A4"/>
    <w:rsid w:val="00830AB1"/>
    <w:rsid w:val="00842952"/>
    <w:rsid w:val="008464D9"/>
    <w:rsid w:val="008560CF"/>
    <w:rsid w:val="0087311B"/>
    <w:rsid w:val="00874044"/>
    <w:rsid w:val="00875011"/>
    <w:rsid w:val="00886BA6"/>
    <w:rsid w:val="00892051"/>
    <w:rsid w:val="00892E48"/>
    <w:rsid w:val="008A5BE7"/>
    <w:rsid w:val="008B359A"/>
    <w:rsid w:val="008B462A"/>
    <w:rsid w:val="008C6DF8"/>
    <w:rsid w:val="008D0487"/>
    <w:rsid w:val="008E3274"/>
    <w:rsid w:val="008F3818"/>
    <w:rsid w:val="009129F3"/>
    <w:rsid w:val="00920F98"/>
    <w:rsid w:val="009301A2"/>
    <w:rsid w:val="00934C6F"/>
    <w:rsid w:val="009375EB"/>
    <w:rsid w:val="009469C7"/>
    <w:rsid w:val="009516A0"/>
    <w:rsid w:val="00956C26"/>
    <w:rsid w:val="00960322"/>
    <w:rsid w:val="00967925"/>
    <w:rsid w:val="0097308F"/>
    <w:rsid w:val="00975C49"/>
    <w:rsid w:val="009A331C"/>
    <w:rsid w:val="009A397D"/>
    <w:rsid w:val="009C0C6C"/>
    <w:rsid w:val="009C6DDE"/>
    <w:rsid w:val="009D1751"/>
    <w:rsid w:val="009D314C"/>
    <w:rsid w:val="009F047C"/>
    <w:rsid w:val="00A058AD"/>
    <w:rsid w:val="00A0658E"/>
    <w:rsid w:val="00A101BE"/>
    <w:rsid w:val="00A1401D"/>
    <w:rsid w:val="00A1471A"/>
    <w:rsid w:val="00A1685D"/>
    <w:rsid w:val="00A22BBB"/>
    <w:rsid w:val="00A24B76"/>
    <w:rsid w:val="00A3431A"/>
    <w:rsid w:val="00A347DE"/>
    <w:rsid w:val="00A36E95"/>
    <w:rsid w:val="00A511ED"/>
    <w:rsid w:val="00A56074"/>
    <w:rsid w:val="00A56607"/>
    <w:rsid w:val="00A62798"/>
    <w:rsid w:val="00A776FE"/>
    <w:rsid w:val="00A9010F"/>
    <w:rsid w:val="00AA7CC7"/>
    <w:rsid w:val="00AB39E6"/>
    <w:rsid w:val="00AB3A91"/>
    <w:rsid w:val="00AB5E32"/>
    <w:rsid w:val="00AB71A8"/>
    <w:rsid w:val="00AD15D1"/>
    <w:rsid w:val="00AD1D1B"/>
    <w:rsid w:val="00AD5B8E"/>
    <w:rsid w:val="00AE6FF2"/>
    <w:rsid w:val="00AF33BF"/>
    <w:rsid w:val="00AF69CC"/>
    <w:rsid w:val="00AF7E91"/>
    <w:rsid w:val="00B01B85"/>
    <w:rsid w:val="00B119F4"/>
    <w:rsid w:val="00B15219"/>
    <w:rsid w:val="00B154B4"/>
    <w:rsid w:val="00B22BBE"/>
    <w:rsid w:val="00B35FDB"/>
    <w:rsid w:val="00B37134"/>
    <w:rsid w:val="00B40FC8"/>
    <w:rsid w:val="00B41FD4"/>
    <w:rsid w:val="00B53C4F"/>
    <w:rsid w:val="00B62D8C"/>
    <w:rsid w:val="00BA3807"/>
    <w:rsid w:val="00BD06C3"/>
    <w:rsid w:val="00BD60FC"/>
    <w:rsid w:val="00BF1F3F"/>
    <w:rsid w:val="00C00C2E"/>
    <w:rsid w:val="00C22538"/>
    <w:rsid w:val="00C4103F"/>
    <w:rsid w:val="00C456FB"/>
    <w:rsid w:val="00C5572C"/>
    <w:rsid w:val="00C57DEB"/>
    <w:rsid w:val="00C61CDA"/>
    <w:rsid w:val="00C6541C"/>
    <w:rsid w:val="00C73BF4"/>
    <w:rsid w:val="00C75633"/>
    <w:rsid w:val="00C80314"/>
    <w:rsid w:val="00C87835"/>
    <w:rsid w:val="00C919CE"/>
    <w:rsid w:val="00C953B9"/>
    <w:rsid w:val="00CA5F28"/>
    <w:rsid w:val="00CC6896"/>
    <w:rsid w:val="00CD74D0"/>
    <w:rsid w:val="00CE04B3"/>
    <w:rsid w:val="00CE6400"/>
    <w:rsid w:val="00CF4A74"/>
    <w:rsid w:val="00D11BF6"/>
    <w:rsid w:val="00D2726C"/>
    <w:rsid w:val="00D34D9A"/>
    <w:rsid w:val="00D409DE"/>
    <w:rsid w:val="00D40C8F"/>
    <w:rsid w:val="00D42C9B"/>
    <w:rsid w:val="00D47D38"/>
    <w:rsid w:val="00D701B8"/>
    <w:rsid w:val="00D7532C"/>
    <w:rsid w:val="00DC3F44"/>
    <w:rsid w:val="00DD146A"/>
    <w:rsid w:val="00DD3E9D"/>
    <w:rsid w:val="00DE73EE"/>
    <w:rsid w:val="00E14552"/>
    <w:rsid w:val="00E14E71"/>
    <w:rsid w:val="00E15D59"/>
    <w:rsid w:val="00E21B42"/>
    <w:rsid w:val="00E30517"/>
    <w:rsid w:val="00E42CC3"/>
    <w:rsid w:val="00E55512"/>
    <w:rsid w:val="00E616C7"/>
    <w:rsid w:val="00E86762"/>
    <w:rsid w:val="00E868BC"/>
    <w:rsid w:val="00E86A2B"/>
    <w:rsid w:val="00EA74CD"/>
    <w:rsid w:val="00EB0F06"/>
    <w:rsid w:val="00EB3286"/>
    <w:rsid w:val="00EB3BC2"/>
    <w:rsid w:val="00EE4535"/>
    <w:rsid w:val="00EE7725"/>
    <w:rsid w:val="00EF741B"/>
    <w:rsid w:val="00EF74CA"/>
    <w:rsid w:val="00F014B6"/>
    <w:rsid w:val="00F02609"/>
    <w:rsid w:val="00F053EC"/>
    <w:rsid w:val="00F14815"/>
    <w:rsid w:val="00F2074D"/>
    <w:rsid w:val="00F33AC3"/>
    <w:rsid w:val="00F365F2"/>
    <w:rsid w:val="00F374FD"/>
    <w:rsid w:val="00F54680"/>
    <w:rsid w:val="00F74CAC"/>
    <w:rsid w:val="00F8063D"/>
    <w:rsid w:val="00FB7965"/>
    <w:rsid w:val="00FC0667"/>
    <w:rsid w:val="00FD190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ZnakZnakZnakZnakZnak">
    <w:name w:val="Znak Znak Znak1 Znak Znak Znak Znak Znak Znak Znak Znak Znak"/>
    <w:basedOn w:val="Normal"/>
    <w:uiPriority w:val="99"/>
    <w:rsid w:val="00C919CE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">
    <w:name w:val="Znak Znak Znak1 Znak Znak Znak Znak Znak Znak Znak Znak Znak Znak Znak Znak Znak"/>
    <w:basedOn w:val="Normal"/>
    <w:uiPriority w:val="99"/>
    <w:rsid w:val="00AD1D1B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">
    <w:name w:val="Znak Znak Znak1 Znak Znak Znak Znak Znak Znak Znak Znak Znak Znak Znak Znak Znak Znak Znak Znak"/>
    <w:basedOn w:val="Normal"/>
    <w:uiPriority w:val="99"/>
    <w:rsid w:val="00C8031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">
    <w:name w:val="Znak Znak Znak1 Znak"/>
    <w:basedOn w:val="Normal"/>
    <w:uiPriority w:val="99"/>
    <w:rsid w:val="00886BA6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ZnakZnakZnakZnakZnakZnakZnakZnakZnak">
    <w:name w:val="Znak Znak Znak1 Znak Znak Znak Znak Znak Znak Znak Znak Znak Znak Znak Znak Znak Znak Znak Znak Znak Znak Znak"/>
    <w:basedOn w:val="Normal"/>
    <w:uiPriority w:val="99"/>
    <w:rsid w:val="00B53C4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1">
    <w:name w:val="Znak Znak Znak1 Znak Znak Znak Znak1"/>
    <w:basedOn w:val="Normal"/>
    <w:uiPriority w:val="99"/>
    <w:rsid w:val="0097308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2">
    <w:name w:val="Znak Znak Znak1 Znak Znak Znak Znak2"/>
    <w:basedOn w:val="Normal"/>
    <w:uiPriority w:val="99"/>
    <w:rsid w:val="00B41FD4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3">
    <w:name w:val="Znak Znak Znak1 Znak Znak Znak Znak3"/>
    <w:basedOn w:val="Normal"/>
    <w:uiPriority w:val="99"/>
    <w:rsid w:val="006235BA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2</Pages>
  <Words>416</Words>
  <Characters>2498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mdudzinska</cp:lastModifiedBy>
  <cp:revision>32</cp:revision>
  <cp:lastPrinted>2018-01-18T11:23:00Z</cp:lastPrinted>
  <dcterms:created xsi:type="dcterms:W3CDTF">2016-09-13T09:42:00Z</dcterms:created>
  <dcterms:modified xsi:type="dcterms:W3CDTF">2018-01-30T09:46:00Z</dcterms:modified>
</cp:coreProperties>
</file>