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99" w:rsidRPr="00A70FAC" w:rsidRDefault="00781899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1 zmiany z dnia 17.05.2018</w:t>
      </w:r>
    </w:p>
    <w:p w:rsidR="00781899" w:rsidRPr="00A70FAC" w:rsidRDefault="00781899" w:rsidP="00FE6669">
      <w:pPr>
        <w:jc w:val="both"/>
      </w:pPr>
    </w:p>
    <w:p w:rsidR="00781899" w:rsidRPr="00A70FAC" w:rsidRDefault="00781899" w:rsidP="00FE6669">
      <w:pPr>
        <w:jc w:val="both"/>
      </w:pPr>
    </w:p>
    <w:p w:rsidR="00781899" w:rsidRPr="00A70FAC" w:rsidRDefault="00781899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781899" w:rsidRPr="00A70FAC" w:rsidRDefault="00781899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781899" w:rsidRPr="00A70FAC" w:rsidRDefault="00781899" w:rsidP="00697277"/>
    <w:p w:rsidR="00781899" w:rsidRPr="00A70FAC" w:rsidRDefault="00781899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781899" w:rsidRPr="00A70FAC" w:rsidRDefault="00781899" w:rsidP="00FE6669">
      <w:pPr>
        <w:jc w:val="right"/>
        <w:rPr>
          <w:b/>
          <w:bCs/>
        </w:rPr>
      </w:pPr>
    </w:p>
    <w:p w:rsidR="00781899" w:rsidRPr="00697277" w:rsidRDefault="00781899" w:rsidP="00741481">
      <w:pPr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Elblągu,ul. Królewiecka 146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</w:r>
    </w:p>
    <w:p w:rsidR="00781899" w:rsidRPr="00A70FAC" w:rsidRDefault="00781899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781899" w:rsidRPr="00A70FAC" w:rsidRDefault="00781899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781899" w:rsidRPr="00A70FAC" w:rsidRDefault="00781899" w:rsidP="00FE6669">
      <w:pPr>
        <w:ind w:left="283" w:hanging="283"/>
        <w:jc w:val="both"/>
      </w:pPr>
    </w:p>
    <w:p w:rsidR="00781899" w:rsidRPr="00A70FAC" w:rsidRDefault="00781899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781899" w:rsidRPr="00A70FAC" w:rsidRDefault="00781899" w:rsidP="00FE6669">
      <w:pPr>
        <w:ind w:left="283" w:hanging="283"/>
        <w:jc w:val="both"/>
      </w:pPr>
    </w:p>
    <w:p w:rsidR="00781899" w:rsidRPr="00A70FAC" w:rsidRDefault="00781899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781899" w:rsidRPr="00A70FAC" w:rsidRDefault="00781899" w:rsidP="00FE6669">
      <w:pPr>
        <w:ind w:left="283" w:hanging="283"/>
        <w:jc w:val="both"/>
      </w:pPr>
    </w:p>
    <w:p w:rsidR="00781899" w:rsidRPr="00A70FAC" w:rsidRDefault="00781899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781899" w:rsidRPr="00A70FAC" w:rsidRDefault="00781899" w:rsidP="00FE6669"/>
    <w:p w:rsidR="00781899" w:rsidRPr="00A70FAC" w:rsidRDefault="00781899" w:rsidP="00FE6669">
      <w:r w:rsidRPr="00A70FAC">
        <w:t>3. Osoba upoważniona do kontaktów z Zamawiającym (imię i nazwisko, tel.): ……………………</w:t>
      </w:r>
    </w:p>
    <w:p w:rsidR="00781899" w:rsidRPr="00A70FAC" w:rsidRDefault="00781899" w:rsidP="00FE6669"/>
    <w:p w:rsidR="00781899" w:rsidRPr="00B20648" w:rsidRDefault="00781899" w:rsidP="00FE6669">
      <w:r w:rsidRPr="00B20648">
        <w:t>………………………………………………………………………………………………………..</w:t>
      </w:r>
    </w:p>
    <w:p w:rsidR="00781899" w:rsidRPr="00B20648" w:rsidRDefault="00781899" w:rsidP="00FE6669"/>
    <w:p w:rsidR="00781899" w:rsidRPr="00B20648" w:rsidRDefault="00781899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781899" w:rsidRPr="00B20648" w:rsidRDefault="00781899" w:rsidP="00FE6669">
      <w:pPr>
        <w:jc w:val="both"/>
      </w:pPr>
    </w:p>
    <w:p w:rsidR="00781899" w:rsidRPr="00294231" w:rsidRDefault="00781899" w:rsidP="0054554F">
      <w:pPr>
        <w:jc w:val="both"/>
      </w:pPr>
      <w:r w:rsidRPr="00294231">
        <w:t xml:space="preserve">5. </w:t>
      </w:r>
      <w:r w:rsidRPr="00455649">
        <w:rPr>
          <w:b/>
          <w:bCs/>
        </w:rPr>
        <w:t>Adres e-mail do kontaktu:</w:t>
      </w:r>
      <w:r w:rsidRPr="00294231">
        <w:t xml:space="preserve"> ……………………………………………………………………….</w:t>
      </w:r>
    </w:p>
    <w:p w:rsidR="00781899" w:rsidRPr="00294231" w:rsidRDefault="00781899" w:rsidP="0054554F">
      <w:pPr>
        <w:jc w:val="both"/>
      </w:pPr>
    </w:p>
    <w:p w:rsidR="00781899" w:rsidRDefault="00781899" w:rsidP="00E949B2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781899" w:rsidRDefault="00781899" w:rsidP="00E949B2">
      <w:pPr>
        <w:ind w:left="283" w:hanging="283"/>
        <w:jc w:val="both"/>
      </w:pPr>
    </w:p>
    <w:p w:rsidR="00781899" w:rsidRPr="00A70FAC" w:rsidRDefault="00781899" w:rsidP="00E949B2">
      <w:pPr>
        <w:ind w:left="283" w:hanging="283"/>
        <w:jc w:val="both"/>
      </w:pPr>
      <w:r>
        <w:t xml:space="preserve">   ……………………………………………………………………………………………………</w:t>
      </w:r>
    </w:p>
    <w:p w:rsidR="00781899" w:rsidRPr="00A70FAC" w:rsidRDefault="00781899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781899" w:rsidRDefault="00781899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781899" w:rsidRDefault="00781899" w:rsidP="00AD21F2">
      <w:pPr>
        <w:jc w:val="both"/>
      </w:pPr>
    </w:p>
    <w:p w:rsidR="00781899" w:rsidRPr="00A70FAC" w:rsidRDefault="00781899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781899" w:rsidRDefault="00781899" w:rsidP="00574174">
      <w:pPr>
        <w:autoSpaceDE w:val="0"/>
        <w:autoSpaceDN w:val="0"/>
        <w:adjustRightInd w:val="0"/>
        <w:ind w:left="378"/>
        <w:jc w:val="both"/>
      </w:pPr>
      <w:r w:rsidRPr="00BE1954">
        <w:t>Oferta dotyczy postępowania do 30.000 euro w trybie art. 4 pkt. 8 ustawy z dnia 29 stycznia 2004r. Prawo Zamówień Publicznych ogłoszonego przez Wojewódzki Szpital Zespolony w Elblągu na dostawę i montaż </w:t>
      </w:r>
      <w:r>
        <w:t>wyposażenia medycznego dla potrzeb WSZ w Elblągu dla części:</w:t>
      </w:r>
    </w:p>
    <w:p w:rsidR="00781899" w:rsidRDefault="00781899" w:rsidP="00B51850">
      <w:pPr>
        <w:spacing w:line="360" w:lineRule="auto"/>
        <w:ind w:left="720" w:firstLine="30"/>
        <w:rPr>
          <w:b/>
          <w:bCs/>
        </w:rPr>
      </w:pPr>
      <w:r w:rsidRPr="003B090C">
        <w:rPr>
          <w:b/>
          <w:bCs/>
        </w:rPr>
        <w:t xml:space="preserve"> </w:t>
      </w:r>
      <w:r w:rsidRPr="00841D7A">
        <w:rPr>
          <w:b/>
          <w:bCs/>
        </w:rPr>
        <w:t xml:space="preserve">pakiet nr 1 – </w:t>
      </w:r>
      <w:r w:rsidRPr="002A30F1">
        <w:rPr>
          <w:b/>
          <w:bCs/>
        </w:rPr>
        <w:t>Wóz</w:t>
      </w:r>
      <w:r>
        <w:rPr>
          <w:b/>
          <w:bCs/>
        </w:rPr>
        <w:t>ek</w:t>
      </w:r>
      <w:r w:rsidRPr="002A30F1">
        <w:rPr>
          <w:b/>
          <w:bCs/>
        </w:rPr>
        <w:t xml:space="preserve"> do transportu chorych w pozycji siedzącej  - 7 szt.</w:t>
      </w:r>
      <w:r w:rsidRPr="00841D7A">
        <w:rPr>
          <w:b/>
          <w:bCs/>
        </w:rPr>
        <w:t xml:space="preserve">;                            </w:t>
      </w:r>
    </w:p>
    <w:p w:rsidR="00781899" w:rsidRDefault="00781899" w:rsidP="00B51850">
      <w:pPr>
        <w:spacing w:line="360" w:lineRule="auto"/>
        <w:ind w:left="720"/>
        <w:rPr>
          <w:b/>
          <w:bCs/>
        </w:rPr>
      </w:pPr>
      <w:r w:rsidRPr="00841D7A">
        <w:rPr>
          <w:b/>
          <w:bCs/>
        </w:rPr>
        <w:t xml:space="preserve">pakiet nr 2 – </w:t>
      </w:r>
      <w:r>
        <w:rPr>
          <w:b/>
          <w:bCs/>
        </w:rPr>
        <w:t>Urządzenie do dezynfekcji pomieszczeń – 1 szt.</w:t>
      </w:r>
      <w:r w:rsidRPr="00841D7A">
        <w:rPr>
          <w:b/>
          <w:bCs/>
        </w:rPr>
        <w:t xml:space="preserve">;                                                                                                        </w:t>
      </w:r>
      <w:r>
        <w:rPr>
          <w:b/>
          <w:bCs/>
        </w:rPr>
        <w:t xml:space="preserve">        </w:t>
      </w:r>
      <w:r w:rsidRPr="00841D7A">
        <w:rPr>
          <w:b/>
          <w:bCs/>
        </w:rPr>
        <w:t xml:space="preserve">pakiet nr 3 – </w:t>
      </w:r>
      <w:r>
        <w:rPr>
          <w:b/>
          <w:bCs/>
        </w:rPr>
        <w:t>Sfigmomanometr - 4 szt</w:t>
      </w:r>
      <w:r w:rsidRPr="00841D7A">
        <w:rPr>
          <w:b/>
          <w:bCs/>
        </w:rPr>
        <w:t xml:space="preserve">;                       </w:t>
      </w:r>
    </w:p>
    <w:p w:rsidR="00781899" w:rsidRPr="003B090C" w:rsidRDefault="00781899" w:rsidP="00B51850">
      <w:pPr>
        <w:autoSpaceDE w:val="0"/>
        <w:autoSpaceDN w:val="0"/>
        <w:adjustRightInd w:val="0"/>
        <w:ind w:left="720"/>
      </w:pPr>
      <w:r>
        <w:rPr>
          <w:b/>
          <w:bCs/>
        </w:rPr>
        <w:t xml:space="preserve"> </w:t>
      </w:r>
      <w:r w:rsidRPr="00841D7A">
        <w:rPr>
          <w:b/>
          <w:bCs/>
        </w:rPr>
        <w:t xml:space="preserve">pakiet nr 4 – </w:t>
      </w:r>
      <w:r>
        <w:rPr>
          <w:b/>
          <w:bCs/>
        </w:rPr>
        <w:t>Inhalator - 4 szt.</w:t>
      </w:r>
      <w:r w:rsidRPr="00841D7A">
        <w:rPr>
          <w:b/>
          <w:bCs/>
        </w:rPr>
        <w:t xml:space="preserve">;                                                    </w:t>
      </w:r>
      <w:r>
        <w:br/>
      </w:r>
    </w:p>
    <w:p w:rsidR="00781899" w:rsidRPr="00B51850" w:rsidRDefault="00781899" w:rsidP="00B51850">
      <w:pPr>
        <w:pStyle w:val="BodyText"/>
        <w:ind w:left="708"/>
        <w:jc w:val="both"/>
        <w:rPr>
          <w:b w:val="0"/>
          <w:bCs w:val="0"/>
          <w:sz w:val="24"/>
          <w:szCs w:val="24"/>
        </w:rPr>
      </w:pPr>
      <w:r w:rsidRPr="00B51850">
        <w:rPr>
          <w:b w:val="0"/>
          <w:bCs w:val="0"/>
          <w:sz w:val="24"/>
          <w:szCs w:val="24"/>
        </w:rPr>
        <w:t>dla potrzeb SOR WSZ w Elblągu w ramach projektu pn” Doposażenie sprzętowe Szpitalnego Oddziału Ratunkowego w Wojewódzkim Szpitalu Zespolonym w Elblągu”</w:t>
      </w:r>
      <w:r>
        <w:rPr>
          <w:b w:val="0"/>
          <w:bCs w:val="0"/>
          <w:sz w:val="24"/>
          <w:szCs w:val="24"/>
        </w:rPr>
        <w:t xml:space="preserve"> Nr POIS.09.01.00-00-0156/17-00</w:t>
      </w:r>
      <w:r w:rsidRPr="00B51850">
        <w:rPr>
          <w:b w:val="0"/>
          <w:bCs w:val="0"/>
          <w:sz w:val="24"/>
          <w:szCs w:val="24"/>
        </w:rPr>
        <w:t xml:space="preserve"> </w:t>
      </w:r>
    </w:p>
    <w:p w:rsidR="00781899" w:rsidRDefault="00781899" w:rsidP="00574174">
      <w:pPr>
        <w:autoSpaceDE w:val="0"/>
        <w:autoSpaceDN w:val="0"/>
        <w:adjustRightInd w:val="0"/>
        <w:jc w:val="both"/>
      </w:pPr>
    </w:p>
    <w:p w:rsidR="00781899" w:rsidRDefault="00781899" w:rsidP="00F81E92">
      <w:pPr>
        <w:jc w:val="both"/>
      </w:pPr>
    </w:p>
    <w:p w:rsidR="00781899" w:rsidRPr="00455649" w:rsidRDefault="00781899" w:rsidP="00F81E92">
      <w:pPr>
        <w:jc w:val="both"/>
      </w:pPr>
    </w:p>
    <w:p w:rsidR="00781899" w:rsidRPr="007267EE" w:rsidRDefault="00781899" w:rsidP="00574174">
      <w:pPr>
        <w:rPr>
          <w:rFonts w:ascii="Arial" w:hAnsi="Arial" w:cs="Arial"/>
          <w:b/>
          <w:bCs/>
          <w:u w:val="single"/>
        </w:rPr>
      </w:pPr>
      <w:r w:rsidRPr="00631E66">
        <w:rPr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u w:val="single"/>
        </w:rPr>
        <w:t>Zamówienie w kwocie:</w:t>
      </w:r>
    </w:p>
    <w:p w:rsidR="00781899" w:rsidRDefault="00781899" w:rsidP="00FE6669">
      <w:pPr>
        <w:jc w:val="both"/>
        <w:rPr>
          <w:b/>
          <w:bCs/>
        </w:rPr>
      </w:pPr>
      <w:r>
        <w:rPr>
          <w:b/>
          <w:bCs/>
        </w:rPr>
        <w:t xml:space="preserve">Pakiet Nr 1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</w:t>
      </w:r>
      <w:r w:rsidRPr="008A6F84">
        <w:rPr>
          <w:sz w:val="20"/>
          <w:szCs w:val="20"/>
        </w:rPr>
        <w:t>A)</w:t>
      </w:r>
      <w:r>
        <w:t>WÓZEK DO TRANSPORTU CHORYCH W POZYCJI SIEDZĄCEJ</w:t>
      </w:r>
    </w:p>
    <w:p w:rsidR="00781899" w:rsidRDefault="00781899" w:rsidP="00685D64">
      <w:pPr>
        <w:spacing w:line="360" w:lineRule="auto"/>
        <w:jc w:val="both"/>
      </w:pPr>
      <w:r w:rsidRPr="00A70FAC">
        <w:rPr>
          <w:b/>
          <w:bCs/>
        </w:rPr>
        <w:t>netto</w:t>
      </w:r>
      <w:r w:rsidRPr="00A70FAC">
        <w:t xml:space="preserve"> 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>słownie: ...............................................................................................................</w:t>
      </w:r>
      <w:bookmarkStart w:id="0" w:name="_GoBack"/>
      <w:bookmarkEnd w:id="0"/>
      <w:r w:rsidRPr="00A70FAC">
        <w:t xml:space="preserve">............ 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a) stawka  podatku VAT: ....................%  </w:t>
      </w:r>
    </w:p>
    <w:p w:rsidR="00781899" w:rsidRPr="00685D64" w:rsidRDefault="00781899" w:rsidP="00685D64">
      <w:pPr>
        <w:spacing w:line="360" w:lineRule="auto"/>
        <w:jc w:val="both"/>
      </w:pPr>
      <w:r w:rsidRPr="00A70FAC">
        <w:t xml:space="preserve">b) kwota podatku VAT : ..............................zł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rPr>
          <w:b/>
          <w:bCs/>
        </w:rPr>
        <w:t>brutto</w:t>
      </w:r>
      <w:r w:rsidRPr="00A70FAC">
        <w:t xml:space="preserve"> ................................................zł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>sł</w:t>
      </w:r>
      <w:r>
        <w:t>o</w:t>
      </w:r>
      <w:r w:rsidRPr="00A70FAC">
        <w:t xml:space="preserve">wnie: ...........................................................................................................................  </w:t>
      </w:r>
    </w:p>
    <w:p w:rsidR="00781899" w:rsidRDefault="00781899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781899" w:rsidRDefault="00781899" w:rsidP="00631E66">
      <w:pPr>
        <w:jc w:val="both"/>
        <w:rPr>
          <w:b/>
          <w:bCs/>
        </w:rPr>
      </w:pPr>
      <w:r>
        <w:rPr>
          <w:b/>
          <w:bCs/>
        </w:rPr>
        <w:t xml:space="preserve">Pakiet Nr 2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3</w:t>
      </w:r>
      <w:r w:rsidRPr="008A6F84">
        <w:rPr>
          <w:sz w:val="20"/>
          <w:szCs w:val="20"/>
        </w:rPr>
        <w:t>A)</w:t>
      </w:r>
      <w:r>
        <w:t>URZĄDZENIE DO DEZYNFEKCJI POMIESZCZEŃ</w:t>
      </w:r>
    </w:p>
    <w:p w:rsidR="00781899" w:rsidRPr="00A70FAC" w:rsidRDefault="00781899" w:rsidP="00631E66">
      <w:pPr>
        <w:jc w:val="both"/>
        <w:rPr>
          <w:b/>
          <w:bCs/>
        </w:rPr>
      </w:pPr>
    </w:p>
    <w:p w:rsidR="00781899" w:rsidRPr="00A70FAC" w:rsidRDefault="00781899" w:rsidP="00685D64">
      <w:pPr>
        <w:spacing w:line="360" w:lineRule="auto"/>
        <w:jc w:val="both"/>
      </w:pPr>
      <w:r w:rsidRPr="00A70FAC">
        <w:rPr>
          <w:b/>
          <w:bCs/>
        </w:rPr>
        <w:t>netto</w:t>
      </w:r>
      <w:r w:rsidRPr="00A70FAC">
        <w:t xml:space="preserve"> 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a) stawka  podatku VAT: ....................%  </w:t>
      </w:r>
    </w:p>
    <w:p w:rsidR="00781899" w:rsidRPr="00685D64" w:rsidRDefault="00781899" w:rsidP="00685D64">
      <w:pPr>
        <w:spacing w:line="360" w:lineRule="auto"/>
        <w:jc w:val="both"/>
      </w:pPr>
      <w:r w:rsidRPr="00A70FAC">
        <w:t xml:space="preserve">b) kwota podatku VAT : ..............................zł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rPr>
          <w:b/>
          <w:bCs/>
        </w:rPr>
        <w:t>brutto</w:t>
      </w:r>
      <w:r w:rsidRPr="00A70FAC">
        <w:t xml:space="preserve"> ................................................zł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781899" w:rsidRDefault="00781899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781899" w:rsidRDefault="00781899" w:rsidP="00631E66">
      <w:pPr>
        <w:jc w:val="both"/>
        <w:rPr>
          <w:b/>
          <w:bCs/>
        </w:rPr>
      </w:pPr>
      <w:r>
        <w:rPr>
          <w:b/>
          <w:bCs/>
        </w:rPr>
        <w:t xml:space="preserve">Pakiet Nr 3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4</w:t>
      </w:r>
      <w:r w:rsidRPr="008A6F84">
        <w:rPr>
          <w:sz w:val="20"/>
          <w:szCs w:val="20"/>
        </w:rPr>
        <w:t>A)</w:t>
      </w:r>
      <w:r>
        <w:t>SFIGMOMANOMETR</w:t>
      </w:r>
    </w:p>
    <w:p w:rsidR="00781899" w:rsidRPr="00A70FAC" w:rsidRDefault="00781899" w:rsidP="00631E66">
      <w:pPr>
        <w:jc w:val="both"/>
        <w:rPr>
          <w:b/>
          <w:bCs/>
        </w:rPr>
      </w:pPr>
    </w:p>
    <w:p w:rsidR="00781899" w:rsidRPr="00A70FAC" w:rsidRDefault="00781899" w:rsidP="00685D64">
      <w:pPr>
        <w:spacing w:line="360" w:lineRule="auto"/>
        <w:jc w:val="both"/>
      </w:pPr>
      <w:r w:rsidRPr="00A70FAC">
        <w:rPr>
          <w:b/>
          <w:bCs/>
        </w:rPr>
        <w:t>netto</w:t>
      </w:r>
      <w:r w:rsidRPr="00A70FAC">
        <w:t xml:space="preserve"> 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a) stawka  podatku VAT: ....................%  </w:t>
      </w:r>
    </w:p>
    <w:p w:rsidR="00781899" w:rsidRPr="00685D64" w:rsidRDefault="00781899" w:rsidP="00685D64">
      <w:pPr>
        <w:spacing w:line="360" w:lineRule="auto"/>
        <w:jc w:val="both"/>
      </w:pPr>
      <w:r w:rsidRPr="00A70FAC">
        <w:t xml:space="preserve">b) kwota podatku VAT : ..............................zł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rPr>
          <w:b/>
          <w:bCs/>
        </w:rPr>
        <w:t>brutto</w:t>
      </w:r>
      <w:r w:rsidRPr="00A70FAC">
        <w:t xml:space="preserve"> ................................................zł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781899" w:rsidRDefault="00781899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781899" w:rsidRDefault="00781899" w:rsidP="00631E66">
      <w:pPr>
        <w:jc w:val="both"/>
        <w:rPr>
          <w:b/>
          <w:bCs/>
        </w:rPr>
      </w:pPr>
      <w:r>
        <w:rPr>
          <w:b/>
          <w:bCs/>
        </w:rPr>
        <w:t xml:space="preserve">Pakiet Nr 4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5</w:t>
      </w:r>
      <w:r w:rsidRPr="008A6F84">
        <w:rPr>
          <w:sz w:val="20"/>
          <w:szCs w:val="20"/>
        </w:rPr>
        <w:t>A)</w:t>
      </w:r>
      <w:r>
        <w:t>INHALATOR</w:t>
      </w:r>
    </w:p>
    <w:p w:rsidR="00781899" w:rsidRPr="00A70FAC" w:rsidRDefault="00781899" w:rsidP="00631E66">
      <w:pPr>
        <w:jc w:val="both"/>
        <w:rPr>
          <w:b/>
          <w:bCs/>
        </w:rPr>
      </w:pPr>
    </w:p>
    <w:p w:rsidR="00781899" w:rsidRPr="00A70FAC" w:rsidRDefault="00781899" w:rsidP="00685D64">
      <w:pPr>
        <w:spacing w:line="360" w:lineRule="auto"/>
        <w:jc w:val="both"/>
      </w:pPr>
      <w:r w:rsidRPr="00A70FAC">
        <w:rPr>
          <w:b/>
          <w:bCs/>
        </w:rPr>
        <w:t>netto</w:t>
      </w:r>
      <w:r w:rsidRPr="00A70FAC">
        <w:t xml:space="preserve"> 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a) stawka  podatku VAT: ....................%  </w:t>
      </w:r>
    </w:p>
    <w:p w:rsidR="00781899" w:rsidRPr="00685D64" w:rsidRDefault="00781899" w:rsidP="00685D64">
      <w:pPr>
        <w:spacing w:line="360" w:lineRule="auto"/>
        <w:jc w:val="both"/>
      </w:pPr>
      <w:r w:rsidRPr="00A70FAC">
        <w:t xml:space="preserve">b) kwota podatku VAT : ..............................zł 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rPr>
          <w:b/>
          <w:bCs/>
        </w:rPr>
        <w:t>brutto</w:t>
      </w:r>
      <w:r w:rsidRPr="00A70FAC">
        <w:t xml:space="preserve"> ................................................zł</w:t>
      </w:r>
    </w:p>
    <w:p w:rsidR="00781899" w:rsidRPr="00A70FAC" w:rsidRDefault="00781899" w:rsidP="00685D64">
      <w:pPr>
        <w:spacing w:line="360" w:lineRule="auto"/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781899" w:rsidRDefault="00781899" w:rsidP="00FE6669">
      <w:pPr>
        <w:jc w:val="both"/>
      </w:pPr>
    </w:p>
    <w:p w:rsidR="00781899" w:rsidRPr="00E24EE6" w:rsidRDefault="00781899" w:rsidP="00FE6669">
      <w:pPr>
        <w:jc w:val="both"/>
      </w:pPr>
    </w:p>
    <w:p w:rsidR="00781899" w:rsidRPr="00A70FAC" w:rsidRDefault="00781899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781899" w:rsidRPr="00A70FAC" w:rsidRDefault="00781899" w:rsidP="00E949B2">
      <w:pPr>
        <w:spacing w:before="120"/>
        <w:jc w:val="both"/>
      </w:pPr>
      <w:r w:rsidRPr="00A70FAC">
        <w:t xml:space="preserve">a)  wysokość odsetek za ewentualne nieterminowe płatności - nie wyższe niż ustawowe w skali </w:t>
      </w:r>
      <w:r w:rsidRPr="00A70FAC">
        <w:br/>
        <w:t xml:space="preserve">      roku. </w:t>
      </w:r>
    </w:p>
    <w:p w:rsidR="00781899" w:rsidRPr="00A70FAC" w:rsidRDefault="00781899" w:rsidP="00C24857">
      <w:pPr>
        <w:ind w:left="360" w:hanging="360"/>
        <w:jc w:val="both"/>
        <w:rPr>
          <w:lang w:eastAsia="ja-JP"/>
        </w:rPr>
      </w:pPr>
      <w:r w:rsidRPr="00A70FAC">
        <w:t>b) zapłata za towar nastąpi przelewe</w:t>
      </w:r>
      <w:r>
        <w:t xml:space="preserve">m na konto Wykonawcy w terminie </w:t>
      </w:r>
      <w:r>
        <w:rPr>
          <w:b/>
          <w:bCs/>
        </w:rPr>
        <w:t xml:space="preserve">30 </w:t>
      </w:r>
      <w:r w:rsidRPr="00A70FAC">
        <w:rPr>
          <w:b/>
          <w:bCs/>
        </w:rPr>
        <w:t>dni</w:t>
      </w:r>
      <w:r>
        <w:rPr>
          <w:b/>
          <w:bCs/>
        </w:rPr>
        <w:t xml:space="preserve"> kalendarzowych</w:t>
      </w:r>
      <w:r w:rsidRPr="00A70FAC">
        <w:t xml:space="preserve"> od daty dostarczenia towaru i faktury do Wojewódzkiego Szpitala Zespolonego  w Elblągu, ul. Królewiecka 146.</w:t>
      </w:r>
      <w:r w:rsidRPr="00A70FAC">
        <w:rPr>
          <w:lang w:eastAsia="ja-JP"/>
        </w:rPr>
        <w:t xml:space="preserve"> Jako dzień zapłaty faktury przyjmuje się datę obciążenia rachunku bankowego Zamawiającego. </w:t>
      </w:r>
    </w:p>
    <w:p w:rsidR="00781899" w:rsidRDefault="00781899" w:rsidP="00C24857">
      <w:pPr>
        <w:ind w:left="360" w:hanging="360"/>
        <w:jc w:val="both"/>
        <w:rPr>
          <w:lang w:eastAsia="ja-JP"/>
        </w:rPr>
      </w:pPr>
    </w:p>
    <w:p w:rsidR="00781899" w:rsidRPr="008A6F84" w:rsidRDefault="00781899" w:rsidP="00D07159">
      <w:pPr>
        <w:ind w:left="360" w:hanging="360"/>
        <w:jc w:val="both"/>
        <w:rPr>
          <w:b/>
          <w:bCs/>
          <w:i/>
          <w:iCs/>
          <w:color w:val="000000"/>
        </w:rPr>
      </w:pPr>
      <w:r w:rsidRPr="00A70FAC">
        <w:rPr>
          <w:b/>
          <w:bCs/>
        </w:rPr>
        <w:t>IV.</w:t>
      </w:r>
      <w:r>
        <w:rPr>
          <w:b/>
          <w:bCs/>
        </w:rPr>
        <w:t xml:space="preserve"> </w:t>
      </w:r>
      <w:r>
        <w:t>Termin Gwarancji–36 miesięcy.</w:t>
      </w:r>
    </w:p>
    <w:p w:rsidR="00781899" w:rsidRPr="00A70FAC" w:rsidRDefault="00781899" w:rsidP="008A6F84">
      <w:pPr>
        <w:jc w:val="both"/>
        <w:rPr>
          <w:lang w:eastAsia="ja-JP"/>
        </w:rPr>
      </w:pPr>
    </w:p>
    <w:p w:rsidR="00781899" w:rsidRPr="00423D92" w:rsidRDefault="00781899" w:rsidP="00464CCD">
      <w:pPr>
        <w:pStyle w:val="BodyTextIndent3"/>
        <w:ind w:left="540" w:hanging="540"/>
        <w:jc w:val="both"/>
        <w:rPr>
          <w:b/>
          <w:bCs/>
          <w:color w:val="auto"/>
          <w:sz w:val="24"/>
          <w:szCs w:val="24"/>
        </w:rPr>
      </w:pPr>
      <w:r w:rsidRPr="00A70FAC">
        <w:rPr>
          <w:b/>
          <w:bCs/>
          <w:color w:val="auto"/>
          <w:sz w:val="24"/>
          <w:szCs w:val="24"/>
        </w:rPr>
        <w:t>V.</w:t>
      </w:r>
      <w:r w:rsidRPr="00A70FAC">
        <w:rPr>
          <w:color w:val="auto"/>
          <w:sz w:val="24"/>
          <w:szCs w:val="24"/>
        </w:rPr>
        <w:t xml:space="preserve"> Termin realizacji dostawy: </w:t>
      </w:r>
      <w:r w:rsidRPr="00464CCD">
        <w:rPr>
          <w:color w:val="000000"/>
          <w:sz w:val="24"/>
          <w:szCs w:val="24"/>
        </w:rPr>
        <w:t>dostawa, montaż wraz z przekazaniem do bieżącej eksploatacji</w:t>
      </w:r>
      <w:r>
        <w:rPr>
          <w:color w:val="000000"/>
          <w:sz w:val="24"/>
          <w:szCs w:val="24"/>
        </w:rPr>
        <w:t xml:space="preserve"> nastąpi w terminie od dnia </w:t>
      </w:r>
      <w:r>
        <w:rPr>
          <w:b/>
          <w:bCs/>
          <w:color w:val="000000"/>
          <w:sz w:val="24"/>
          <w:szCs w:val="24"/>
        </w:rPr>
        <w:t>01.07</w:t>
      </w:r>
      <w:r w:rsidRPr="00423D92">
        <w:rPr>
          <w:b/>
          <w:bCs/>
          <w:color w:val="000000"/>
          <w:sz w:val="24"/>
          <w:szCs w:val="24"/>
        </w:rPr>
        <w:t>.2018 r.</w:t>
      </w:r>
      <w:r>
        <w:rPr>
          <w:b/>
          <w:bCs/>
          <w:color w:val="000000"/>
          <w:sz w:val="24"/>
          <w:szCs w:val="24"/>
        </w:rPr>
        <w:t xml:space="preserve"> do dnia 11.07.2018 r., w uprzednio </w:t>
      </w:r>
      <w:r w:rsidRPr="00423D92">
        <w:rPr>
          <w:b/>
          <w:bCs/>
          <w:color w:val="000000"/>
          <w:sz w:val="24"/>
          <w:szCs w:val="24"/>
        </w:rPr>
        <w:t xml:space="preserve">uzgodnionym z Zamawiającym terminie. </w:t>
      </w:r>
    </w:p>
    <w:p w:rsidR="00781899" w:rsidRPr="00A70FAC" w:rsidRDefault="00781899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781899" w:rsidRDefault="00781899" w:rsidP="008F6E40">
      <w:pPr>
        <w:autoSpaceDE w:val="0"/>
        <w:autoSpaceDN w:val="0"/>
        <w:adjustRightInd w:val="0"/>
        <w:jc w:val="both"/>
      </w:pPr>
      <w:r w:rsidRPr="00A70FAC">
        <w:rPr>
          <w:b/>
          <w:bCs/>
        </w:rPr>
        <w:t>V</w:t>
      </w:r>
      <w:r>
        <w:rPr>
          <w:b/>
          <w:bCs/>
        </w:rPr>
        <w:t>I</w:t>
      </w:r>
      <w:r w:rsidRPr="00A70FAC">
        <w:rPr>
          <w:b/>
          <w:bCs/>
        </w:rPr>
        <w:t>.</w:t>
      </w:r>
      <w:r w:rsidRPr="00A70FAC">
        <w:t xml:space="preserve"> Oświadczamy, że w przypadku wybrania naszej oferty zobowiązujemy się do podpisania</w:t>
      </w:r>
      <w:r w:rsidRPr="00A70FAC">
        <w:rPr>
          <w:b/>
          <w:bCs/>
        </w:rPr>
        <w:br/>
      </w:r>
      <w:r>
        <w:rPr>
          <w:b/>
          <w:bCs/>
        </w:rPr>
        <w:t xml:space="preserve">        </w:t>
      </w:r>
      <w:r w:rsidRPr="00A70FAC">
        <w:t xml:space="preserve">umowy sprzedaży stanowiącej Załącznik nr </w:t>
      </w:r>
      <w:r>
        <w:t xml:space="preserve">6 </w:t>
      </w:r>
      <w:r w:rsidRPr="00A70FAC">
        <w:t xml:space="preserve">do </w:t>
      </w:r>
      <w:r>
        <w:t xml:space="preserve">zaproszenia, </w:t>
      </w:r>
      <w:r w:rsidRPr="00A70FAC">
        <w:t>zgodnie z treścią oferty.</w:t>
      </w:r>
    </w:p>
    <w:p w:rsidR="00781899" w:rsidRPr="00A70FAC" w:rsidRDefault="00781899" w:rsidP="00F81E92">
      <w:pPr>
        <w:pStyle w:val="BodyText3"/>
        <w:jc w:val="both"/>
      </w:pPr>
    </w:p>
    <w:p w:rsidR="00781899" w:rsidRPr="00A70FAC" w:rsidRDefault="00781899" w:rsidP="008F6E40">
      <w:pPr>
        <w:pStyle w:val="Header"/>
        <w:ind w:left="360" w:hanging="360"/>
        <w:jc w:val="both"/>
      </w:pPr>
      <w:r w:rsidRPr="00A70FAC">
        <w:rPr>
          <w:b/>
          <w:bCs/>
        </w:rPr>
        <w:t>VI</w:t>
      </w:r>
      <w:r>
        <w:rPr>
          <w:b/>
          <w:bCs/>
        </w:rPr>
        <w:t>I</w:t>
      </w:r>
      <w:r w:rsidRPr="00A70FAC">
        <w:rPr>
          <w:b/>
          <w:bCs/>
        </w:rPr>
        <w:t>.</w:t>
      </w:r>
      <w:r w:rsidRPr="00A70FAC">
        <w:t xml:space="preserve"> Oświadczamy, że przedmiot zamówienia jest kompletny i po dostarczeniu i zamontowaniu </w:t>
      </w:r>
      <w:r w:rsidRPr="00A70FAC">
        <w:br/>
        <w:t xml:space="preserve">    będzie gotowy do eksploatacji, bez żadnych dodatkowych zakupów i inwestycji.</w:t>
      </w:r>
    </w:p>
    <w:p w:rsidR="00781899" w:rsidRPr="00A70FAC" w:rsidRDefault="00781899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781899" w:rsidRPr="00A70FAC" w:rsidRDefault="00781899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VIII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</w:t>
      </w:r>
      <w:r>
        <w:rPr>
          <w:b w:val="0"/>
          <w:bCs w:val="0"/>
          <w:sz w:val="24"/>
          <w:szCs w:val="24"/>
        </w:rPr>
        <w:t>zamówienia</w:t>
      </w:r>
      <w:r w:rsidRPr="00A70FAC">
        <w:rPr>
          <w:b w:val="0"/>
          <w:bCs w:val="0"/>
          <w:sz w:val="24"/>
          <w:szCs w:val="24"/>
        </w:rPr>
        <w:t xml:space="preserve"> zawartymi w </w:t>
      </w:r>
      <w:r>
        <w:rPr>
          <w:b w:val="0"/>
          <w:bCs w:val="0"/>
          <w:sz w:val="24"/>
          <w:szCs w:val="24"/>
        </w:rPr>
        <w:t>załącznikach</w:t>
      </w:r>
      <w:r w:rsidRPr="00A70FAC">
        <w:rPr>
          <w:b w:val="0"/>
          <w:bCs w:val="0"/>
          <w:sz w:val="24"/>
          <w:szCs w:val="24"/>
        </w:rPr>
        <w:t xml:space="preserve"> oraz że przyjmujemy je bez zastrzeżeń.</w:t>
      </w:r>
    </w:p>
    <w:p w:rsidR="00781899" w:rsidRPr="00A70FAC" w:rsidRDefault="00781899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781899" w:rsidRPr="00A70FAC" w:rsidRDefault="00781899" w:rsidP="00FE6669">
      <w:pPr>
        <w:tabs>
          <w:tab w:val="left" w:pos="720"/>
        </w:tabs>
        <w:jc w:val="both"/>
      </w:pPr>
    </w:p>
    <w:p w:rsidR="00781899" w:rsidRPr="00A70FAC" w:rsidRDefault="00781899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rPr>
          <w:b/>
          <w:bCs/>
          <w:i/>
          <w:iCs/>
        </w:rPr>
        <w:t>Uwaga!!! w przypadku, gdy wybór oferty będzie prowadzić do powstania u Zamawiającego obowiązku podatkowego od towarów i usług Wykonawca powyżej w formularzu ofertowym wpisuje tylko wartość netto bez kwoty podatku VAT.</w:t>
      </w:r>
    </w:p>
    <w:p w:rsidR="00781899" w:rsidRPr="00A70FAC" w:rsidRDefault="00781899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781899" w:rsidRPr="00A70FAC" w:rsidRDefault="00781899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I</w:t>
      </w:r>
      <w:r w:rsidRPr="00A70FAC">
        <w:rPr>
          <w:sz w:val="24"/>
          <w:szCs w:val="24"/>
        </w:rPr>
        <w:t>X.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781899" w:rsidRPr="002A0AE7" w:rsidRDefault="00781899" w:rsidP="002A0AE7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781899" w:rsidRPr="00CA574B" w:rsidRDefault="00781899" w:rsidP="00697277">
      <w:pPr>
        <w:spacing w:before="120"/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781899" w:rsidRPr="00CA574B" w:rsidRDefault="00781899" w:rsidP="00697277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781899" w:rsidRDefault="00781899" w:rsidP="00FE6669">
      <w:pPr>
        <w:jc w:val="both"/>
      </w:pPr>
    </w:p>
    <w:p w:rsidR="00781899" w:rsidRPr="00A70FAC" w:rsidRDefault="00781899" w:rsidP="00FE6669">
      <w:pPr>
        <w:jc w:val="both"/>
      </w:pPr>
    </w:p>
    <w:p w:rsidR="00781899" w:rsidRPr="00A70FAC" w:rsidRDefault="00781899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781899" w:rsidRPr="00A70FAC" w:rsidRDefault="00781899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781899" w:rsidRPr="00A70FAC" w:rsidRDefault="00781899" w:rsidP="00A9792F">
      <w:pPr>
        <w:ind w:left="4248"/>
        <w:jc w:val="both"/>
        <w:rPr>
          <w:color w:val="FF0000"/>
        </w:rPr>
      </w:pPr>
      <w:r w:rsidRPr="00A70FAC">
        <w:t xml:space="preserve">       przedstawiciela Wykonawcy</w:t>
      </w:r>
    </w:p>
    <w:sectPr w:rsidR="00781899" w:rsidRPr="00A70FAC" w:rsidSect="00792B5B">
      <w:headerReference w:type="default" r:id="rId7"/>
      <w:footerReference w:type="default" r:id="rId8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899" w:rsidRDefault="00781899">
      <w:r>
        <w:separator/>
      </w:r>
    </w:p>
  </w:endnote>
  <w:endnote w:type="continuationSeparator" w:id="1">
    <w:p w:rsidR="00781899" w:rsidRDefault="00781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899" w:rsidRDefault="00781899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81899" w:rsidRDefault="00781899" w:rsidP="00455649">
    <w:pPr>
      <w:rPr>
        <w:sz w:val="20"/>
        <w:szCs w:val="20"/>
      </w:rPr>
    </w:pPr>
  </w:p>
  <w:p w:rsidR="00781899" w:rsidRPr="00230B6E" w:rsidRDefault="00781899" w:rsidP="00631E66">
    <w:pPr>
      <w:jc w:val="center"/>
      <w:rPr>
        <w:sz w:val="18"/>
        <w:szCs w:val="18"/>
      </w:rPr>
    </w:pPr>
    <w:r>
      <w:rPr>
        <w:sz w:val="18"/>
        <w:szCs w:val="18"/>
      </w:rPr>
      <w:t>D</w:t>
    </w:r>
    <w:r w:rsidRPr="00230B6E">
      <w:rPr>
        <w:sz w:val="18"/>
        <w:szCs w:val="18"/>
      </w:rPr>
      <w:t>ostawa polegająca na doposażeniu sprzętowym Szpitalnego Oddziału Ratunkowego WSZ w Elblągu</w:t>
    </w:r>
  </w:p>
  <w:p w:rsidR="00781899" w:rsidRPr="00464CCD" w:rsidRDefault="00781899" w:rsidP="00464CCD">
    <w:pPr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899" w:rsidRDefault="00781899">
      <w:r>
        <w:separator/>
      </w:r>
    </w:p>
  </w:footnote>
  <w:footnote w:type="continuationSeparator" w:id="1">
    <w:p w:rsidR="00781899" w:rsidRDefault="00781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899" w:rsidRDefault="00781899">
    <w:pPr>
      <w:pStyle w:val="Header"/>
    </w:pPr>
    <w:r w:rsidRPr="000D0B74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501.75pt;height:58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84FE7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25C7"/>
    <w:rsid w:val="000A5AE5"/>
    <w:rsid w:val="000A5FBE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27F"/>
    <w:rsid w:val="000C5906"/>
    <w:rsid w:val="000C7144"/>
    <w:rsid w:val="000C72AF"/>
    <w:rsid w:val="000D0736"/>
    <w:rsid w:val="000D0B74"/>
    <w:rsid w:val="000D2705"/>
    <w:rsid w:val="000D3B15"/>
    <w:rsid w:val="000D4847"/>
    <w:rsid w:val="000D4E1D"/>
    <w:rsid w:val="000E204A"/>
    <w:rsid w:val="000E2223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589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33CE"/>
    <w:rsid w:val="00153F5A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559C"/>
    <w:rsid w:val="00197820"/>
    <w:rsid w:val="001A418C"/>
    <w:rsid w:val="001A4C96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07EB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0B6E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61BD7"/>
    <w:rsid w:val="00263420"/>
    <w:rsid w:val="00264114"/>
    <w:rsid w:val="00270819"/>
    <w:rsid w:val="002710C1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0AE7"/>
    <w:rsid w:val="002A30F1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581D"/>
    <w:rsid w:val="002F68BC"/>
    <w:rsid w:val="00300EBE"/>
    <w:rsid w:val="003033FB"/>
    <w:rsid w:val="00305754"/>
    <w:rsid w:val="003109F1"/>
    <w:rsid w:val="0031450E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67E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1169"/>
    <w:rsid w:val="00373142"/>
    <w:rsid w:val="003734B1"/>
    <w:rsid w:val="00375BC4"/>
    <w:rsid w:val="003764EC"/>
    <w:rsid w:val="003768F0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90C"/>
    <w:rsid w:val="003B0F65"/>
    <w:rsid w:val="003B0FD4"/>
    <w:rsid w:val="003B3B66"/>
    <w:rsid w:val="003B4807"/>
    <w:rsid w:val="003B4A22"/>
    <w:rsid w:val="003B5C78"/>
    <w:rsid w:val="003B5D7F"/>
    <w:rsid w:val="003B6ED3"/>
    <w:rsid w:val="003C046A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06131"/>
    <w:rsid w:val="00410694"/>
    <w:rsid w:val="00411688"/>
    <w:rsid w:val="00411975"/>
    <w:rsid w:val="00413477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3D92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5D72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4CCD"/>
    <w:rsid w:val="00465C3E"/>
    <w:rsid w:val="0046704F"/>
    <w:rsid w:val="00467E6F"/>
    <w:rsid w:val="00471A94"/>
    <w:rsid w:val="00472DE2"/>
    <w:rsid w:val="00475FC6"/>
    <w:rsid w:val="004813A8"/>
    <w:rsid w:val="004852F4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E6A34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372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280"/>
    <w:rsid w:val="00563956"/>
    <w:rsid w:val="00564D65"/>
    <w:rsid w:val="005672C9"/>
    <w:rsid w:val="00570BDF"/>
    <w:rsid w:val="005734C5"/>
    <w:rsid w:val="00573C72"/>
    <w:rsid w:val="00574174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4895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1E66"/>
    <w:rsid w:val="00632737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2242"/>
    <w:rsid w:val="006628D6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19D7"/>
    <w:rsid w:val="006846ED"/>
    <w:rsid w:val="006847DA"/>
    <w:rsid w:val="00684F0A"/>
    <w:rsid w:val="00685321"/>
    <w:rsid w:val="00685D64"/>
    <w:rsid w:val="00694861"/>
    <w:rsid w:val="00696B15"/>
    <w:rsid w:val="00697277"/>
    <w:rsid w:val="006A0182"/>
    <w:rsid w:val="006A0A18"/>
    <w:rsid w:val="006A0D9B"/>
    <w:rsid w:val="006A21A7"/>
    <w:rsid w:val="006A2CDD"/>
    <w:rsid w:val="006B0509"/>
    <w:rsid w:val="006B0949"/>
    <w:rsid w:val="006B1213"/>
    <w:rsid w:val="006B12D4"/>
    <w:rsid w:val="006B1345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315D"/>
    <w:rsid w:val="007245CC"/>
    <w:rsid w:val="007267EE"/>
    <w:rsid w:val="00726AC2"/>
    <w:rsid w:val="0073160D"/>
    <w:rsid w:val="00731C74"/>
    <w:rsid w:val="00732A20"/>
    <w:rsid w:val="00732A49"/>
    <w:rsid w:val="007333D7"/>
    <w:rsid w:val="00733F1D"/>
    <w:rsid w:val="00735812"/>
    <w:rsid w:val="0074148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899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E0526"/>
    <w:rsid w:val="007E2525"/>
    <w:rsid w:val="007E3F55"/>
    <w:rsid w:val="007E6989"/>
    <w:rsid w:val="007E7536"/>
    <w:rsid w:val="007E79C8"/>
    <w:rsid w:val="007F2AFE"/>
    <w:rsid w:val="007F378B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246D"/>
    <w:rsid w:val="00813FD5"/>
    <w:rsid w:val="0081432C"/>
    <w:rsid w:val="00817136"/>
    <w:rsid w:val="0082377A"/>
    <w:rsid w:val="008246B0"/>
    <w:rsid w:val="00825366"/>
    <w:rsid w:val="008256FC"/>
    <w:rsid w:val="00826297"/>
    <w:rsid w:val="00827F9F"/>
    <w:rsid w:val="008304E8"/>
    <w:rsid w:val="00832F0A"/>
    <w:rsid w:val="00833446"/>
    <w:rsid w:val="00833B12"/>
    <w:rsid w:val="00841D7A"/>
    <w:rsid w:val="0084239E"/>
    <w:rsid w:val="008449F4"/>
    <w:rsid w:val="00847663"/>
    <w:rsid w:val="00847866"/>
    <w:rsid w:val="00847F49"/>
    <w:rsid w:val="0085036E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1E8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A6F84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4DB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8DF"/>
    <w:rsid w:val="00901F87"/>
    <w:rsid w:val="00904766"/>
    <w:rsid w:val="00904C99"/>
    <w:rsid w:val="00905137"/>
    <w:rsid w:val="009117CA"/>
    <w:rsid w:val="00913FD8"/>
    <w:rsid w:val="009156B7"/>
    <w:rsid w:val="009227D6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57A07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C38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1DB3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0C87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37EB7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679BA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6299"/>
    <w:rsid w:val="00A908F7"/>
    <w:rsid w:val="00A946CB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AF52F0"/>
    <w:rsid w:val="00B0013D"/>
    <w:rsid w:val="00B00DE6"/>
    <w:rsid w:val="00B02E6F"/>
    <w:rsid w:val="00B04629"/>
    <w:rsid w:val="00B0730F"/>
    <w:rsid w:val="00B07F69"/>
    <w:rsid w:val="00B128C3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14F"/>
    <w:rsid w:val="00B274F3"/>
    <w:rsid w:val="00B30EE1"/>
    <w:rsid w:val="00B32A76"/>
    <w:rsid w:val="00B333A7"/>
    <w:rsid w:val="00B36288"/>
    <w:rsid w:val="00B40CFF"/>
    <w:rsid w:val="00B428C2"/>
    <w:rsid w:val="00B445CE"/>
    <w:rsid w:val="00B4650D"/>
    <w:rsid w:val="00B51850"/>
    <w:rsid w:val="00B531B2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1A93"/>
    <w:rsid w:val="00B951FA"/>
    <w:rsid w:val="00B9522C"/>
    <w:rsid w:val="00BA110E"/>
    <w:rsid w:val="00BA1481"/>
    <w:rsid w:val="00BA1C70"/>
    <w:rsid w:val="00BA2B0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C7772"/>
    <w:rsid w:val="00BD1F5C"/>
    <w:rsid w:val="00BD549E"/>
    <w:rsid w:val="00BD5818"/>
    <w:rsid w:val="00BD5CF9"/>
    <w:rsid w:val="00BE1954"/>
    <w:rsid w:val="00BE474A"/>
    <w:rsid w:val="00BE4923"/>
    <w:rsid w:val="00BF077D"/>
    <w:rsid w:val="00BF0FD1"/>
    <w:rsid w:val="00BF11A2"/>
    <w:rsid w:val="00BF2718"/>
    <w:rsid w:val="00BF31A1"/>
    <w:rsid w:val="00BF340E"/>
    <w:rsid w:val="00BF72B6"/>
    <w:rsid w:val="00C0123F"/>
    <w:rsid w:val="00C01951"/>
    <w:rsid w:val="00C0492E"/>
    <w:rsid w:val="00C11696"/>
    <w:rsid w:val="00C12F2D"/>
    <w:rsid w:val="00C179F7"/>
    <w:rsid w:val="00C17A33"/>
    <w:rsid w:val="00C23AF3"/>
    <w:rsid w:val="00C245D8"/>
    <w:rsid w:val="00C24857"/>
    <w:rsid w:val="00C25E3F"/>
    <w:rsid w:val="00C3324C"/>
    <w:rsid w:val="00C3496A"/>
    <w:rsid w:val="00C4176F"/>
    <w:rsid w:val="00C418BC"/>
    <w:rsid w:val="00C427E7"/>
    <w:rsid w:val="00C45CC1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626"/>
    <w:rsid w:val="00C90BC9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715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1A"/>
    <w:rsid w:val="00D24DF1"/>
    <w:rsid w:val="00D2656C"/>
    <w:rsid w:val="00D26E05"/>
    <w:rsid w:val="00D310F0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87679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567C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4EE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031C"/>
    <w:rsid w:val="00E6379E"/>
    <w:rsid w:val="00E63DEA"/>
    <w:rsid w:val="00E6480C"/>
    <w:rsid w:val="00E66741"/>
    <w:rsid w:val="00E6788F"/>
    <w:rsid w:val="00E67F87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49B2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A7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269B"/>
    <w:rsid w:val="00EE2EE7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3347"/>
    <w:rsid w:val="00F94167"/>
    <w:rsid w:val="00F97602"/>
    <w:rsid w:val="00FA015E"/>
    <w:rsid w:val="00FA0C77"/>
    <w:rsid w:val="00FA4600"/>
    <w:rsid w:val="00FA5C62"/>
    <w:rsid w:val="00FA69AB"/>
    <w:rsid w:val="00FA733C"/>
    <w:rsid w:val="00FA7D93"/>
    <w:rsid w:val="00FB00E1"/>
    <w:rsid w:val="00FB4375"/>
    <w:rsid w:val="00FC0EDF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5DA9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8629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A8629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A8629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8629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62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697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3</Pages>
  <Words>896</Words>
  <Characters>5380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dserafin</cp:lastModifiedBy>
  <cp:revision>10</cp:revision>
  <cp:lastPrinted>2018-03-12T13:44:00Z</cp:lastPrinted>
  <dcterms:created xsi:type="dcterms:W3CDTF">2018-05-15T11:14:00Z</dcterms:created>
  <dcterms:modified xsi:type="dcterms:W3CDTF">2018-05-17T12:15:00Z</dcterms:modified>
</cp:coreProperties>
</file>