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111" w:rsidRPr="00285EA5" w:rsidRDefault="00373111" w:rsidP="00FE6669">
      <w:pPr>
        <w:pStyle w:val="Heading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2</w:t>
      </w:r>
      <w:r w:rsidRPr="00285EA5">
        <w:rPr>
          <w:rFonts w:ascii="Arial" w:hAnsi="Arial" w:cs="Arial"/>
          <w:sz w:val="24"/>
          <w:szCs w:val="24"/>
        </w:rPr>
        <w:t xml:space="preserve"> do zaproszenia</w:t>
      </w:r>
      <w:r>
        <w:rPr>
          <w:rFonts w:ascii="Arial" w:hAnsi="Arial" w:cs="Arial"/>
          <w:sz w:val="24"/>
          <w:szCs w:val="24"/>
        </w:rPr>
        <w:t xml:space="preserve"> nr 67/2018</w:t>
      </w:r>
    </w:p>
    <w:p w:rsidR="00373111" w:rsidRPr="00285EA5" w:rsidRDefault="00373111" w:rsidP="00FE6669">
      <w:pPr>
        <w:jc w:val="both"/>
        <w:rPr>
          <w:rFonts w:ascii="Arial" w:hAnsi="Arial" w:cs="Arial"/>
        </w:rPr>
      </w:pPr>
    </w:p>
    <w:p w:rsidR="00373111" w:rsidRPr="00285EA5" w:rsidRDefault="00373111" w:rsidP="00FE6669">
      <w:pPr>
        <w:jc w:val="both"/>
        <w:rPr>
          <w:rFonts w:ascii="Arial" w:hAnsi="Arial" w:cs="Arial"/>
        </w:rPr>
      </w:pPr>
    </w:p>
    <w:p w:rsidR="00373111" w:rsidRPr="00285EA5" w:rsidRDefault="00373111" w:rsidP="0051050D">
      <w:pPr>
        <w:jc w:val="both"/>
        <w:rPr>
          <w:rFonts w:ascii="Arial" w:hAnsi="Arial" w:cs="Arial"/>
        </w:rPr>
      </w:pPr>
      <w:r w:rsidRPr="00285EA5">
        <w:rPr>
          <w:rFonts w:ascii="Arial" w:hAnsi="Arial" w:cs="Arial"/>
        </w:rPr>
        <w:t>....................................................................</w:t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  <w:t xml:space="preserve">        .....................................................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……………………..</w:t>
      </w:r>
    </w:p>
    <w:p w:rsidR="00373111" w:rsidRPr="00285EA5" w:rsidRDefault="00373111" w:rsidP="00FE6669">
      <w:pPr>
        <w:pStyle w:val="Footer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285EA5">
        <w:rPr>
          <w:rFonts w:ascii="Arial" w:hAnsi="Arial" w:cs="Arial"/>
        </w:rPr>
        <w:t xml:space="preserve">                  Wykonawca</w:t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</w:r>
      <w:r w:rsidRPr="00285EA5">
        <w:rPr>
          <w:rFonts w:ascii="Arial" w:hAnsi="Arial" w:cs="Arial"/>
        </w:rPr>
        <w:tab/>
        <w:t xml:space="preserve">         miejscowość i data</w:t>
      </w:r>
    </w:p>
    <w:p w:rsidR="00373111" w:rsidRPr="00285EA5" w:rsidRDefault="00373111" w:rsidP="00FE6669">
      <w:pPr>
        <w:jc w:val="both"/>
        <w:rPr>
          <w:rFonts w:ascii="Arial" w:hAnsi="Arial" w:cs="Arial"/>
        </w:rPr>
      </w:pPr>
    </w:p>
    <w:p w:rsidR="00373111" w:rsidRPr="00285EA5" w:rsidRDefault="00373111" w:rsidP="00FE6669">
      <w:pPr>
        <w:jc w:val="right"/>
        <w:rPr>
          <w:rFonts w:ascii="Arial" w:hAnsi="Arial" w:cs="Arial"/>
        </w:rPr>
      </w:pPr>
    </w:p>
    <w:p w:rsidR="00373111" w:rsidRPr="00285EA5" w:rsidRDefault="00373111" w:rsidP="00FE6669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DRUK OFERTY</w:t>
      </w:r>
    </w:p>
    <w:p w:rsidR="00373111" w:rsidRPr="00285EA5" w:rsidRDefault="00373111" w:rsidP="00FE6669">
      <w:pPr>
        <w:jc w:val="right"/>
        <w:rPr>
          <w:rFonts w:ascii="Arial" w:hAnsi="Arial" w:cs="Arial"/>
          <w:b/>
          <w:bCs/>
        </w:rPr>
      </w:pPr>
    </w:p>
    <w:p w:rsidR="00373111" w:rsidRPr="00285EA5" w:rsidRDefault="00373111" w:rsidP="00FE6669">
      <w:pPr>
        <w:jc w:val="right"/>
        <w:rPr>
          <w:rFonts w:ascii="Arial" w:hAnsi="Arial" w:cs="Arial"/>
          <w:b/>
          <w:bCs/>
          <w:i/>
          <w:iCs/>
        </w:rPr>
      </w:pPr>
      <w:r w:rsidRPr="00285EA5">
        <w:rPr>
          <w:rFonts w:ascii="Arial" w:hAnsi="Arial" w:cs="Arial"/>
          <w:b/>
          <w:bCs/>
          <w:i/>
          <w:iCs/>
        </w:rPr>
        <w:t>OFERTA dla Wojewódzkiego Szpitala Zespolonego w Elblągu,</w:t>
      </w:r>
    </w:p>
    <w:p w:rsidR="00373111" w:rsidRPr="00285EA5" w:rsidRDefault="00373111" w:rsidP="00FE6669">
      <w:pPr>
        <w:jc w:val="right"/>
        <w:rPr>
          <w:rFonts w:ascii="Arial" w:hAnsi="Arial" w:cs="Arial"/>
          <w:b/>
          <w:bCs/>
          <w:i/>
          <w:iCs/>
        </w:rPr>
      </w:pPr>
      <w:r w:rsidRPr="00285EA5">
        <w:rPr>
          <w:rFonts w:ascii="Arial" w:hAnsi="Arial" w:cs="Arial"/>
          <w:b/>
          <w:bCs/>
          <w:i/>
          <w:iCs/>
        </w:rPr>
        <w:t>ul. Królewiecka 146</w:t>
      </w:r>
    </w:p>
    <w:p w:rsidR="00373111" w:rsidRPr="0051050D" w:rsidRDefault="00373111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  <w:b/>
          <w:bCs/>
          <w:i/>
          <w:iCs/>
        </w:rPr>
        <w:t xml:space="preserve">  </w:t>
      </w:r>
      <w:r w:rsidRPr="0051050D">
        <w:rPr>
          <w:rFonts w:ascii="Arial" w:hAnsi="Arial" w:cs="Arial"/>
          <w:b/>
          <w:bCs/>
          <w:i/>
          <w:iCs/>
        </w:rPr>
        <w:tab/>
      </w:r>
      <w:r w:rsidRPr="0051050D">
        <w:rPr>
          <w:rFonts w:ascii="Arial" w:hAnsi="Arial" w:cs="Arial"/>
          <w:b/>
          <w:bCs/>
          <w:i/>
          <w:iCs/>
        </w:rPr>
        <w:tab/>
      </w:r>
      <w:r w:rsidRPr="0051050D">
        <w:rPr>
          <w:rFonts w:ascii="Arial" w:hAnsi="Arial" w:cs="Arial"/>
          <w:b/>
          <w:bCs/>
          <w:i/>
          <w:iCs/>
        </w:rPr>
        <w:tab/>
        <w:t xml:space="preserve"> </w:t>
      </w:r>
    </w:p>
    <w:p w:rsidR="00373111" w:rsidRPr="0051050D" w:rsidRDefault="00373111" w:rsidP="00D76800">
      <w:pPr>
        <w:numPr>
          <w:ilvl w:val="0"/>
          <w:numId w:val="16"/>
        </w:numPr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>Dane wykonawcy:</w:t>
      </w:r>
    </w:p>
    <w:p w:rsidR="00373111" w:rsidRPr="0051050D" w:rsidRDefault="00373111" w:rsidP="00FE6669">
      <w:pPr>
        <w:ind w:left="283" w:hanging="283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1. Pełna nazwa:……………...........................................................................................................</w:t>
      </w:r>
    </w:p>
    <w:p w:rsidR="00373111" w:rsidRPr="0051050D" w:rsidRDefault="00373111" w:rsidP="00FE6669">
      <w:pPr>
        <w:ind w:left="283" w:hanging="283"/>
        <w:jc w:val="both"/>
        <w:rPr>
          <w:rFonts w:ascii="Arial" w:hAnsi="Arial" w:cs="Arial"/>
        </w:rPr>
      </w:pPr>
    </w:p>
    <w:p w:rsidR="00373111" w:rsidRPr="0051050D" w:rsidRDefault="00373111" w:rsidP="00FE6669">
      <w:pPr>
        <w:ind w:left="283" w:hanging="283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    </w:t>
      </w:r>
    </w:p>
    <w:p w:rsidR="00373111" w:rsidRPr="0051050D" w:rsidRDefault="00373111" w:rsidP="00FE6669">
      <w:pPr>
        <w:ind w:left="283" w:hanging="283"/>
        <w:jc w:val="both"/>
        <w:rPr>
          <w:rFonts w:ascii="Arial" w:hAnsi="Arial" w:cs="Arial"/>
        </w:rPr>
      </w:pPr>
    </w:p>
    <w:p w:rsidR="00373111" w:rsidRPr="0051050D" w:rsidRDefault="00373111" w:rsidP="00FE6669">
      <w:pPr>
        <w:ind w:left="283" w:hanging="283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2. Adres, województwo: ……………………………………………………………………………..…..</w:t>
      </w:r>
    </w:p>
    <w:p w:rsidR="00373111" w:rsidRPr="0051050D" w:rsidRDefault="00373111" w:rsidP="00FE6669">
      <w:pPr>
        <w:ind w:left="283" w:hanging="283"/>
        <w:jc w:val="both"/>
        <w:rPr>
          <w:rFonts w:ascii="Arial" w:hAnsi="Arial" w:cs="Arial"/>
        </w:rPr>
      </w:pPr>
    </w:p>
    <w:p w:rsidR="00373111" w:rsidRPr="0051050D" w:rsidRDefault="00373111" w:rsidP="00FE6669">
      <w:pPr>
        <w:ind w:firstLine="283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..................................................................................................................................................</w:t>
      </w:r>
    </w:p>
    <w:p w:rsidR="00373111" w:rsidRPr="0051050D" w:rsidRDefault="00373111" w:rsidP="00FE6669">
      <w:pPr>
        <w:rPr>
          <w:rFonts w:ascii="Arial" w:hAnsi="Arial" w:cs="Arial"/>
        </w:rPr>
      </w:pPr>
    </w:p>
    <w:p w:rsidR="00373111" w:rsidRPr="0051050D" w:rsidRDefault="00373111" w:rsidP="00FE6669">
      <w:pPr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3. Osoba upoważniona do kontaktów z Zamawiającym (imię i nazwisko, tel.): </w:t>
      </w:r>
    </w:p>
    <w:p w:rsidR="00373111" w:rsidRPr="0051050D" w:rsidRDefault="00373111" w:rsidP="00FE6669">
      <w:pPr>
        <w:rPr>
          <w:rFonts w:ascii="Arial" w:hAnsi="Arial" w:cs="Arial"/>
        </w:rPr>
      </w:pPr>
    </w:p>
    <w:p w:rsidR="00373111" w:rsidRPr="0051050D" w:rsidRDefault="00373111" w:rsidP="00FE6669">
      <w:pPr>
        <w:rPr>
          <w:rFonts w:ascii="Arial" w:hAnsi="Arial" w:cs="Arial"/>
        </w:rPr>
      </w:pPr>
      <w:r w:rsidRPr="0051050D">
        <w:rPr>
          <w:rFonts w:ascii="Arial" w:hAnsi="Arial" w:cs="Arial"/>
        </w:rPr>
        <w:t>………………………………………………………………………………………………………..</w:t>
      </w:r>
    </w:p>
    <w:p w:rsidR="00373111" w:rsidRPr="0051050D" w:rsidRDefault="00373111" w:rsidP="00FE6669">
      <w:pPr>
        <w:rPr>
          <w:rFonts w:ascii="Arial" w:hAnsi="Arial" w:cs="Arial"/>
        </w:rPr>
      </w:pPr>
    </w:p>
    <w:p w:rsidR="00373111" w:rsidRPr="0051050D" w:rsidRDefault="00373111" w:rsidP="00FE6669">
      <w:pPr>
        <w:jc w:val="both"/>
        <w:rPr>
          <w:rFonts w:ascii="Arial" w:hAnsi="Arial" w:cs="Arial"/>
        </w:rPr>
      </w:pPr>
    </w:p>
    <w:p w:rsidR="00373111" w:rsidRPr="0051050D" w:rsidRDefault="00373111" w:rsidP="0054554F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5. Adres e-mail do kontaktu: ……………………………………………………………………….</w:t>
      </w:r>
    </w:p>
    <w:p w:rsidR="00373111" w:rsidRPr="0051050D" w:rsidRDefault="00373111" w:rsidP="0054554F">
      <w:pPr>
        <w:jc w:val="both"/>
        <w:rPr>
          <w:rFonts w:ascii="Arial" w:hAnsi="Arial" w:cs="Arial"/>
        </w:rPr>
      </w:pPr>
    </w:p>
    <w:p w:rsidR="00373111" w:rsidRPr="0051050D" w:rsidRDefault="00373111" w:rsidP="00FE6669">
      <w:pPr>
        <w:ind w:left="283" w:hanging="283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6. Nazwa banku i nr konta bankowego: …………………………………………………………….</w:t>
      </w:r>
    </w:p>
    <w:p w:rsidR="00373111" w:rsidRPr="0051050D" w:rsidRDefault="00373111" w:rsidP="00FE6669">
      <w:pPr>
        <w:ind w:left="283" w:hanging="283"/>
        <w:jc w:val="both"/>
        <w:rPr>
          <w:rFonts w:ascii="Arial" w:hAnsi="Arial" w:cs="Arial"/>
        </w:rPr>
      </w:pPr>
    </w:p>
    <w:p w:rsidR="00373111" w:rsidRPr="0051050D" w:rsidRDefault="00373111" w:rsidP="0054554F">
      <w:pPr>
        <w:numPr>
          <w:ilvl w:val="12"/>
          <w:numId w:val="0"/>
        </w:num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.......................................................................................................................................................</w:t>
      </w:r>
    </w:p>
    <w:p w:rsidR="00373111" w:rsidRPr="0051050D" w:rsidRDefault="00373111" w:rsidP="00FE6669">
      <w:pPr>
        <w:numPr>
          <w:ilvl w:val="12"/>
          <w:numId w:val="0"/>
        </w:numPr>
        <w:spacing w:before="100" w:beforeAutospacing="1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7. REGON: .................................................</w:t>
      </w:r>
      <w:r w:rsidRPr="0051050D">
        <w:rPr>
          <w:rFonts w:ascii="Arial" w:hAnsi="Arial" w:cs="Arial"/>
        </w:rPr>
        <w:tab/>
        <w:t xml:space="preserve">       NIP: .........................................................</w:t>
      </w:r>
    </w:p>
    <w:p w:rsidR="00373111" w:rsidRPr="0051050D" w:rsidRDefault="00373111" w:rsidP="00FE6669">
      <w:pPr>
        <w:numPr>
          <w:ilvl w:val="12"/>
          <w:numId w:val="0"/>
        </w:numPr>
        <w:spacing w:before="100" w:beforeAutospacing="1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>8. KRS/ Nr ewidencyjny: …………………………….……………</w:t>
      </w:r>
    </w:p>
    <w:p w:rsidR="00373111" w:rsidRPr="0051050D" w:rsidRDefault="00373111" w:rsidP="00AD21F2">
      <w:pPr>
        <w:jc w:val="both"/>
        <w:rPr>
          <w:rFonts w:ascii="Arial" w:hAnsi="Arial" w:cs="Arial"/>
        </w:rPr>
      </w:pPr>
    </w:p>
    <w:p w:rsidR="00373111" w:rsidRPr="0051050D" w:rsidRDefault="00373111" w:rsidP="00D76800">
      <w:pPr>
        <w:numPr>
          <w:ilvl w:val="0"/>
          <w:numId w:val="17"/>
        </w:numPr>
        <w:spacing w:before="100" w:beforeAutospacing="1"/>
        <w:ind w:left="284" w:hanging="284"/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 xml:space="preserve">Przedmiot oferty </w:t>
      </w:r>
    </w:p>
    <w:p w:rsidR="00373111" w:rsidRPr="0051050D" w:rsidRDefault="00373111" w:rsidP="00F81E92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Oferta dotyczy postępowania - w trybie art. 4 pkt. 8 Ustawy z dnia 29 stycznia 2004r. Prawo zamówień publicznych </w:t>
      </w:r>
      <w:r w:rsidRPr="0051050D">
        <w:rPr>
          <w:rFonts w:ascii="Arial" w:hAnsi="Arial" w:cs="Arial"/>
          <w:b/>
          <w:bCs/>
        </w:rPr>
        <w:t>na</w:t>
      </w:r>
      <w:r w:rsidRPr="0051050D">
        <w:rPr>
          <w:rFonts w:ascii="Arial" w:hAnsi="Arial" w:cs="Arial"/>
        </w:rPr>
        <w:t xml:space="preserve"> </w:t>
      </w:r>
      <w:r w:rsidRPr="0051050D">
        <w:rPr>
          <w:rFonts w:ascii="Arial" w:hAnsi="Arial" w:cs="Arial"/>
          <w:b/>
          <w:bCs/>
        </w:rPr>
        <w:t>dostawę</w:t>
      </w:r>
      <w:r w:rsidRPr="0051050D"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staplerów okrężnych jednorazowych</w:t>
      </w:r>
      <w:r w:rsidRPr="0051050D">
        <w:rPr>
          <w:rFonts w:ascii="Arial" w:hAnsi="Arial" w:cs="Arial"/>
          <w:b/>
          <w:bCs/>
        </w:rPr>
        <w:t xml:space="preserve"> </w:t>
      </w:r>
      <w:r w:rsidRPr="0051050D">
        <w:rPr>
          <w:rFonts w:ascii="Arial" w:hAnsi="Arial" w:cs="Arial"/>
        </w:rPr>
        <w:t>dla potrzeb Oddziału Chirurgii   WSZ w  Elblągu.</w:t>
      </w:r>
    </w:p>
    <w:p w:rsidR="00373111" w:rsidRPr="0051050D" w:rsidRDefault="00373111" w:rsidP="00F81E92">
      <w:pPr>
        <w:jc w:val="both"/>
        <w:rPr>
          <w:rFonts w:ascii="Arial" w:hAnsi="Arial" w:cs="Arial"/>
        </w:rPr>
      </w:pPr>
    </w:p>
    <w:p w:rsidR="00373111" w:rsidRPr="0051050D" w:rsidRDefault="00373111" w:rsidP="00F81E92">
      <w:pPr>
        <w:jc w:val="both"/>
        <w:rPr>
          <w:rFonts w:ascii="Arial" w:hAnsi="Arial" w:cs="Arial"/>
          <w:b/>
          <w:bCs/>
        </w:rPr>
      </w:pPr>
    </w:p>
    <w:p w:rsidR="00373111" w:rsidRPr="0051050D" w:rsidRDefault="00373111" w:rsidP="00FE6669">
      <w:pPr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 xml:space="preserve">Wartość oferty: </w:t>
      </w:r>
    </w:p>
    <w:p w:rsidR="00373111" w:rsidRPr="0051050D" w:rsidRDefault="00373111" w:rsidP="00FE6669">
      <w:pPr>
        <w:jc w:val="both"/>
        <w:rPr>
          <w:rFonts w:ascii="Arial" w:hAnsi="Arial" w:cs="Arial"/>
          <w:b/>
          <w:bCs/>
        </w:rPr>
      </w:pPr>
    </w:p>
    <w:p w:rsidR="00373111" w:rsidRPr="0051050D" w:rsidRDefault="00373111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  <w:b/>
          <w:bCs/>
        </w:rPr>
        <w:t xml:space="preserve"> netto</w:t>
      </w:r>
      <w:r w:rsidRPr="0051050D">
        <w:rPr>
          <w:rFonts w:ascii="Arial" w:hAnsi="Arial" w:cs="Arial"/>
        </w:rPr>
        <w:t xml:space="preserve"> ..........................................zł</w:t>
      </w:r>
    </w:p>
    <w:p w:rsidR="00373111" w:rsidRPr="0051050D" w:rsidRDefault="00373111" w:rsidP="00FE6669">
      <w:pPr>
        <w:jc w:val="both"/>
        <w:rPr>
          <w:rFonts w:ascii="Arial" w:hAnsi="Arial" w:cs="Arial"/>
        </w:rPr>
      </w:pPr>
    </w:p>
    <w:p w:rsidR="00373111" w:rsidRPr="0051050D" w:rsidRDefault="00373111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słownie: ...........................................................................................................................  </w:t>
      </w:r>
    </w:p>
    <w:p w:rsidR="00373111" w:rsidRPr="0051050D" w:rsidRDefault="00373111" w:rsidP="00FE6669">
      <w:pPr>
        <w:jc w:val="both"/>
        <w:rPr>
          <w:rFonts w:ascii="Arial" w:hAnsi="Arial" w:cs="Arial"/>
        </w:rPr>
      </w:pPr>
    </w:p>
    <w:p w:rsidR="00373111" w:rsidRPr="0051050D" w:rsidRDefault="00373111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a) stawka  podatku VAT: ....................%  </w:t>
      </w:r>
    </w:p>
    <w:p w:rsidR="00373111" w:rsidRPr="0051050D" w:rsidRDefault="00373111" w:rsidP="00FE6669">
      <w:pPr>
        <w:jc w:val="both"/>
        <w:rPr>
          <w:rFonts w:ascii="Arial" w:hAnsi="Arial" w:cs="Arial"/>
        </w:rPr>
      </w:pPr>
    </w:p>
    <w:p w:rsidR="00373111" w:rsidRPr="0051050D" w:rsidRDefault="00373111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b) kwota podatku VAT : ..............................zł </w:t>
      </w:r>
    </w:p>
    <w:p w:rsidR="00373111" w:rsidRPr="0051050D" w:rsidRDefault="00373111" w:rsidP="00FE6669">
      <w:pPr>
        <w:jc w:val="both"/>
        <w:rPr>
          <w:rFonts w:ascii="Arial" w:hAnsi="Arial" w:cs="Arial"/>
          <w:b/>
          <w:bCs/>
        </w:rPr>
      </w:pPr>
    </w:p>
    <w:p w:rsidR="00373111" w:rsidRPr="0051050D" w:rsidRDefault="00373111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  <w:b/>
          <w:bCs/>
        </w:rPr>
        <w:t>2</w:t>
      </w:r>
      <w:r w:rsidRPr="0051050D">
        <w:rPr>
          <w:rFonts w:ascii="Arial" w:hAnsi="Arial" w:cs="Arial"/>
        </w:rPr>
        <w:t>.</w:t>
      </w:r>
      <w:r w:rsidRPr="0051050D">
        <w:rPr>
          <w:rFonts w:ascii="Arial" w:hAnsi="Arial" w:cs="Arial"/>
          <w:b/>
          <w:bCs/>
        </w:rPr>
        <w:t xml:space="preserve"> brutto</w:t>
      </w:r>
      <w:r w:rsidRPr="0051050D">
        <w:rPr>
          <w:rFonts w:ascii="Arial" w:hAnsi="Arial" w:cs="Arial"/>
        </w:rPr>
        <w:t xml:space="preserve"> ................................................zł</w:t>
      </w:r>
    </w:p>
    <w:p w:rsidR="00373111" w:rsidRPr="0051050D" w:rsidRDefault="00373111" w:rsidP="00FE6669">
      <w:pPr>
        <w:jc w:val="both"/>
        <w:rPr>
          <w:rFonts w:ascii="Arial" w:hAnsi="Arial" w:cs="Arial"/>
        </w:rPr>
      </w:pPr>
    </w:p>
    <w:p w:rsidR="00373111" w:rsidRPr="0051050D" w:rsidRDefault="00373111" w:rsidP="00FE6669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słownie: ...........................................................................................................................  </w:t>
      </w:r>
    </w:p>
    <w:p w:rsidR="00373111" w:rsidRPr="0051050D" w:rsidRDefault="00373111" w:rsidP="00FE6669">
      <w:pPr>
        <w:pStyle w:val="BodyText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373111" w:rsidRPr="0051050D" w:rsidRDefault="00373111" w:rsidP="0051050D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 </w:t>
      </w:r>
    </w:p>
    <w:p w:rsidR="00373111" w:rsidRPr="0051050D" w:rsidRDefault="00373111" w:rsidP="00FE6669">
      <w:pPr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>III. Warunki płatności:</w:t>
      </w:r>
    </w:p>
    <w:p w:rsidR="00373111" w:rsidRPr="0051050D" w:rsidRDefault="00373111" w:rsidP="0051050D">
      <w:pPr>
        <w:numPr>
          <w:ilvl w:val="0"/>
          <w:numId w:val="40"/>
        </w:num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wysokość odsetek za ewentualne nieterminowe płatności - nie wyższe niż ustawowe w skali  roku. </w:t>
      </w:r>
    </w:p>
    <w:p w:rsidR="00373111" w:rsidRPr="00A224A8" w:rsidRDefault="00373111" w:rsidP="0051050D">
      <w:pPr>
        <w:numPr>
          <w:ilvl w:val="0"/>
          <w:numId w:val="40"/>
        </w:numPr>
        <w:jc w:val="both"/>
        <w:rPr>
          <w:rFonts w:ascii="Arial" w:hAnsi="Arial" w:cs="Arial"/>
        </w:rPr>
      </w:pPr>
      <w:r w:rsidRPr="00A224A8">
        <w:rPr>
          <w:rFonts w:ascii="Arial" w:hAnsi="Arial" w:cs="Arial"/>
        </w:rPr>
        <w:t xml:space="preserve">zapłata za towar nastąpi przelewem na konto Wykonawcy w terminie: </w:t>
      </w:r>
      <w:r w:rsidRPr="00A224A8">
        <w:rPr>
          <w:rFonts w:ascii="Arial" w:hAnsi="Arial" w:cs="Arial"/>
          <w:b/>
          <w:bCs/>
        </w:rPr>
        <w:t>……</w:t>
      </w:r>
      <w:r w:rsidRPr="00A224A8">
        <w:rPr>
          <w:rFonts w:ascii="Arial" w:hAnsi="Arial" w:cs="Arial"/>
        </w:rPr>
        <w:t xml:space="preserve">  </w:t>
      </w:r>
      <w:r w:rsidRPr="00A224A8">
        <w:rPr>
          <w:rFonts w:ascii="Arial" w:hAnsi="Arial" w:cs="Arial"/>
          <w:b/>
          <w:bCs/>
        </w:rPr>
        <w:t>dni</w:t>
      </w:r>
      <w:r w:rsidRPr="00A224A8">
        <w:rPr>
          <w:rFonts w:ascii="Arial" w:hAnsi="Arial" w:cs="Arial"/>
        </w:rPr>
        <w:t xml:space="preserve"> </w:t>
      </w:r>
      <w:r w:rsidRPr="00A224A8">
        <w:rPr>
          <w:rFonts w:ascii="Arial" w:hAnsi="Arial" w:cs="Arial"/>
          <w:b/>
          <w:bCs/>
        </w:rPr>
        <w:t xml:space="preserve">kalendarzowych </w:t>
      </w:r>
      <w:r w:rsidRPr="00A224A8">
        <w:rPr>
          <w:rFonts w:ascii="Arial" w:hAnsi="Arial" w:cs="Arial"/>
        </w:rPr>
        <w:t xml:space="preserve">(nie mniej niż 30 dni kalendarzowych) ) licząc od dostarczenia partii towaru i faktury za daną partię towaru  do siedziby Zamawiającego i dostarczenia faktury do siedziby Zamawiającego. </w:t>
      </w:r>
      <w:r w:rsidRPr="00A224A8">
        <w:rPr>
          <w:rFonts w:ascii="Arial" w:hAnsi="Arial" w:cs="Arial"/>
          <w:lang w:eastAsia="ja-JP"/>
        </w:rPr>
        <w:t xml:space="preserve">Jako dzień zapłaty faktury przyjmuje się datę obciążenia rachunku bankowego Zamawiającego. </w:t>
      </w:r>
    </w:p>
    <w:p w:rsidR="00373111" w:rsidRPr="00A224A8" w:rsidRDefault="00373111" w:rsidP="0051050D">
      <w:pPr>
        <w:ind w:left="360" w:hanging="360"/>
        <w:jc w:val="both"/>
        <w:rPr>
          <w:rFonts w:ascii="Arial" w:hAnsi="Arial" w:cs="Arial"/>
          <w:b/>
          <w:bCs/>
        </w:rPr>
      </w:pPr>
      <w:r w:rsidRPr="00A224A8">
        <w:rPr>
          <w:rFonts w:ascii="Arial" w:hAnsi="Arial" w:cs="Arial"/>
          <w:b/>
          <w:bCs/>
          <w:lang w:eastAsia="ja-JP"/>
        </w:rPr>
        <w:t xml:space="preserve">IV.  </w:t>
      </w:r>
      <w:r w:rsidRPr="00A224A8">
        <w:rPr>
          <w:rFonts w:ascii="Arial" w:hAnsi="Arial" w:cs="Arial"/>
          <w:b/>
          <w:bCs/>
        </w:rPr>
        <w:t xml:space="preserve"> Termin realizacji dostawy: </w:t>
      </w:r>
    </w:p>
    <w:p w:rsidR="00373111" w:rsidRPr="00A224A8" w:rsidRDefault="00373111" w:rsidP="00A224A8">
      <w:pPr>
        <w:rPr>
          <w:rFonts w:ascii="Arial" w:hAnsi="Arial" w:cs="Arial"/>
        </w:rPr>
      </w:pPr>
      <w:r w:rsidRPr="00A224A8">
        <w:rPr>
          <w:rFonts w:ascii="Arial" w:hAnsi="Arial" w:cs="Arial"/>
        </w:rPr>
        <w:t xml:space="preserve">Termin realizacji dostawy -  ............................. dni </w:t>
      </w:r>
      <w:r>
        <w:rPr>
          <w:rFonts w:ascii="Arial" w:hAnsi="Arial" w:cs="Arial"/>
        </w:rPr>
        <w:t>roboczych</w:t>
      </w:r>
      <w:r w:rsidRPr="00A224A8">
        <w:rPr>
          <w:rFonts w:ascii="Arial" w:hAnsi="Arial" w:cs="Arial"/>
        </w:rPr>
        <w:t xml:space="preserve">  - nie dłuższy niż </w:t>
      </w:r>
      <w:r>
        <w:rPr>
          <w:rFonts w:ascii="Arial" w:hAnsi="Arial" w:cs="Arial"/>
        </w:rPr>
        <w:t>6</w:t>
      </w:r>
      <w:r w:rsidRPr="00A224A8">
        <w:rPr>
          <w:rFonts w:ascii="Arial" w:hAnsi="Arial" w:cs="Arial"/>
        </w:rPr>
        <w:t xml:space="preserve"> dni </w:t>
      </w:r>
      <w:r>
        <w:rPr>
          <w:rFonts w:ascii="Arial" w:hAnsi="Arial" w:cs="Arial"/>
        </w:rPr>
        <w:t>roboczych</w:t>
      </w:r>
      <w:r w:rsidRPr="00A224A8">
        <w:rPr>
          <w:rFonts w:ascii="Arial" w:hAnsi="Arial" w:cs="Arial"/>
        </w:rPr>
        <w:t xml:space="preserve"> licząc od dnia złożenia faksem lub e-mailem zamówienia częściowego  przez Aptekę Szpitalną WSZ. </w:t>
      </w:r>
    </w:p>
    <w:p w:rsidR="00373111" w:rsidRDefault="00373111" w:rsidP="00A224A8">
      <w:pPr>
        <w:pStyle w:val="BodyText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373111" w:rsidRPr="00BA0CF8" w:rsidRDefault="00373111" w:rsidP="00BA0CF8">
      <w:pPr>
        <w:jc w:val="both"/>
        <w:rPr>
          <w:rFonts w:ascii="Arial" w:hAnsi="Arial" w:cs="Arial"/>
        </w:rPr>
      </w:pPr>
      <w:r w:rsidRPr="00BA0CF8">
        <w:rPr>
          <w:rFonts w:ascii="Arial" w:hAnsi="Arial" w:cs="Arial"/>
          <w:b/>
          <w:bCs/>
        </w:rPr>
        <w:t xml:space="preserve">V. Termin rozpatrzenia reklamacji </w:t>
      </w:r>
      <w:r w:rsidRPr="00BA0CF8">
        <w:rPr>
          <w:rFonts w:ascii="Arial" w:hAnsi="Arial" w:cs="Arial"/>
        </w:rPr>
        <w:t>z powodu wad jakościowych wynosi : ................. dni roboczych (maksymalnie do 10 dni roboczych) licząc od dnia otrzymania zgłoszenia reklamacji</w:t>
      </w:r>
      <w:r>
        <w:rPr>
          <w:rFonts w:ascii="Arial" w:hAnsi="Arial" w:cs="Arial"/>
        </w:rPr>
        <w:t>.</w:t>
      </w:r>
      <w:r w:rsidRPr="00BA0CF8">
        <w:rPr>
          <w:rFonts w:ascii="Arial" w:hAnsi="Arial" w:cs="Arial"/>
        </w:rPr>
        <w:t xml:space="preserve"> </w:t>
      </w:r>
    </w:p>
    <w:p w:rsidR="00373111" w:rsidRPr="00BA0CF8" w:rsidRDefault="00373111" w:rsidP="00A224A8">
      <w:pPr>
        <w:pStyle w:val="BodyText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373111" w:rsidRPr="0051050D" w:rsidRDefault="00373111" w:rsidP="00A60B2C">
      <w:pPr>
        <w:tabs>
          <w:tab w:val="left" w:pos="7020"/>
        </w:tabs>
        <w:autoSpaceDE w:val="0"/>
        <w:autoSpaceDN w:val="0"/>
        <w:adjustRightInd w:val="0"/>
        <w:spacing w:before="120"/>
        <w:ind w:hanging="357"/>
        <w:jc w:val="both"/>
        <w:rPr>
          <w:rFonts w:ascii="Arial" w:hAnsi="Arial" w:cs="Arial"/>
        </w:rPr>
      </w:pPr>
      <w:r w:rsidRPr="0051050D">
        <w:rPr>
          <w:rFonts w:ascii="Arial" w:hAnsi="Arial" w:cs="Arial"/>
          <w:b/>
          <w:bCs/>
        </w:rPr>
        <w:t xml:space="preserve">    </w:t>
      </w:r>
      <w:r w:rsidRPr="0051050D">
        <w:rPr>
          <w:rFonts w:ascii="Arial" w:hAnsi="Arial" w:cs="Arial"/>
        </w:rPr>
        <w:t xml:space="preserve"> </w:t>
      </w:r>
      <w:r w:rsidRPr="0051050D">
        <w:rPr>
          <w:rFonts w:ascii="Arial" w:hAnsi="Arial" w:cs="Arial"/>
          <w:b/>
          <w:bCs/>
        </w:rPr>
        <w:t>V</w:t>
      </w:r>
      <w:r>
        <w:rPr>
          <w:rFonts w:ascii="Arial" w:hAnsi="Arial" w:cs="Arial"/>
          <w:b/>
          <w:bCs/>
        </w:rPr>
        <w:t>I</w:t>
      </w:r>
      <w:r w:rsidRPr="0051050D">
        <w:rPr>
          <w:rFonts w:ascii="Arial" w:hAnsi="Arial" w:cs="Arial"/>
          <w:b/>
          <w:bCs/>
        </w:rPr>
        <w:t>.</w:t>
      </w:r>
      <w:r w:rsidRPr="0051050D">
        <w:rPr>
          <w:rFonts w:ascii="Arial" w:hAnsi="Arial" w:cs="Arial"/>
        </w:rPr>
        <w:t xml:space="preserve"> Oświadczamy, że w przypadku wybrania naszej oferty zobowiązujemy się do podpisania</w:t>
      </w:r>
      <w:r w:rsidRPr="0051050D">
        <w:rPr>
          <w:rFonts w:ascii="Arial" w:hAnsi="Arial" w:cs="Arial"/>
          <w:b/>
          <w:bCs/>
        </w:rPr>
        <w:t xml:space="preserve"> </w:t>
      </w:r>
      <w:r w:rsidRPr="0051050D">
        <w:rPr>
          <w:rFonts w:ascii="Arial" w:hAnsi="Arial" w:cs="Arial"/>
          <w:b/>
          <w:bCs/>
        </w:rPr>
        <w:br/>
        <w:t xml:space="preserve">     </w:t>
      </w:r>
      <w:r w:rsidRPr="0051050D">
        <w:rPr>
          <w:rFonts w:ascii="Arial" w:hAnsi="Arial" w:cs="Arial"/>
        </w:rPr>
        <w:t>umowy sprzedaży stanowiącej Załącznik nr 3 do zaproszenia, zgodnie z treścią oferty.</w:t>
      </w:r>
    </w:p>
    <w:p w:rsidR="00373111" w:rsidRPr="0051050D" w:rsidRDefault="00373111" w:rsidP="00F97602">
      <w:pPr>
        <w:tabs>
          <w:tab w:val="left" w:pos="7020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ab/>
      </w:r>
    </w:p>
    <w:p w:rsidR="00373111" w:rsidRPr="0051050D" w:rsidRDefault="00373111" w:rsidP="00CA3338">
      <w:pPr>
        <w:pStyle w:val="BodyText"/>
        <w:ind w:left="360" w:hanging="360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51050D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</w:t>
      </w:r>
      <w:r w:rsidRPr="0051050D">
        <w:rPr>
          <w:rFonts w:ascii="Arial" w:hAnsi="Arial" w:cs="Arial"/>
          <w:sz w:val="24"/>
          <w:szCs w:val="24"/>
        </w:rPr>
        <w:t>I.</w:t>
      </w:r>
      <w:r w:rsidRPr="0051050D">
        <w:rPr>
          <w:rFonts w:ascii="Arial" w:hAnsi="Arial" w:cs="Arial"/>
          <w:b w:val="0"/>
          <w:bCs w:val="0"/>
          <w:sz w:val="24"/>
          <w:szCs w:val="24"/>
        </w:rPr>
        <w:t xml:space="preserve"> Oświadczamy, że zapoznaliśmy się z warunkami zaproszenia do składania ostatecznych ofert cenowych w tym z kryteriami oceny ofert oraz załącznikami do zaproszenia oraz że przyjmujemy je bez zastrzeżeń.</w:t>
      </w:r>
    </w:p>
    <w:p w:rsidR="00373111" w:rsidRPr="0051050D" w:rsidRDefault="00373111" w:rsidP="00CA3338">
      <w:pPr>
        <w:pStyle w:val="BodyText"/>
        <w:jc w:val="both"/>
        <w:rPr>
          <w:rFonts w:ascii="Arial" w:hAnsi="Arial" w:cs="Arial"/>
          <w:b w:val="0"/>
          <w:bCs w:val="0"/>
          <w:sz w:val="24"/>
          <w:szCs w:val="24"/>
        </w:rPr>
      </w:pPr>
    </w:p>
    <w:p w:rsidR="00373111" w:rsidRPr="0051050D" w:rsidRDefault="00373111" w:rsidP="003E673C">
      <w:pPr>
        <w:pStyle w:val="BodyText"/>
        <w:ind w:left="283" w:hanging="283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51050D">
        <w:rPr>
          <w:rFonts w:ascii="Arial" w:hAnsi="Arial" w:cs="Arial"/>
          <w:sz w:val="24"/>
          <w:szCs w:val="24"/>
        </w:rPr>
        <w:t>VI</w:t>
      </w:r>
      <w:r>
        <w:rPr>
          <w:rFonts w:ascii="Arial" w:hAnsi="Arial" w:cs="Arial"/>
          <w:sz w:val="24"/>
          <w:szCs w:val="24"/>
        </w:rPr>
        <w:t>I</w:t>
      </w:r>
      <w:r w:rsidRPr="0051050D">
        <w:rPr>
          <w:rFonts w:ascii="Arial" w:hAnsi="Arial" w:cs="Arial"/>
          <w:sz w:val="24"/>
          <w:szCs w:val="24"/>
        </w:rPr>
        <w:t>I  .</w:t>
      </w:r>
      <w:r w:rsidRPr="0051050D">
        <w:rPr>
          <w:rFonts w:ascii="Arial" w:hAnsi="Arial" w:cs="Arial"/>
          <w:b w:val="0"/>
          <w:bCs w:val="0"/>
          <w:sz w:val="24"/>
          <w:szCs w:val="24"/>
        </w:rPr>
        <w:t xml:space="preserve"> Oferta została złożona łącznie na kolejnych ................................... stronach </w:t>
      </w:r>
    </w:p>
    <w:p w:rsidR="00373111" w:rsidRPr="0051050D" w:rsidRDefault="00373111" w:rsidP="00FE6669">
      <w:pPr>
        <w:spacing w:after="20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        (uwaga w numeracji proszę uwzględnić wszystkie załączone dokumenty).                                                          </w:t>
      </w:r>
    </w:p>
    <w:p w:rsidR="00373111" w:rsidRPr="0051050D" w:rsidRDefault="00373111" w:rsidP="00FE6669">
      <w:pPr>
        <w:jc w:val="both"/>
        <w:rPr>
          <w:rFonts w:ascii="Arial" w:hAnsi="Arial" w:cs="Arial"/>
        </w:rPr>
      </w:pPr>
    </w:p>
    <w:p w:rsidR="00373111" w:rsidRPr="0051050D" w:rsidRDefault="00373111" w:rsidP="00FE6669">
      <w:pPr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>UWAGA!* - niepotrzebne skreślić</w:t>
      </w:r>
    </w:p>
    <w:p w:rsidR="00373111" w:rsidRDefault="00373111" w:rsidP="00FE6669">
      <w:pPr>
        <w:jc w:val="both"/>
        <w:rPr>
          <w:rFonts w:ascii="Arial" w:hAnsi="Arial" w:cs="Arial"/>
          <w:b/>
          <w:bCs/>
        </w:rPr>
      </w:pPr>
    </w:p>
    <w:p w:rsidR="00373111" w:rsidRDefault="00373111" w:rsidP="00FE6669">
      <w:pPr>
        <w:jc w:val="both"/>
        <w:rPr>
          <w:rFonts w:ascii="Arial" w:hAnsi="Arial" w:cs="Arial"/>
          <w:b/>
          <w:bCs/>
        </w:rPr>
      </w:pPr>
    </w:p>
    <w:p w:rsidR="00373111" w:rsidRPr="0051050D" w:rsidRDefault="00373111" w:rsidP="00FE6669">
      <w:pPr>
        <w:jc w:val="both"/>
        <w:rPr>
          <w:rFonts w:ascii="Arial" w:hAnsi="Arial" w:cs="Arial"/>
          <w:b/>
          <w:bCs/>
        </w:rPr>
      </w:pPr>
    </w:p>
    <w:p w:rsidR="00373111" w:rsidRPr="0051050D" w:rsidRDefault="00373111" w:rsidP="00FE6669">
      <w:pPr>
        <w:jc w:val="both"/>
        <w:rPr>
          <w:rFonts w:ascii="Arial" w:hAnsi="Arial" w:cs="Arial"/>
          <w:b/>
          <w:bCs/>
        </w:rPr>
      </w:pPr>
      <w:r w:rsidRPr="0051050D">
        <w:rPr>
          <w:rFonts w:ascii="Arial" w:hAnsi="Arial" w:cs="Arial"/>
          <w:b/>
          <w:bCs/>
        </w:rPr>
        <w:t xml:space="preserve">                                                                       </w:t>
      </w:r>
      <w:r>
        <w:rPr>
          <w:rFonts w:ascii="Arial" w:hAnsi="Arial" w:cs="Arial"/>
          <w:b/>
          <w:bCs/>
        </w:rPr>
        <w:t xml:space="preserve">            </w:t>
      </w:r>
      <w:r w:rsidRPr="0051050D">
        <w:rPr>
          <w:rFonts w:ascii="Arial" w:hAnsi="Arial" w:cs="Arial"/>
          <w:b/>
          <w:bCs/>
        </w:rPr>
        <w:t>…………………………….</w:t>
      </w:r>
    </w:p>
    <w:p w:rsidR="00373111" w:rsidRPr="0051050D" w:rsidRDefault="00373111" w:rsidP="00627EA6">
      <w:pPr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                                                                                   data, podpis Wykonawcy </w:t>
      </w:r>
    </w:p>
    <w:p w:rsidR="00373111" w:rsidRPr="0051050D" w:rsidRDefault="00373111" w:rsidP="00FE6669">
      <w:pPr>
        <w:ind w:left="4248"/>
        <w:jc w:val="both"/>
        <w:rPr>
          <w:rFonts w:ascii="Arial" w:hAnsi="Arial" w:cs="Arial"/>
        </w:rPr>
      </w:pPr>
      <w:r w:rsidRPr="0051050D">
        <w:rPr>
          <w:rFonts w:ascii="Arial" w:hAnsi="Arial" w:cs="Arial"/>
        </w:rPr>
        <w:t xml:space="preserve">      </w:t>
      </w:r>
    </w:p>
    <w:p w:rsidR="00373111" w:rsidRPr="0051050D" w:rsidRDefault="00373111" w:rsidP="002435BB">
      <w:pPr>
        <w:jc w:val="both"/>
        <w:rPr>
          <w:rFonts w:ascii="Arial" w:hAnsi="Arial" w:cs="Arial"/>
          <w:color w:val="FF0000"/>
        </w:rPr>
      </w:pPr>
    </w:p>
    <w:sectPr w:rsidR="00373111" w:rsidRPr="0051050D" w:rsidSect="00792B5B">
      <w:footerReference w:type="default" r:id="rId7"/>
      <w:pgSz w:w="11906" w:h="16838"/>
      <w:pgMar w:top="902" w:right="1106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111" w:rsidRDefault="00373111">
      <w:r>
        <w:separator/>
      </w:r>
    </w:p>
  </w:endnote>
  <w:endnote w:type="continuationSeparator" w:id="1">
    <w:p w:rsidR="00373111" w:rsidRDefault="00373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111" w:rsidRDefault="00373111" w:rsidP="003563F4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73111" w:rsidRDefault="00373111" w:rsidP="0041629C">
    <w:pPr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111" w:rsidRDefault="00373111">
      <w:r>
        <w:separator/>
      </w:r>
    </w:p>
  </w:footnote>
  <w:footnote w:type="continuationSeparator" w:id="1">
    <w:p w:rsidR="00373111" w:rsidRDefault="003731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D4963F00"/>
    <w:name w:val="WW8Num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Tahoma" w:eastAsia="Times New Roman" w:hAnsi="Tahoma"/>
        <w:b/>
        <w:bCs/>
        <w:sz w:val="20"/>
        <w:szCs w:val="20"/>
      </w:rPr>
    </w:lvl>
  </w:abstractNum>
  <w:abstractNum w:abstractNumId="1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00000C"/>
    <w:multiLevelType w:val="multi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95"/>
        </w:tabs>
        <w:ind w:left="1495" w:hanging="360"/>
      </w:pPr>
      <w:rPr>
        <w:rFonts w:ascii="Tahoma" w:eastAsia="Times New Roman" w:hAnsi="Tahoma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6"/>
    <w:multiLevelType w:val="multilevel"/>
    <w:tmpl w:val="00000016"/>
    <w:name w:val="WW8Num23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22"/>
    <w:multiLevelType w:val="singleLevel"/>
    <w:tmpl w:val="00000022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0000026"/>
    <w:multiLevelType w:val="multilevel"/>
    <w:tmpl w:val="00000026"/>
    <w:name w:val="WW8Num42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123564"/>
    <w:multiLevelType w:val="hybridMultilevel"/>
    <w:tmpl w:val="F5AE9B12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065933FE"/>
    <w:multiLevelType w:val="multilevel"/>
    <w:tmpl w:val="14C66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F8337BE"/>
    <w:multiLevelType w:val="multilevel"/>
    <w:tmpl w:val="8EBEA0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>
    <w:nsid w:val="123248DA"/>
    <w:multiLevelType w:val="singleLevel"/>
    <w:tmpl w:val="480C665A"/>
    <w:lvl w:ilvl="0">
      <w:start w:val="1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3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1C4A6B5E"/>
    <w:multiLevelType w:val="multilevel"/>
    <w:tmpl w:val="DC94B80C"/>
    <w:lvl w:ilvl="0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32B61A3"/>
    <w:multiLevelType w:val="hybridMultilevel"/>
    <w:tmpl w:val="E9528E04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51E2FD2"/>
    <w:multiLevelType w:val="hybridMultilevel"/>
    <w:tmpl w:val="A6407640"/>
    <w:lvl w:ilvl="0" w:tplc="FFFFFFF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FDAEB33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7">
    <w:nsid w:val="26170BF1"/>
    <w:multiLevelType w:val="multilevel"/>
    <w:tmpl w:val="9D60EB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296D6C39"/>
    <w:multiLevelType w:val="hybridMultilevel"/>
    <w:tmpl w:val="279E364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9804711"/>
    <w:multiLevelType w:val="hybridMultilevel"/>
    <w:tmpl w:val="0CA0CF1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17A5DEA"/>
    <w:multiLevelType w:val="singleLevel"/>
    <w:tmpl w:val="7F602536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z w:val="24"/>
        <w:szCs w:val="24"/>
        <w:u w:val="none"/>
      </w:rPr>
    </w:lvl>
  </w:abstractNum>
  <w:abstractNum w:abstractNumId="21">
    <w:nsid w:val="3FAF4E5C"/>
    <w:multiLevelType w:val="multilevel"/>
    <w:tmpl w:val="26B20800"/>
    <w:lvl w:ilvl="0">
      <w:start w:val="1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418D07A9"/>
    <w:multiLevelType w:val="hybridMultilevel"/>
    <w:tmpl w:val="904C5496"/>
    <w:lvl w:ilvl="0" w:tplc="7D84AB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286A04"/>
    <w:multiLevelType w:val="hybridMultilevel"/>
    <w:tmpl w:val="F42862EC"/>
    <w:lvl w:ilvl="0" w:tplc="ECA8710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4">
    <w:nsid w:val="46B43A09"/>
    <w:multiLevelType w:val="hybridMultilevel"/>
    <w:tmpl w:val="8AA8E476"/>
    <w:lvl w:ilvl="0" w:tplc="59B4BC4E">
      <w:start w:val="1"/>
      <w:numFmt w:val="lowerLetter"/>
      <w:lvlText w:val="%1)"/>
      <w:lvlJc w:val="left"/>
      <w:pPr>
        <w:ind w:left="4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00" w:hanging="360"/>
      </w:pPr>
    </w:lvl>
    <w:lvl w:ilvl="2" w:tplc="0415001B">
      <w:start w:val="1"/>
      <w:numFmt w:val="lowerRoman"/>
      <w:lvlText w:val="%3."/>
      <w:lvlJc w:val="right"/>
      <w:pPr>
        <w:ind w:left="1920" w:hanging="180"/>
      </w:pPr>
    </w:lvl>
    <w:lvl w:ilvl="3" w:tplc="0415000F">
      <w:start w:val="1"/>
      <w:numFmt w:val="decimal"/>
      <w:lvlText w:val="%4."/>
      <w:lvlJc w:val="left"/>
      <w:pPr>
        <w:ind w:left="2640" w:hanging="360"/>
      </w:pPr>
    </w:lvl>
    <w:lvl w:ilvl="4" w:tplc="04150019">
      <w:start w:val="1"/>
      <w:numFmt w:val="lowerLetter"/>
      <w:lvlText w:val="%5."/>
      <w:lvlJc w:val="left"/>
      <w:pPr>
        <w:ind w:left="3360" w:hanging="360"/>
      </w:pPr>
    </w:lvl>
    <w:lvl w:ilvl="5" w:tplc="0415001B">
      <w:start w:val="1"/>
      <w:numFmt w:val="lowerRoman"/>
      <w:lvlText w:val="%6."/>
      <w:lvlJc w:val="right"/>
      <w:pPr>
        <w:ind w:left="4080" w:hanging="180"/>
      </w:pPr>
    </w:lvl>
    <w:lvl w:ilvl="6" w:tplc="0415000F">
      <w:start w:val="1"/>
      <w:numFmt w:val="decimal"/>
      <w:lvlText w:val="%7."/>
      <w:lvlJc w:val="left"/>
      <w:pPr>
        <w:ind w:left="4800" w:hanging="360"/>
      </w:pPr>
    </w:lvl>
    <w:lvl w:ilvl="7" w:tplc="04150019">
      <w:start w:val="1"/>
      <w:numFmt w:val="lowerLetter"/>
      <w:lvlText w:val="%8."/>
      <w:lvlJc w:val="left"/>
      <w:pPr>
        <w:ind w:left="5520" w:hanging="360"/>
      </w:pPr>
    </w:lvl>
    <w:lvl w:ilvl="8" w:tplc="0415001B">
      <w:start w:val="1"/>
      <w:numFmt w:val="lowerRoman"/>
      <w:lvlText w:val="%9."/>
      <w:lvlJc w:val="right"/>
      <w:pPr>
        <w:ind w:left="6240" w:hanging="180"/>
      </w:pPr>
    </w:lvl>
  </w:abstractNum>
  <w:abstractNum w:abstractNumId="25">
    <w:nsid w:val="4DAA3C8B"/>
    <w:multiLevelType w:val="hybridMultilevel"/>
    <w:tmpl w:val="29F62C30"/>
    <w:lvl w:ilvl="0" w:tplc="B928B89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DA9298E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140F59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bCs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213B3D"/>
    <w:multiLevelType w:val="multilevel"/>
    <w:tmpl w:val="A9A6EB1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53D7354F"/>
    <w:multiLevelType w:val="multilevel"/>
    <w:tmpl w:val="3648D7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55FE3EB8"/>
    <w:multiLevelType w:val="hybridMultilevel"/>
    <w:tmpl w:val="30D0E374"/>
    <w:lvl w:ilvl="0" w:tplc="67326E92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60" w:hanging="360"/>
      </w:pPr>
    </w:lvl>
    <w:lvl w:ilvl="2" w:tplc="0415001B">
      <w:start w:val="1"/>
      <w:numFmt w:val="lowerRoman"/>
      <w:lvlText w:val="%3."/>
      <w:lvlJc w:val="right"/>
      <w:pPr>
        <w:ind w:left="1980" w:hanging="180"/>
      </w:pPr>
    </w:lvl>
    <w:lvl w:ilvl="3" w:tplc="0415000F">
      <w:start w:val="1"/>
      <w:numFmt w:val="decimal"/>
      <w:lvlText w:val="%4."/>
      <w:lvlJc w:val="left"/>
      <w:pPr>
        <w:ind w:left="2700" w:hanging="360"/>
      </w:pPr>
    </w:lvl>
    <w:lvl w:ilvl="4" w:tplc="04150019">
      <w:start w:val="1"/>
      <w:numFmt w:val="lowerLetter"/>
      <w:lvlText w:val="%5."/>
      <w:lvlJc w:val="left"/>
      <w:pPr>
        <w:ind w:left="3420" w:hanging="360"/>
      </w:pPr>
    </w:lvl>
    <w:lvl w:ilvl="5" w:tplc="0415001B">
      <w:start w:val="1"/>
      <w:numFmt w:val="lowerRoman"/>
      <w:lvlText w:val="%6."/>
      <w:lvlJc w:val="right"/>
      <w:pPr>
        <w:ind w:left="4140" w:hanging="180"/>
      </w:pPr>
    </w:lvl>
    <w:lvl w:ilvl="6" w:tplc="0415000F">
      <w:start w:val="1"/>
      <w:numFmt w:val="decimal"/>
      <w:lvlText w:val="%7."/>
      <w:lvlJc w:val="left"/>
      <w:pPr>
        <w:ind w:left="4860" w:hanging="360"/>
      </w:pPr>
    </w:lvl>
    <w:lvl w:ilvl="7" w:tplc="04150019">
      <w:start w:val="1"/>
      <w:numFmt w:val="lowerLetter"/>
      <w:lvlText w:val="%8."/>
      <w:lvlJc w:val="left"/>
      <w:pPr>
        <w:ind w:left="5580" w:hanging="360"/>
      </w:pPr>
    </w:lvl>
    <w:lvl w:ilvl="8" w:tplc="0415001B">
      <w:start w:val="1"/>
      <w:numFmt w:val="lowerRoman"/>
      <w:lvlText w:val="%9."/>
      <w:lvlJc w:val="right"/>
      <w:pPr>
        <w:ind w:left="6300" w:hanging="180"/>
      </w:pPr>
    </w:lvl>
  </w:abstractNum>
  <w:abstractNum w:abstractNumId="29">
    <w:nsid w:val="5ACB6FB4"/>
    <w:multiLevelType w:val="hybridMultilevel"/>
    <w:tmpl w:val="A190B4D6"/>
    <w:lvl w:ilvl="0" w:tplc="D83028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BAD5859"/>
    <w:multiLevelType w:val="hybridMultilevel"/>
    <w:tmpl w:val="C74E83D2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78224E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1">
    <w:nsid w:val="5C0F7525"/>
    <w:multiLevelType w:val="hybridMultilevel"/>
    <w:tmpl w:val="87C4F826"/>
    <w:lvl w:ilvl="0" w:tplc="76B461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9F76E79A">
      <w:start w:val="1"/>
      <w:numFmt w:val="lowerLetter"/>
      <w:lvlText w:val="%2)"/>
      <w:lvlJc w:val="left"/>
      <w:pPr>
        <w:ind w:left="1440" w:hanging="360"/>
      </w:pPr>
      <w:rPr>
        <w:rFonts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F14403"/>
    <w:multiLevelType w:val="hybridMultilevel"/>
    <w:tmpl w:val="4EC4062A"/>
    <w:lvl w:ilvl="0" w:tplc="C1BCDD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3">
    <w:nsid w:val="61B36A44"/>
    <w:multiLevelType w:val="hybridMultilevel"/>
    <w:tmpl w:val="DEBECA1E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4">
    <w:nsid w:val="68B11442"/>
    <w:multiLevelType w:val="hybridMultilevel"/>
    <w:tmpl w:val="C62C05F4"/>
    <w:lvl w:ilvl="0" w:tplc="B2029DC8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D4D678D"/>
    <w:multiLevelType w:val="multilevel"/>
    <w:tmpl w:val="7C5C4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i w:val="0"/>
        <w:iCs w:val="0"/>
      </w:rPr>
    </w:lvl>
    <w:lvl w:ilvl="1">
      <w:start w:val="10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6">
    <w:nsid w:val="6E7A0237"/>
    <w:multiLevelType w:val="multilevel"/>
    <w:tmpl w:val="72CC9C1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u w:val="none"/>
      </w:rPr>
    </w:lvl>
  </w:abstractNum>
  <w:abstractNum w:abstractNumId="37">
    <w:nsid w:val="6F6B21F2"/>
    <w:multiLevelType w:val="hybridMultilevel"/>
    <w:tmpl w:val="683E9CFA"/>
    <w:lvl w:ilvl="0" w:tplc="9AF2DD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ECA8710A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8">
    <w:nsid w:val="6FFF483B"/>
    <w:multiLevelType w:val="hybridMultilevel"/>
    <w:tmpl w:val="CA56BD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0FE1428"/>
    <w:multiLevelType w:val="hybridMultilevel"/>
    <w:tmpl w:val="DF7E9104"/>
    <w:lvl w:ilvl="0" w:tplc="702EF4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982C35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7261494B"/>
    <w:multiLevelType w:val="multilevel"/>
    <w:tmpl w:val="0A5254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8F51E4A"/>
    <w:multiLevelType w:val="hybridMultilevel"/>
    <w:tmpl w:val="CE449DC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9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5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17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15" w:hanging="360"/>
      </w:pPr>
      <w:rPr>
        <w:rFonts w:ascii="Wingdings" w:hAnsi="Wingdings" w:cs="Wingdings" w:hint="default"/>
      </w:rPr>
    </w:lvl>
  </w:abstractNum>
  <w:abstractNum w:abstractNumId="42">
    <w:nsid w:val="7FC3228F"/>
    <w:multiLevelType w:val="hybridMultilevel"/>
    <w:tmpl w:val="ECEA7CC8"/>
    <w:lvl w:ilvl="0" w:tplc="041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num w:numId="1">
    <w:abstractNumId w:val="14"/>
  </w:num>
  <w:num w:numId="2">
    <w:abstractNumId w:val="38"/>
  </w:num>
  <w:num w:numId="3">
    <w:abstractNumId w:val="27"/>
  </w:num>
  <w:num w:numId="4">
    <w:abstractNumId w:val="39"/>
  </w:num>
  <w:num w:numId="5">
    <w:abstractNumId w:val="21"/>
  </w:num>
  <w:num w:numId="6">
    <w:abstractNumId w:val="15"/>
  </w:num>
  <w:num w:numId="7">
    <w:abstractNumId w:val="18"/>
  </w:num>
  <w:num w:numId="8">
    <w:abstractNumId w:val="29"/>
  </w:num>
  <w:num w:numId="9">
    <w:abstractNumId w:val="11"/>
  </w:num>
  <w:num w:numId="10">
    <w:abstractNumId w:val="1"/>
  </w:num>
  <w:num w:numId="11">
    <w:abstractNumId w:val="6"/>
  </w:num>
  <w:num w:numId="12">
    <w:abstractNumId w:val="17"/>
  </w:num>
  <w:num w:numId="13">
    <w:abstractNumId w:val="25"/>
  </w:num>
  <w:num w:numId="14">
    <w:abstractNumId w:val="31"/>
  </w:num>
  <w:num w:numId="15">
    <w:abstractNumId w:val="35"/>
  </w:num>
  <w:num w:numId="16">
    <w:abstractNumId w:val="12"/>
  </w:num>
  <w:num w:numId="17">
    <w:abstractNumId w:val="20"/>
  </w:num>
  <w:num w:numId="18">
    <w:abstractNumId w:val="7"/>
  </w:num>
  <w:num w:numId="19">
    <w:abstractNumId w:val="13"/>
  </w:num>
  <w:num w:numId="20">
    <w:abstractNumId w:val="10"/>
  </w:num>
  <w:num w:numId="21">
    <w:abstractNumId w:val="16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0"/>
  </w:num>
  <w:num w:numId="24">
    <w:abstractNumId w:val="32"/>
  </w:num>
  <w:num w:numId="25">
    <w:abstractNumId w:val="30"/>
  </w:num>
  <w:num w:numId="26">
    <w:abstractNumId w:val="37"/>
  </w:num>
  <w:num w:numId="27">
    <w:abstractNumId w:val="23"/>
  </w:num>
  <w:num w:numId="28">
    <w:abstractNumId w:val="8"/>
  </w:num>
  <w:num w:numId="29">
    <w:abstractNumId w:val="33"/>
  </w:num>
  <w:num w:numId="30">
    <w:abstractNumId w:val="34"/>
  </w:num>
  <w:num w:numId="31">
    <w:abstractNumId w:val="41"/>
  </w:num>
  <w:num w:numId="32">
    <w:abstractNumId w:val="26"/>
  </w:num>
  <w:num w:numId="33">
    <w:abstractNumId w:val="36"/>
  </w:num>
  <w:num w:numId="34">
    <w:abstractNumId w:val="40"/>
  </w:num>
  <w:num w:numId="35">
    <w:abstractNumId w:val="28"/>
  </w:num>
  <w:num w:numId="36">
    <w:abstractNumId w:val="24"/>
  </w:num>
  <w:num w:numId="37">
    <w:abstractNumId w:val="9"/>
  </w:num>
  <w:num w:numId="38">
    <w:abstractNumId w:val="16"/>
  </w:num>
  <w:num w:numId="39">
    <w:abstractNumId w:val="42"/>
  </w:num>
  <w:num w:numId="40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97F"/>
    <w:rsid w:val="00000A70"/>
    <w:rsid w:val="00001A53"/>
    <w:rsid w:val="00002879"/>
    <w:rsid w:val="00004AA5"/>
    <w:rsid w:val="00004BB3"/>
    <w:rsid w:val="000057F8"/>
    <w:rsid w:val="00005CB0"/>
    <w:rsid w:val="00005CB4"/>
    <w:rsid w:val="00007F27"/>
    <w:rsid w:val="00011E9B"/>
    <w:rsid w:val="000136D4"/>
    <w:rsid w:val="00015E33"/>
    <w:rsid w:val="000169C9"/>
    <w:rsid w:val="00020731"/>
    <w:rsid w:val="00021B7F"/>
    <w:rsid w:val="00022543"/>
    <w:rsid w:val="00023D4A"/>
    <w:rsid w:val="00023FC8"/>
    <w:rsid w:val="00024254"/>
    <w:rsid w:val="0002554D"/>
    <w:rsid w:val="000263CF"/>
    <w:rsid w:val="00027BED"/>
    <w:rsid w:val="00027F14"/>
    <w:rsid w:val="000308A9"/>
    <w:rsid w:val="000309C2"/>
    <w:rsid w:val="00030C70"/>
    <w:rsid w:val="00031FF4"/>
    <w:rsid w:val="00032FBA"/>
    <w:rsid w:val="00033032"/>
    <w:rsid w:val="00037C70"/>
    <w:rsid w:val="00037CBB"/>
    <w:rsid w:val="0004101D"/>
    <w:rsid w:val="00043D44"/>
    <w:rsid w:val="00046210"/>
    <w:rsid w:val="00046C42"/>
    <w:rsid w:val="00047444"/>
    <w:rsid w:val="00051132"/>
    <w:rsid w:val="0005249C"/>
    <w:rsid w:val="0005283A"/>
    <w:rsid w:val="00052E65"/>
    <w:rsid w:val="000532DE"/>
    <w:rsid w:val="00053A19"/>
    <w:rsid w:val="0005494D"/>
    <w:rsid w:val="000560ED"/>
    <w:rsid w:val="00056C97"/>
    <w:rsid w:val="00057E17"/>
    <w:rsid w:val="00060899"/>
    <w:rsid w:val="00061221"/>
    <w:rsid w:val="00061416"/>
    <w:rsid w:val="00071BB8"/>
    <w:rsid w:val="000738BA"/>
    <w:rsid w:val="00074BDA"/>
    <w:rsid w:val="00075987"/>
    <w:rsid w:val="00075E21"/>
    <w:rsid w:val="00077A26"/>
    <w:rsid w:val="00080592"/>
    <w:rsid w:val="000811A5"/>
    <w:rsid w:val="00082500"/>
    <w:rsid w:val="0008299F"/>
    <w:rsid w:val="00082FE4"/>
    <w:rsid w:val="000831D6"/>
    <w:rsid w:val="00090BD3"/>
    <w:rsid w:val="0009217C"/>
    <w:rsid w:val="00092E18"/>
    <w:rsid w:val="0009300F"/>
    <w:rsid w:val="00093039"/>
    <w:rsid w:val="00093BB0"/>
    <w:rsid w:val="000969B1"/>
    <w:rsid w:val="000A1690"/>
    <w:rsid w:val="000A25C7"/>
    <w:rsid w:val="000A5AE5"/>
    <w:rsid w:val="000A6DF2"/>
    <w:rsid w:val="000B03D2"/>
    <w:rsid w:val="000B062B"/>
    <w:rsid w:val="000B0E87"/>
    <w:rsid w:val="000B199C"/>
    <w:rsid w:val="000B2532"/>
    <w:rsid w:val="000B2C4E"/>
    <w:rsid w:val="000B2E9C"/>
    <w:rsid w:val="000B4A10"/>
    <w:rsid w:val="000B6F96"/>
    <w:rsid w:val="000C221A"/>
    <w:rsid w:val="000C39F8"/>
    <w:rsid w:val="000C39FE"/>
    <w:rsid w:val="000C45EF"/>
    <w:rsid w:val="000C4EC0"/>
    <w:rsid w:val="000C5906"/>
    <w:rsid w:val="000C72AF"/>
    <w:rsid w:val="000D0736"/>
    <w:rsid w:val="000D2705"/>
    <w:rsid w:val="000D3B15"/>
    <w:rsid w:val="000D4847"/>
    <w:rsid w:val="000D4E1D"/>
    <w:rsid w:val="000E204A"/>
    <w:rsid w:val="000E4F3D"/>
    <w:rsid w:val="000E6351"/>
    <w:rsid w:val="000F1E60"/>
    <w:rsid w:val="000F2DC5"/>
    <w:rsid w:val="000F3332"/>
    <w:rsid w:val="000F4BA6"/>
    <w:rsid w:val="000F5832"/>
    <w:rsid w:val="000F5F6E"/>
    <w:rsid w:val="000F7F5E"/>
    <w:rsid w:val="001015FA"/>
    <w:rsid w:val="00104033"/>
    <w:rsid w:val="00104AC3"/>
    <w:rsid w:val="00106167"/>
    <w:rsid w:val="0010703D"/>
    <w:rsid w:val="00113106"/>
    <w:rsid w:val="00116A85"/>
    <w:rsid w:val="00120147"/>
    <w:rsid w:val="00123773"/>
    <w:rsid w:val="00123BE1"/>
    <w:rsid w:val="0012509F"/>
    <w:rsid w:val="001262F2"/>
    <w:rsid w:val="00130B28"/>
    <w:rsid w:val="00131C87"/>
    <w:rsid w:val="00132D67"/>
    <w:rsid w:val="00134082"/>
    <w:rsid w:val="001348D7"/>
    <w:rsid w:val="00136569"/>
    <w:rsid w:val="001407F4"/>
    <w:rsid w:val="0014156F"/>
    <w:rsid w:val="00142AB7"/>
    <w:rsid w:val="0014563F"/>
    <w:rsid w:val="00146D90"/>
    <w:rsid w:val="00147684"/>
    <w:rsid w:val="00152B4B"/>
    <w:rsid w:val="00154137"/>
    <w:rsid w:val="001562B5"/>
    <w:rsid w:val="00157DAC"/>
    <w:rsid w:val="00160397"/>
    <w:rsid w:val="001604CF"/>
    <w:rsid w:val="001613E5"/>
    <w:rsid w:val="0017018E"/>
    <w:rsid w:val="00170701"/>
    <w:rsid w:val="00170FFF"/>
    <w:rsid w:val="0017105A"/>
    <w:rsid w:val="00171AA3"/>
    <w:rsid w:val="00172825"/>
    <w:rsid w:val="00172F04"/>
    <w:rsid w:val="00173332"/>
    <w:rsid w:val="00173396"/>
    <w:rsid w:val="00173B00"/>
    <w:rsid w:val="00173D76"/>
    <w:rsid w:val="001741DC"/>
    <w:rsid w:val="00174C3A"/>
    <w:rsid w:val="001908AB"/>
    <w:rsid w:val="0019227D"/>
    <w:rsid w:val="00194369"/>
    <w:rsid w:val="00197820"/>
    <w:rsid w:val="001A418C"/>
    <w:rsid w:val="001A6F2B"/>
    <w:rsid w:val="001B42B2"/>
    <w:rsid w:val="001B56DC"/>
    <w:rsid w:val="001B7431"/>
    <w:rsid w:val="001C042D"/>
    <w:rsid w:val="001C091D"/>
    <w:rsid w:val="001C168B"/>
    <w:rsid w:val="001C3C8D"/>
    <w:rsid w:val="001C7A0B"/>
    <w:rsid w:val="001D302D"/>
    <w:rsid w:val="001D6506"/>
    <w:rsid w:val="001E35EA"/>
    <w:rsid w:val="001E3898"/>
    <w:rsid w:val="001E464F"/>
    <w:rsid w:val="001E7E8C"/>
    <w:rsid w:val="001F1704"/>
    <w:rsid w:val="001F3CC9"/>
    <w:rsid w:val="001F6784"/>
    <w:rsid w:val="001F7844"/>
    <w:rsid w:val="0020437D"/>
    <w:rsid w:val="00204527"/>
    <w:rsid w:val="00204900"/>
    <w:rsid w:val="00206D86"/>
    <w:rsid w:val="002110AF"/>
    <w:rsid w:val="00212DDB"/>
    <w:rsid w:val="00212F22"/>
    <w:rsid w:val="002134BC"/>
    <w:rsid w:val="00215CD6"/>
    <w:rsid w:val="00220D23"/>
    <w:rsid w:val="0022225A"/>
    <w:rsid w:val="0022422A"/>
    <w:rsid w:val="0022487D"/>
    <w:rsid w:val="00227ADF"/>
    <w:rsid w:val="00230A62"/>
    <w:rsid w:val="00235EEB"/>
    <w:rsid w:val="00242C13"/>
    <w:rsid w:val="002435BB"/>
    <w:rsid w:val="0024556E"/>
    <w:rsid w:val="0024647B"/>
    <w:rsid w:val="0024678E"/>
    <w:rsid w:val="00246CE8"/>
    <w:rsid w:val="002474C5"/>
    <w:rsid w:val="002516E2"/>
    <w:rsid w:val="00253315"/>
    <w:rsid w:val="00261BD7"/>
    <w:rsid w:val="00263420"/>
    <w:rsid w:val="00264114"/>
    <w:rsid w:val="00270819"/>
    <w:rsid w:val="002710C1"/>
    <w:rsid w:val="002714DD"/>
    <w:rsid w:val="002717B3"/>
    <w:rsid w:val="002721F4"/>
    <w:rsid w:val="002736DB"/>
    <w:rsid w:val="00274CE2"/>
    <w:rsid w:val="002772D8"/>
    <w:rsid w:val="00277F9B"/>
    <w:rsid w:val="00277FC5"/>
    <w:rsid w:val="0028161B"/>
    <w:rsid w:val="00282383"/>
    <w:rsid w:val="00282401"/>
    <w:rsid w:val="002824C8"/>
    <w:rsid w:val="002831C6"/>
    <w:rsid w:val="00283FA3"/>
    <w:rsid w:val="002852BE"/>
    <w:rsid w:val="0028536B"/>
    <w:rsid w:val="00285C35"/>
    <w:rsid w:val="00285EA5"/>
    <w:rsid w:val="00286A48"/>
    <w:rsid w:val="00290A55"/>
    <w:rsid w:val="00290F0B"/>
    <w:rsid w:val="00294231"/>
    <w:rsid w:val="00295736"/>
    <w:rsid w:val="00295E49"/>
    <w:rsid w:val="002A3D3A"/>
    <w:rsid w:val="002A3FCB"/>
    <w:rsid w:val="002A518C"/>
    <w:rsid w:val="002A62CB"/>
    <w:rsid w:val="002A6431"/>
    <w:rsid w:val="002A6547"/>
    <w:rsid w:val="002A6D30"/>
    <w:rsid w:val="002B1E96"/>
    <w:rsid w:val="002B42C6"/>
    <w:rsid w:val="002B4A59"/>
    <w:rsid w:val="002C1580"/>
    <w:rsid w:val="002C1867"/>
    <w:rsid w:val="002C251D"/>
    <w:rsid w:val="002C25B6"/>
    <w:rsid w:val="002C377B"/>
    <w:rsid w:val="002C434C"/>
    <w:rsid w:val="002C4DB4"/>
    <w:rsid w:val="002C5982"/>
    <w:rsid w:val="002C61FB"/>
    <w:rsid w:val="002D5ECC"/>
    <w:rsid w:val="002D7647"/>
    <w:rsid w:val="002E0FCB"/>
    <w:rsid w:val="002E2B7E"/>
    <w:rsid w:val="002E6E56"/>
    <w:rsid w:val="002F041B"/>
    <w:rsid w:val="002F4351"/>
    <w:rsid w:val="002F68BC"/>
    <w:rsid w:val="00300EBE"/>
    <w:rsid w:val="003033FB"/>
    <w:rsid w:val="00305754"/>
    <w:rsid w:val="003109F1"/>
    <w:rsid w:val="00323344"/>
    <w:rsid w:val="0032368E"/>
    <w:rsid w:val="00323A9E"/>
    <w:rsid w:val="00325354"/>
    <w:rsid w:val="00327040"/>
    <w:rsid w:val="003270B3"/>
    <w:rsid w:val="00332050"/>
    <w:rsid w:val="00334553"/>
    <w:rsid w:val="003361C8"/>
    <w:rsid w:val="00337D46"/>
    <w:rsid w:val="0034106F"/>
    <w:rsid w:val="00342A74"/>
    <w:rsid w:val="00343E63"/>
    <w:rsid w:val="003447B0"/>
    <w:rsid w:val="0034654A"/>
    <w:rsid w:val="00350C57"/>
    <w:rsid w:val="003519B4"/>
    <w:rsid w:val="003519D5"/>
    <w:rsid w:val="00351B29"/>
    <w:rsid w:val="003563F4"/>
    <w:rsid w:val="00360BAF"/>
    <w:rsid w:val="00364E2B"/>
    <w:rsid w:val="00365283"/>
    <w:rsid w:val="0036561A"/>
    <w:rsid w:val="00371169"/>
    <w:rsid w:val="00373111"/>
    <w:rsid w:val="00373142"/>
    <w:rsid w:val="00375BC4"/>
    <w:rsid w:val="003764EC"/>
    <w:rsid w:val="003815FC"/>
    <w:rsid w:val="003820A8"/>
    <w:rsid w:val="00383468"/>
    <w:rsid w:val="00384127"/>
    <w:rsid w:val="00384FD5"/>
    <w:rsid w:val="003856D7"/>
    <w:rsid w:val="003876AE"/>
    <w:rsid w:val="003876BC"/>
    <w:rsid w:val="00387B46"/>
    <w:rsid w:val="003904D2"/>
    <w:rsid w:val="00392D28"/>
    <w:rsid w:val="0039387A"/>
    <w:rsid w:val="00393B21"/>
    <w:rsid w:val="00394353"/>
    <w:rsid w:val="0039583C"/>
    <w:rsid w:val="003A000E"/>
    <w:rsid w:val="003A16E7"/>
    <w:rsid w:val="003A3737"/>
    <w:rsid w:val="003A3FA7"/>
    <w:rsid w:val="003A4455"/>
    <w:rsid w:val="003A511D"/>
    <w:rsid w:val="003A5ACC"/>
    <w:rsid w:val="003A5EA4"/>
    <w:rsid w:val="003A6984"/>
    <w:rsid w:val="003B0366"/>
    <w:rsid w:val="003B0F65"/>
    <w:rsid w:val="003B0FD4"/>
    <w:rsid w:val="003B3B66"/>
    <w:rsid w:val="003B4807"/>
    <w:rsid w:val="003B4A22"/>
    <w:rsid w:val="003B5C78"/>
    <w:rsid w:val="003B6ED3"/>
    <w:rsid w:val="003C218E"/>
    <w:rsid w:val="003C4B72"/>
    <w:rsid w:val="003C6F91"/>
    <w:rsid w:val="003D09A5"/>
    <w:rsid w:val="003D168B"/>
    <w:rsid w:val="003D447B"/>
    <w:rsid w:val="003D4A43"/>
    <w:rsid w:val="003D4F62"/>
    <w:rsid w:val="003D6DDE"/>
    <w:rsid w:val="003D7294"/>
    <w:rsid w:val="003E054C"/>
    <w:rsid w:val="003E3393"/>
    <w:rsid w:val="003E4CF3"/>
    <w:rsid w:val="003E5027"/>
    <w:rsid w:val="003E5112"/>
    <w:rsid w:val="003E5E6E"/>
    <w:rsid w:val="003E673C"/>
    <w:rsid w:val="003F1CED"/>
    <w:rsid w:val="003F21B7"/>
    <w:rsid w:val="003F3D0E"/>
    <w:rsid w:val="003F6003"/>
    <w:rsid w:val="003F6439"/>
    <w:rsid w:val="00400DA8"/>
    <w:rsid w:val="004031BF"/>
    <w:rsid w:val="004049AD"/>
    <w:rsid w:val="00405C33"/>
    <w:rsid w:val="00410694"/>
    <w:rsid w:val="00411688"/>
    <w:rsid w:val="00413477"/>
    <w:rsid w:val="004138DC"/>
    <w:rsid w:val="0041394A"/>
    <w:rsid w:val="00415185"/>
    <w:rsid w:val="00415735"/>
    <w:rsid w:val="0041629C"/>
    <w:rsid w:val="004169E0"/>
    <w:rsid w:val="00422BFC"/>
    <w:rsid w:val="00422FF9"/>
    <w:rsid w:val="00423195"/>
    <w:rsid w:val="0042336F"/>
    <w:rsid w:val="00424174"/>
    <w:rsid w:val="004258A2"/>
    <w:rsid w:val="00425B18"/>
    <w:rsid w:val="00426D79"/>
    <w:rsid w:val="0042722D"/>
    <w:rsid w:val="0042761D"/>
    <w:rsid w:val="00431E8E"/>
    <w:rsid w:val="0043207D"/>
    <w:rsid w:val="00432BC1"/>
    <w:rsid w:val="004334BA"/>
    <w:rsid w:val="00434D4A"/>
    <w:rsid w:val="00434EEF"/>
    <w:rsid w:val="00436F83"/>
    <w:rsid w:val="004405C2"/>
    <w:rsid w:val="00441322"/>
    <w:rsid w:val="0044381E"/>
    <w:rsid w:val="004445CE"/>
    <w:rsid w:val="00447402"/>
    <w:rsid w:val="004476D7"/>
    <w:rsid w:val="00447BB3"/>
    <w:rsid w:val="00447EC9"/>
    <w:rsid w:val="00451557"/>
    <w:rsid w:val="00451A06"/>
    <w:rsid w:val="00451BB2"/>
    <w:rsid w:val="004537DF"/>
    <w:rsid w:val="0045429F"/>
    <w:rsid w:val="004600C3"/>
    <w:rsid w:val="00460657"/>
    <w:rsid w:val="004617D4"/>
    <w:rsid w:val="00462E6A"/>
    <w:rsid w:val="00465C3E"/>
    <w:rsid w:val="0046704F"/>
    <w:rsid w:val="00467E6F"/>
    <w:rsid w:val="00471A94"/>
    <w:rsid w:val="00472DE2"/>
    <w:rsid w:val="00475FC6"/>
    <w:rsid w:val="00491148"/>
    <w:rsid w:val="004A0946"/>
    <w:rsid w:val="004A58F6"/>
    <w:rsid w:val="004A6263"/>
    <w:rsid w:val="004B1BB9"/>
    <w:rsid w:val="004B2874"/>
    <w:rsid w:val="004C1223"/>
    <w:rsid w:val="004C1306"/>
    <w:rsid w:val="004C1AC9"/>
    <w:rsid w:val="004C397F"/>
    <w:rsid w:val="004D09AD"/>
    <w:rsid w:val="004D0D9A"/>
    <w:rsid w:val="004D4CD6"/>
    <w:rsid w:val="004D6F19"/>
    <w:rsid w:val="004E07EA"/>
    <w:rsid w:val="004E166C"/>
    <w:rsid w:val="004E51D7"/>
    <w:rsid w:val="004F2D33"/>
    <w:rsid w:val="004F4265"/>
    <w:rsid w:val="004F6CB4"/>
    <w:rsid w:val="004F75E0"/>
    <w:rsid w:val="00504752"/>
    <w:rsid w:val="0050687E"/>
    <w:rsid w:val="0051050D"/>
    <w:rsid w:val="00511E12"/>
    <w:rsid w:val="0051229B"/>
    <w:rsid w:val="00516386"/>
    <w:rsid w:val="00516445"/>
    <w:rsid w:val="00516A06"/>
    <w:rsid w:val="00516CAC"/>
    <w:rsid w:val="00522C81"/>
    <w:rsid w:val="00526CC9"/>
    <w:rsid w:val="00527CD2"/>
    <w:rsid w:val="0053091A"/>
    <w:rsid w:val="00531C20"/>
    <w:rsid w:val="00532909"/>
    <w:rsid w:val="005348CD"/>
    <w:rsid w:val="00537C18"/>
    <w:rsid w:val="005406AF"/>
    <w:rsid w:val="005434E8"/>
    <w:rsid w:val="0054554F"/>
    <w:rsid w:val="005458C7"/>
    <w:rsid w:val="00546841"/>
    <w:rsid w:val="0054687D"/>
    <w:rsid w:val="00550598"/>
    <w:rsid w:val="0055332F"/>
    <w:rsid w:val="0055595B"/>
    <w:rsid w:val="00555DA5"/>
    <w:rsid w:val="00555E95"/>
    <w:rsid w:val="0055776B"/>
    <w:rsid w:val="00563956"/>
    <w:rsid w:val="00564D65"/>
    <w:rsid w:val="00566143"/>
    <w:rsid w:val="005672C9"/>
    <w:rsid w:val="00570BDF"/>
    <w:rsid w:val="005734C5"/>
    <w:rsid w:val="00573C72"/>
    <w:rsid w:val="00575B27"/>
    <w:rsid w:val="005763CF"/>
    <w:rsid w:val="005804EA"/>
    <w:rsid w:val="005839C1"/>
    <w:rsid w:val="00584103"/>
    <w:rsid w:val="00584E6E"/>
    <w:rsid w:val="00585906"/>
    <w:rsid w:val="00586C13"/>
    <w:rsid w:val="00591CCC"/>
    <w:rsid w:val="00595E85"/>
    <w:rsid w:val="005975C6"/>
    <w:rsid w:val="005A2296"/>
    <w:rsid w:val="005A2DAD"/>
    <w:rsid w:val="005A4407"/>
    <w:rsid w:val="005A4878"/>
    <w:rsid w:val="005A6A68"/>
    <w:rsid w:val="005A7243"/>
    <w:rsid w:val="005A79AE"/>
    <w:rsid w:val="005A7CE7"/>
    <w:rsid w:val="005B19C5"/>
    <w:rsid w:val="005B4D06"/>
    <w:rsid w:val="005B5AB8"/>
    <w:rsid w:val="005C3ADF"/>
    <w:rsid w:val="005C50C6"/>
    <w:rsid w:val="005C6671"/>
    <w:rsid w:val="005D0148"/>
    <w:rsid w:val="005D1AA7"/>
    <w:rsid w:val="005D24B1"/>
    <w:rsid w:val="005D2899"/>
    <w:rsid w:val="005D2FEB"/>
    <w:rsid w:val="005D4D25"/>
    <w:rsid w:val="005D6BCC"/>
    <w:rsid w:val="005D7E2A"/>
    <w:rsid w:val="005E3246"/>
    <w:rsid w:val="005E3C82"/>
    <w:rsid w:val="005E3CBA"/>
    <w:rsid w:val="005E3FC8"/>
    <w:rsid w:val="005E3FEB"/>
    <w:rsid w:val="005E4E43"/>
    <w:rsid w:val="005F2998"/>
    <w:rsid w:val="005F3FCA"/>
    <w:rsid w:val="005F4238"/>
    <w:rsid w:val="005F43B9"/>
    <w:rsid w:val="005F5207"/>
    <w:rsid w:val="005F68D0"/>
    <w:rsid w:val="005F75FB"/>
    <w:rsid w:val="00602E9E"/>
    <w:rsid w:val="0060368F"/>
    <w:rsid w:val="00604230"/>
    <w:rsid w:val="00604535"/>
    <w:rsid w:val="006050AC"/>
    <w:rsid w:val="00605905"/>
    <w:rsid w:val="006117B7"/>
    <w:rsid w:val="00613B19"/>
    <w:rsid w:val="00614FE5"/>
    <w:rsid w:val="00616C63"/>
    <w:rsid w:val="00621BD2"/>
    <w:rsid w:val="00627E1C"/>
    <w:rsid w:val="00627EA6"/>
    <w:rsid w:val="006304C4"/>
    <w:rsid w:val="0063446F"/>
    <w:rsid w:val="00634BDA"/>
    <w:rsid w:val="006461C4"/>
    <w:rsid w:val="00646543"/>
    <w:rsid w:val="00647AAC"/>
    <w:rsid w:val="00647FD1"/>
    <w:rsid w:val="00651DF8"/>
    <w:rsid w:val="00652572"/>
    <w:rsid w:val="00653C05"/>
    <w:rsid w:val="0066101F"/>
    <w:rsid w:val="00666AEC"/>
    <w:rsid w:val="006674A2"/>
    <w:rsid w:val="00667EAD"/>
    <w:rsid w:val="00670BB7"/>
    <w:rsid w:val="006711DF"/>
    <w:rsid w:val="00671EF9"/>
    <w:rsid w:val="006759B4"/>
    <w:rsid w:val="00675E07"/>
    <w:rsid w:val="006801DC"/>
    <w:rsid w:val="00680494"/>
    <w:rsid w:val="006846ED"/>
    <w:rsid w:val="006847DA"/>
    <w:rsid w:val="00684F0A"/>
    <w:rsid w:val="00694861"/>
    <w:rsid w:val="00696B15"/>
    <w:rsid w:val="00697926"/>
    <w:rsid w:val="006A0182"/>
    <w:rsid w:val="006A0A18"/>
    <w:rsid w:val="006A0D9B"/>
    <w:rsid w:val="006A2CDD"/>
    <w:rsid w:val="006B0509"/>
    <w:rsid w:val="006B0949"/>
    <w:rsid w:val="006B1213"/>
    <w:rsid w:val="006B12D4"/>
    <w:rsid w:val="006B1CDD"/>
    <w:rsid w:val="006B2CDE"/>
    <w:rsid w:val="006B33A7"/>
    <w:rsid w:val="006B59EE"/>
    <w:rsid w:val="006C2A06"/>
    <w:rsid w:val="006C729C"/>
    <w:rsid w:val="006C7FC5"/>
    <w:rsid w:val="006D23CC"/>
    <w:rsid w:val="006D26EA"/>
    <w:rsid w:val="006D67DB"/>
    <w:rsid w:val="006E0140"/>
    <w:rsid w:val="006E0BB8"/>
    <w:rsid w:val="006E0F30"/>
    <w:rsid w:val="006E1BEE"/>
    <w:rsid w:val="006E2178"/>
    <w:rsid w:val="006E2BE1"/>
    <w:rsid w:val="006E3748"/>
    <w:rsid w:val="006E3EEE"/>
    <w:rsid w:val="006E4632"/>
    <w:rsid w:val="006E6618"/>
    <w:rsid w:val="006E7AC7"/>
    <w:rsid w:val="006F1458"/>
    <w:rsid w:val="006F28C1"/>
    <w:rsid w:val="006F2CCC"/>
    <w:rsid w:val="006F4CAA"/>
    <w:rsid w:val="007005F7"/>
    <w:rsid w:val="007011F9"/>
    <w:rsid w:val="007025E2"/>
    <w:rsid w:val="007052DE"/>
    <w:rsid w:val="00705DC3"/>
    <w:rsid w:val="00707B58"/>
    <w:rsid w:val="00711AC7"/>
    <w:rsid w:val="007123C0"/>
    <w:rsid w:val="00712B5F"/>
    <w:rsid w:val="00715811"/>
    <w:rsid w:val="007170EB"/>
    <w:rsid w:val="0071780F"/>
    <w:rsid w:val="007203B3"/>
    <w:rsid w:val="007227CC"/>
    <w:rsid w:val="00726AC2"/>
    <w:rsid w:val="0073160D"/>
    <w:rsid w:val="00731C74"/>
    <w:rsid w:val="00732A20"/>
    <w:rsid w:val="00732A49"/>
    <w:rsid w:val="007333D7"/>
    <w:rsid w:val="00733F1D"/>
    <w:rsid w:val="00735812"/>
    <w:rsid w:val="00741BEA"/>
    <w:rsid w:val="007450E2"/>
    <w:rsid w:val="007530A4"/>
    <w:rsid w:val="00754100"/>
    <w:rsid w:val="00754FFD"/>
    <w:rsid w:val="007552EA"/>
    <w:rsid w:val="007565C2"/>
    <w:rsid w:val="007570D1"/>
    <w:rsid w:val="00761574"/>
    <w:rsid w:val="00762086"/>
    <w:rsid w:val="0076338C"/>
    <w:rsid w:val="007635AD"/>
    <w:rsid w:val="0076377A"/>
    <w:rsid w:val="00763782"/>
    <w:rsid w:val="007645DA"/>
    <w:rsid w:val="00764648"/>
    <w:rsid w:val="00765F38"/>
    <w:rsid w:val="00766561"/>
    <w:rsid w:val="00767083"/>
    <w:rsid w:val="00770CCC"/>
    <w:rsid w:val="00776FAB"/>
    <w:rsid w:val="00777B32"/>
    <w:rsid w:val="00780E37"/>
    <w:rsid w:val="007810D4"/>
    <w:rsid w:val="00781F4F"/>
    <w:rsid w:val="0078232B"/>
    <w:rsid w:val="00783AB0"/>
    <w:rsid w:val="00784B29"/>
    <w:rsid w:val="00785347"/>
    <w:rsid w:val="007867AD"/>
    <w:rsid w:val="00786D2E"/>
    <w:rsid w:val="007877F2"/>
    <w:rsid w:val="0079290B"/>
    <w:rsid w:val="00792B5B"/>
    <w:rsid w:val="0079429B"/>
    <w:rsid w:val="00795931"/>
    <w:rsid w:val="007978BC"/>
    <w:rsid w:val="007A1A7E"/>
    <w:rsid w:val="007A3E50"/>
    <w:rsid w:val="007A6EA2"/>
    <w:rsid w:val="007A70BD"/>
    <w:rsid w:val="007A732C"/>
    <w:rsid w:val="007A78AC"/>
    <w:rsid w:val="007B0D2F"/>
    <w:rsid w:val="007B25F2"/>
    <w:rsid w:val="007B2B72"/>
    <w:rsid w:val="007B39FE"/>
    <w:rsid w:val="007B5B1E"/>
    <w:rsid w:val="007C296F"/>
    <w:rsid w:val="007C36FC"/>
    <w:rsid w:val="007C649C"/>
    <w:rsid w:val="007C6B82"/>
    <w:rsid w:val="007D010F"/>
    <w:rsid w:val="007D0D93"/>
    <w:rsid w:val="007D2050"/>
    <w:rsid w:val="007D2AD5"/>
    <w:rsid w:val="007D3354"/>
    <w:rsid w:val="007D45FE"/>
    <w:rsid w:val="007D5D13"/>
    <w:rsid w:val="007D65C7"/>
    <w:rsid w:val="007E0526"/>
    <w:rsid w:val="007E2525"/>
    <w:rsid w:val="007E3F55"/>
    <w:rsid w:val="007E6989"/>
    <w:rsid w:val="007E7536"/>
    <w:rsid w:val="007F2AFE"/>
    <w:rsid w:val="007F378B"/>
    <w:rsid w:val="007F3F23"/>
    <w:rsid w:val="007F4990"/>
    <w:rsid w:val="007F499B"/>
    <w:rsid w:val="007F4DD3"/>
    <w:rsid w:val="007F6B4B"/>
    <w:rsid w:val="007F7DAA"/>
    <w:rsid w:val="00800E7C"/>
    <w:rsid w:val="00800EAE"/>
    <w:rsid w:val="00801947"/>
    <w:rsid w:val="00802304"/>
    <w:rsid w:val="00802AE3"/>
    <w:rsid w:val="008030C2"/>
    <w:rsid w:val="008077F5"/>
    <w:rsid w:val="00811882"/>
    <w:rsid w:val="00812012"/>
    <w:rsid w:val="0081432C"/>
    <w:rsid w:val="00817136"/>
    <w:rsid w:val="0082377A"/>
    <w:rsid w:val="008246B0"/>
    <w:rsid w:val="00825366"/>
    <w:rsid w:val="008256FC"/>
    <w:rsid w:val="00826297"/>
    <w:rsid w:val="00827F9F"/>
    <w:rsid w:val="00832F0A"/>
    <w:rsid w:val="00833446"/>
    <w:rsid w:val="00833B12"/>
    <w:rsid w:val="0084239E"/>
    <w:rsid w:val="008449F4"/>
    <w:rsid w:val="00847663"/>
    <w:rsid w:val="00847866"/>
    <w:rsid w:val="008523DC"/>
    <w:rsid w:val="00855730"/>
    <w:rsid w:val="00855C21"/>
    <w:rsid w:val="00861A22"/>
    <w:rsid w:val="00862493"/>
    <w:rsid w:val="008625A0"/>
    <w:rsid w:val="008626D2"/>
    <w:rsid w:val="00863222"/>
    <w:rsid w:val="008656A1"/>
    <w:rsid w:val="00865C72"/>
    <w:rsid w:val="00867E2B"/>
    <w:rsid w:val="008705FA"/>
    <w:rsid w:val="00870E3A"/>
    <w:rsid w:val="00871142"/>
    <w:rsid w:val="00874024"/>
    <w:rsid w:val="008757B4"/>
    <w:rsid w:val="00876C92"/>
    <w:rsid w:val="00877F85"/>
    <w:rsid w:val="008825CE"/>
    <w:rsid w:val="00883289"/>
    <w:rsid w:val="00885170"/>
    <w:rsid w:val="00887BED"/>
    <w:rsid w:val="00891099"/>
    <w:rsid w:val="00891BD7"/>
    <w:rsid w:val="0089337F"/>
    <w:rsid w:val="00894CA3"/>
    <w:rsid w:val="00895615"/>
    <w:rsid w:val="00895D43"/>
    <w:rsid w:val="008961CA"/>
    <w:rsid w:val="00896B92"/>
    <w:rsid w:val="00897254"/>
    <w:rsid w:val="00897CF6"/>
    <w:rsid w:val="008A3539"/>
    <w:rsid w:val="008A5C50"/>
    <w:rsid w:val="008A69F7"/>
    <w:rsid w:val="008B19F2"/>
    <w:rsid w:val="008B2E06"/>
    <w:rsid w:val="008B3151"/>
    <w:rsid w:val="008B326A"/>
    <w:rsid w:val="008B36CA"/>
    <w:rsid w:val="008B4556"/>
    <w:rsid w:val="008B7F5E"/>
    <w:rsid w:val="008C004C"/>
    <w:rsid w:val="008C1E95"/>
    <w:rsid w:val="008C318A"/>
    <w:rsid w:val="008D0C22"/>
    <w:rsid w:val="008D1D0C"/>
    <w:rsid w:val="008D24FE"/>
    <w:rsid w:val="008D2F27"/>
    <w:rsid w:val="008D33B6"/>
    <w:rsid w:val="008D4451"/>
    <w:rsid w:val="008D4D9A"/>
    <w:rsid w:val="008D5062"/>
    <w:rsid w:val="008D6619"/>
    <w:rsid w:val="008D7398"/>
    <w:rsid w:val="008E13E3"/>
    <w:rsid w:val="008E1548"/>
    <w:rsid w:val="008E49EA"/>
    <w:rsid w:val="008E6165"/>
    <w:rsid w:val="008E72FC"/>
    <w:rsid w:val="008F2507"/>
    <w:rsid w:val="008F453E"/>
    <w:rsid w:val="008F67B9"/>
    <w:rsid w:val="008F68EB"/>
    <w:rsid w:val="008F6E40"/>
    <w:rsid w:val="008F733D"/>
    <w:rsid w:val="00900834"/>
    <w:rsid w:val="00901F87"/>
    <w:rsid w:val="00904766"/>
    <w:rsid w:val="00904C99"/>
    <w:rsid w:val="00905137"/>
    <w:rsid w:val="009117CA"/>
    <w:rsid w:val="00913FD8"/>
    <w:rsid w:val="009156B7"/>
    <w:rsid w:val="009227D6"/>
    <w:rsid w:val="0092445C"/>
    <w:rsid w:val="009244CF"/>
    <w:rsid w:val="009245C7"/>
    <w:rsid w:val="00925857"/>
    <w:rsid w:val="00926EF7"/>
    <w:rsid w:val="0093066E"/>
    <w:rsid w:val="00930E28"/>
    <w:rsid w:val="00930EFD"/>
    <w:rsid w:val="00931528"/>
    <w:rsid w:val="009341EB"/>
    <w:rsid w:val="00935E3E"/>
    <w:rsid w:val="009363DC"/>
    <w:rsid w:val="009415E3"/>
    <w:rsid w:val="00942763"/>
    <w:rsid w:val="00942BB0"/>
    <w:rsid w:val="00943DC4"/>
    <w:rsid w:val="0094680C"/>
    <w:rsid w:val="009468B9"/>
    <w:rsid w:val="009528F0"/>
    <w:rsid w:val="009529D2"/>
    <w:rsid w:val="0095675D"/>
    <w:rsid w:val="009602A5"/>
    <w:rsid w:val="00962590"/>
    <w:rsid w:val="00963BDA"/>
    <w:rsid w:val="00964E7E"/>
    <w:rsid w:val="009657EB"/>
    <w:rsid w:val="00972E74"/>
    <w:rsid w:val="00983DD4"/>
    <w:rsid w:val="0099170F"/>
    <w:rsid w:val="0099552F"/>
    <w:rsid w:val="00995FD0"/>
    <w:rsid w:val="009A1882"/>
    <w:rsid w:val="009A1E16"/>
    <w:rsid w:val="009A3747"/>
    <w:rsid w:val="009A4EAB"/>
    <w:rsid w:val="009A5B2A"/>
    <w:rsid w:val="009A5E17"/>
    <w:rsid w:val="009A781A"/>
    <w:rsid w:val="009B00AE"/>
    <w:rsid w:val="009B0D2F"/>
    <w:rsid w:val="009B10E7"/>
    <w:rsid w:val="009B3009"/>
    <w:rsid w:val="009B3EE6"/>
    <w:rsid w:val="009B3FE4"/>
    <w:rsid w:val="009B68F6"/>
    <w:rsid w:val="009C1373"/>
    <w:rsid w:val="009C17A7"/>
    <w:rsid w:val="009C2D1A"/>
    <w:rsid w:val="009C603B"/>
    <w:rsid w:val="009D145D"/>
    <w:rsid w:val="009D390C"/>
    <w:rsid w:val="009D3A1B"/>
    <w:rsid w:val="009D3A5A"/>
    <w:rsid w:val="009D66B7"/>
    <w:rsid w:val="009D6F55"/>
    <w:rsid w:val="009D7CE5"/>
    <w:rsid w:val="009E7207"/>
    <w:rsid w:val="009F17A9"/>
    <w:rsid w:val="009F2197"/>
    <w:rsid w:val="009F3A85"/>
    <w:rsid w:val="009F3E1C"/>
    <w:rsid w:val="009F59DB"/>
    <w:rsid w:val="009F7C93"/>
    <w:rsid w:val="00A01760"/>
    <w:rsid w:val="00A01DCC"/>
    <w:rsid w:val="00A01DE6"/>
    <w:rsid w:val="00A06375"/>
    <w:rsid w:val="00A0684F"/>
    <w:rsid w:val="00A0720E"/>
    <w:rsid w:val="00A14D5E"/>
    <w:rsid w:val="00A15332"/>
    <w:rsid w:val="00A15484"/>
    <w:rsid w:val="00A16BA7"/>
    <w:rsid w:val="00A16F56"/>
    <w:rsid w:val="00A17145"/>
    <w:rsid w:val="00A21A28"/>
    <w:rsid w:val="00A224A8"/>
    <w:rsid w:val="00A22900"/>
    <w:rsid w:val="00A22FC7"/>
    <w:rsid w:val="00A24EAF"/>
    <w:rsid w:val="00A259DD"/>
    <w:rsid w:val="00A26FB6"/>
    <w:rsid w:val="00A305C3"/>
    <w:rsid w:val="00A3060E"/>
    <w:rsid w:val="00A31B65"/>
    <w:rsid w:val="00A31C78"/>
    <w:rsid w:val="00A32F97"/>
    <w:rsid w:val="00A337E1"/>
    <w:rsid w:val="00A35ED4"/>
    <w:rsid w:val="00A3667B"/>
    <w:rsid w:val="00A40569"/>
    <w:rsid w:val="00A41612"/>
    <w:rsid w:val="00A41C1A"/>
    <w:rsid w:val="00A41F26"/>
    <w:rsid w:val="00A4426C"/>
    <w:rsid w:val="00A4601D"/>
    <w:rsid w:val="00A4656B"/>
    <w:rsid w:val="00A546B8"/>
    <w:rsid w:val="00A56AF4"/>
    <w:rsid w:val="00A608BD"/>
    <w:rsid w:val="00A609D2"/>
    <w:rsid w:val="00A60B2C"/>
    <w:rsid w:val="00A64129"/>
    <w:rsid w:val="00A64627"/>
    <w:rsid w:val="00A6626F"/>
    <w:rsid w:val="00A6633F"/>
    <w:rsid w:val="00A6635D"/>
    <w:rsid w:val="00A67997"/>
    <w:rsid w:val="00A70FAC"/>
    <w:rsid w:val="00A72CF3"/>
    <w:rsid w:val="00A74BCE"/>
    <w:rsid w:val="00A750DD"/>
    <w:rsid w:val="00A77D12"/>
    <w:rsid w:val="00A807BD"/>
    <w:rsid w:val="00A80A88"/>
    <w:rsid w:val="00A81157"/>
    <w:rsid w:val="00A8156B"/>
    <w:rsid w:val="00A846B4"/>
    <w:rsid w:val="00A8551C"/>
    <w:rsid w:val="00A85858"/>
    <w:rsid w:val="00A908F7"/>
    <w:rsid w:val="00A946CB"/>
    <w:rsid w:val="00AA1B8A"/>
    <w:rsid w:val="00AA1F21"/>
    <w:rsid w:val="00AA32D0"/>
    <w:rsid w:val="00AA659C"/>
    <w:rsid w:val="00AB05B4"/>
    <w:rsid w:val="00AB0728"/>
    <w:rsid w:val="00AB09C1"/>
    <w:rsid w:val="00AB4DA8"/>
    <w:rsid w:val="00AB62C8"/>
    <w:rsid w:val="00AC6054"/>
    <w:rsid w:val="00AC62B5"/>
    <w:rsid w:val="00AD1AB5"/>
    <w:rsid w:val="00AD21F2"/>
    <w:rsid w:val="00AE260C"/>
    <w:rsid w:val="00AE2731"/>
    <w:rsid w:val="00AE309A"/>
    <w:rsid w:val="00AE3358"/>
    <w:rsid w:val="00AE3D17"/>
    <w:rsid w:val="00AE4E5D"/>
    <w:rsid w:val="00AE66A9"/>
    <w:rsid w:val="00AE695A"/>
    <w:rsid w:val="00AE6C41"/>
    <w:rsid w:val="00AF1427"/>
    <w:rsid w:val="00AF3E7E"/>
    <w:rsid w:val="00AF42FE"/>
    <w:rsid w:val="00AF435D"/>
    <w:rsid w:val="00B0013D"/>
    <w:rsid w:val="00B00DE6"/>
    <w:rsid w:val="00B02E6F"/>
    <w:rsid w:val="00B04629"/>
    <w:rsid w:val="00B0730F"/>
    <w:rsid w:val="00B07F69"/>
    <w:rsid w:val="00B133B5"/>
    <w:rsid w:val="00B14CD8"/>
    <w:rsid w:val="00B155C0"/>
    <w:rsid w:val="00B157BB"/>
    <w:rsid w:val="00B1703F"/>
    <w:rsid w:val="00B202D4"/>
    <w:rsid w:val="00B20648"/>
    <w:rsid w:val="00B22BA3"/>
    <w:rsid w:val="00B22C24"/>
    <w:rsid w:val="00B25C39"/>
    <w:rsid w:val="00B274F3"/>
    <w:rsid w:val="00B30EE1"/>
    <w:rsid w:val="00B32A76"/>
    <w:rsid w:val="00B333A7"/>
    <w:rsid w:val="00B40CFF"/>
    <w:rsid w:val="00B428C2"/>
    <w:rsid w:val="00B445CE"/>
    <w:rsid w:val="00B4650D"/>
    <w:rsid w:val="00B559D2"/>
    <w:rsid w:val="00B60DB1"/>
    <w:rsid w:val="00B61203"/>
    <w:rsid w:val="00B62CEE"/>
    <w:rsid w:val="00B6380B"/>
    <w:rsid w:val="00B64BB9"/>
    <w:rsid w:val="00B6658F"/>
    <w:rsid w:val="00B66CE8"/>
    <w:rsid w:val="00B713DB"/>
    <w:rsid w:val="00B72486"/>
    <w:rsid w:val="00B74467"/>
    <w:rsid w:val="00B74ABD"/>
    <w:rsid w:val="00B75CEB"/>
    <w:rsid w:val="00B769B7"/>
    <w:rsid w:val="00B80829"/>
    <w:rsid w:val="00B80CD6"/>
    <w:rsid w:val="00B837CD"/>
    <w:rsid w:val="00B87140"/>
    <w:rsid w:val="00B87401"/>
    <w:rsid w:val="00B87758"/>
    <w:rsid w:val="00B951FA"/>
    <w:rsid w:val="00B9522C"/>
    <w:rsid w:val="00B973AA"/>
    <w:rsid w:val="00BA0CF8"/>
    <w:rsid w:val="00BA110E"/>
    <w:rsid w:val="00BA1481"/>
    <w:rsid w:val="00BA2CA9"/>
    <w:rsid w:val="00BA37C9"/>
    <w:rsid w:val="00BA45DF"/>
    <w:rsid w:val="00BA6D47"/>
    <w:rsid w:val="00BA7F40"/>
    <w:rsid w:val="00BB07B3"/>
    <w:rsid w:val="00BB11F4"/>
    <w:rsid w:val="00BB2FAA"/>
    <w:rsid w:val="00BB4395"/>
    <w:rsid w:val="00BB5423"/>
    <w:rsid w:val="00BB67D9"/>
    <w:rsid w:val="00BC4212"/>
    <w:rsid w:val="00BC502C"/>
    <w:rsid w:val="00BC53A8"/>
    <w:rsid w:val="00BD1F5C"/>
    <w:rsid w:val="00BD549E"/>
    <w:rsid w:val="00BD5818"/>
    <w:rsid w:val="00BE474A"/>
    <w:rsid w:val="00BE4923"/>
    <w:rsid w:val="00BF077D"/>
    <w:rsid w:val="00BF0FD1"/>
    <w:rsid w:val="00BF11A2"/>
    <w:rsid w:val="00BF2718"/>
    <w:rsid w:val="00BF340E"/>
    <w:rsid w:val="00BF72B6"/>
    <w:rsid w:val="00C0123F"/>
    <w:rsid w:val="00C0492E"/>
    <w:rsid w:val="00C11696"/>
    <w:rsid w:val="00C179F7"/>
    <w:rsid w:val="00C17A33"/>
    <w:rsid w:val="00C23AF3"/>
    <w:rsid w:val="00C245D8"/>
    <w:rsid w:val="00C24857"/>
    <w:rsid w:val="00C3324C"/>
    <w:rsid w:val="00C3496A"/>
    <w:rsid w:val="00C4176F"/>
    <w:rsid w:val="00C418BC"/>
    <w:rsid w:val="00C427E7"/>
    <w:rsid w:val="00C467DD"/>
    <w:rsid w:val="00C47955"/>
    <w:rsid w:val="00C47B9E"/>
    <w:rsid w:val="00C53D91"/>
    <w:rsid w:val="00C54618"/>
    <w:rsid w:val="00C54DC0"/>
    <w:rsid w:val="00C572D8"/>
    <w:rsid w:val="00C609AB"/>
    <w:rsid w:val="00C617E2"/>
    <w:rsid w:val="00C61C73"/>
    <w:rsid w:val="00C62600"/>
    <w:rsid w:val="00C62DE4"/>
    <w:rsid w:val="00C636CD"/>
    <w:rsid w:val="00C64930"/>
    <w:rsid w:val="00C65257"/>
    <w:rsid w:val="00C65435"/>
    <w:rsid w:val="00C67B80"/>
    <w:rsid w:val="00C727C5"/>
    <w:rsid w:val="00C72859"/>
    <w:rsid w:val="00C73237"/>
    <w:rsid w:val="00C7363E"/>
    <w:rsid w:val="00C8130A"/>
    <w:rsid w:val="00C81AA2"/>
    <w:rsid w:val="00C83445"/>
    <w:rsid w:val="00C8624A"/>
    <w:rsid w:val="00C866AB"/>
    <w:rsid w:val="00C86DFE"/>
    <w:rsid w:val="00C90BC9"/>
    <w:rsid w:val="00C90FCC"/>
    <w:rsid w:val="00C9138C"/>
    <w:rsid w:val="00C94FFF"/>
    <w:rsid w:val="00C9518D"/>
    <w:rsid w:val="00C95520"/>
    <w:rsid w:val="00C97CDB"/>
    <w:rsid w:val="00CA27B6"/>
    <w:rsid w:val="00CA3338"/>
    <w:rsid w:val="00CA59A0"/>
    <w:rsid w:val="00CB11C8"/>
    <w:rsid w:val="00CB1C9E"/>
    <w:rsid w:val="00CB27BE"/>
    <w:rsid w:val="00CB40C7"/>
    <w:rsid w:val="00CB7D5D"/>
    <w:rsid w:val="00CC0715"/>
    <w:rsid w:val="00CC0B26"/>
    <w:rsid w:val="00CC1CF5"/>
    <w:rsid w:val="00CD0666"/>
    <w:rsid w:val="00CD079E"/>
    <w:rsid w:val="00CD1075"/>
    <w:rsid w:val="00CD40C6"/>
    <w:rsid w:val="00CD5133"/>
    <w:rsid w:val="00CD6E3B"/>
    <w:rsid w:val="00CD74C1"/>
    <w:rsid w:val="00CE0005"/>
    <w:rsid w:val="00CE0416"/>
    <w:rsid w:val="00CE1E89"/>
    <w:rsid w:val="00CE442B"/>
    <w:rsid w:val="00CE5503"/>
    <w:rsid w:val="00CE6B3D"/>
    <w:rsid w:val="00CE7BD4"/>
    <w:rsid w:val="00CE7F6C"/>
    <w:rsid w:val="00CF7D2E"/>
    <w:rsid w:val="00D0013D"/>
    <w:rsid w:val="00D007E8"/>
    <w:rsid w:val="00D02249"/>
    <w:rsid w:val="00D07466"/>
    <w:rsid w:val="00D07FFD"/>
    <w:rsid w:val="00D10ADB"/>
    <w:rsid w:val="00D119F9"/>
    <w:rsid w:val="00D154EB"/>
    <w:rsid w:val="00D16CED"/>
    <w:rsid w:val="00D17407"/>
    <w:rsid w:val="00D225A4"/>
    <w:rsid w:val="00D2287A"/>
    <w:rsid w:val="00D22ECA"/>
    <w:rsid w:val="00D24DF1"/>
    <w:rsid w:val="00D2656C"/>
    <w:rsid w:val="00D26E05"/>
    <w:rsid w:val="00D32101"/>
    <w:rsid w:val="00D332EF"/>
    <w:rsid w:val="00D33E20"/>
    <w:rsid w:val="00D3453C"/>
    <w:rsid w:val="00D3527B"/>
    <w:rsid w:val="00D35C52"/>
    <w:rsid w:val="00D37BC1"/>
    <w:rsid w:val="00D40D12"/>
    <w:rsid w:val="00D41E7D"/>
    <w:rsid w:val="00D44A8C"/>
    <w:rsid w:val="00D46BAD"/>
    <w:rsid w:val="00D47303"/>
    <w:rsid w:val="00D5207A"/>
    <w:rsid w:val="00D52155"/>
    <w:rsid w:val="00D521C5"/>
    <w:rsid w:val="00D5304E"/>
    <w:rsid w:val="00D532F2"/>
    <w:rsid w:val="00D53E61"/>
    <w:rsid w:val="00D626A7"/>
    <w:rsid w:val="00D62B22"/>
    <w:rsid w:val="00D6371E"/>
    <w:rsid w:val="00D6475B"/>
    <w:rsid w:val="00D65A34"/>
    <w:rsid w:val="00D67DBA"/>
    <w:rsid w:val="00D70F65"/>
    <w:rsid w:val="00D71394"/>
    <w:rsid w:val="00D7353D"/>
    <w:rsid w:val="00D73EC6"/>
    <w:rsid w:val="00D752D4"/>
    <w:rsid w:val="00D7538F"/>
    <w:rsid w:val="00D76800"/>
    <w:rsid w:val="00D80A4B"/>
    <w:rsid w:val="00D824D4"/>
    <w:rsid w:val="00D851E1"/>
    <w:rsid w:val="00D8710E"/>
    <w:rsid w:val="00D940E5"/>
    <w:rsid w:val="00D94CCA"/>
    <w:rsid w:val="00D97A2F"/>
    <w:rsid w:val="00DA35A9"/>
    <w:rsid w:val="00DA37FF"/>
    <w:rsid w:val="00DA72A9"/>
    <w:rsid w:val="00DA737A"/>
    <w:rsid w:val="00DB022B"/>
    <w:rsid w:val="00DB05B3"/>
    <w:rsid w:val="00DB0DE0"/>
    <w:rsid w:val="00DB2154"/>
    <w:rsid w:val="00DB30E7"/>
    <w:rsid w:val="00DC1CD8"/>
    <w:rsid w:val="00DC1E0D"/>
    <w:rsid w:val="00DC5513"/>
    <w:rsid w:val="00DC7BBF"/>
    <w:rsid w:val="00DD35AC"/>
    <w:rsid w:val="00DD4730"/>
    <w:rsid w:val="00DD4E56"/>
    <w:rsid w:val="00DD67E0"/>
    <w:rsid w:val="00DD7394"/>
    <w:rsid w:val="00DE4162"/>
    <w:rsid w:val="00DE44B6"/>
    <w:rsid w:val="00DE692A"/>
    <w:rsid w:val="00DE7F68"/>
    <w:rsid w:val="00DF1834"/>
    <w:rsid w:val="00DF376D"/>
    <w:rsid w:val="00DF3913"/>
    <w:rsid w:val="00DF407A"/>
    <w:rsid w:val="00DF472A"/>
    <w:rsid w:val="00DF5E13"/>
    <w:rsid w:val="00DF6012"/>
    <w:rsid w:val="00E02D7E"/>
    <w:rsid w:val="00E035B7"/>
    <w:rsid w:val="00E03A6A"/>
    <w:rsid w:val="00E066B7"/>
    <w:rsid w:val="00E11BA5"/>
    <w:rsid w:val="00E135DE"/>
    <w:rsid w:val="00E13DA0"/>
    <w:rsid w:val="00E14346"/>
    <w:rsid w:val="00E1546C"/>
    <w:rsid w:val="00E166DA"/>
    <w:rsid w:val="00E224BE"/>
    <w:rsid w:val="00E24936"/>
    <w:rsid w:val="00E25CD4"/>
    <w:rsid w:val="00E26AD7"/>
    <w:rsid w:val="00E3083F"/>
    <w:rsid w:val="00E3473B"/>
    <w:rsid w:val="00E34AFC"/>
    <w:rsid w:val="00E37DAF"/>
    <w:rsid w:val="00E421F4"/>
    <w:rsid w:val="00E426D1"/>
    <w:rsid w:val="00E45D81"/>
    <w:rsid w:val="00E4674C"/>
    <w:rsid w:val="00E4725C"/>
    <w:rsid w:val="00E51FC7"/>
    <w:rsid w:val="00E52F8B"/>
    <w:rsid w:val="00E540D2"/>
    <w:rsid w:val="00E6379E"/>
    <w:rsid w:val="00E63DEA"/>
    <w:rsid w:val="00E6480C"/>
    <w:rsid w:val="00E6788F"/>
    <w:rsid w:val="00E713DE"/>
    <w:rsid w:val="00E71BEA"/>
    <w:rsid w:val="00E73306"/>
    <w:rsid w:val="00E778E9"/>
    <w:rsid w:val="00E77D2E"/>
    <w:rsid w:val="00E807B6"/>
    <w:rsid w:val="00E80B65"/>
    <w:rsid w:val="00E81603"/>
    <w:rsid w:val="00E821D7"/>
    <w:rsid w:val="00E82282"/>
    <w:rsid w:val="00E827F7"/>
    <w:rsid w:val="00E82B3F"/>
    <w:rsid w:val="00E85121"/>
    <w:rsid w:val="00E91C73"/>
    <w:rsid w:val="00E927DE"/>
    <w:rsid w:val="00E93CD9"/>
    <w:rsid w:val="00E9482C"/>
    <w:rsid w:val="00E95655"/>
    <w:rsid w:val="00E9610C"/>
    <w:rsid w:val="00E96574"/>
    <w:rsid w:val="00E96709"/>
    <w:rsid w:val="00E97B21"/>
    <w:rsid w:val="00EA049E"/>
    <w:rsid w:val="00EA0AB6"/>
    <w:rsid w:val="00EA171F"/>
    <w:rsid w:val="00EA17C2"/>
    <w:rsid w:val="00EA6932"/>
    <w:rsid w:val="00EB1DFF"/>
    <w:rsid w:val="00EB1E24"/>
    <w:rsid w:val="00EB40A1"/>
    <w:rsid w:val="00EB5DC7"/>
    <w:rsid w:val="00EB6875"/>
    <w:rsid w:val="00EC0EBC"/>
    <w:rsid w:val="00EC345A"/>
    <w:rsid w:val="00EC3BBF"/>
    <w:rsid w:val="00EC7EDE"/>
    <w:rsid w:val="00ED0488"/>
    <w:rsid w:val="00ED0550"/>
    <w:rsid w:val="00ED1EE7"/>
    <w:rsid w:val="00ED20B2"/>
    <w:rsid w:val="00ED5DCE"/>
    <w:rsid w:val="00ED6BD9"/>
    <w:rsid w:val="00EE10B3"/>
    <w:rsid w:val="00EE2471"/>
    <w:rsid w:val="00EE5FD0"/>
    <w:rsid w:val="00EE6DD9"/>
    <w:rsid w:val="00EE72D4"/>
    <w:rsid w:val="00EE7549"/>
    <w:rsid w:val="00EF3B52"/>
    <w:rsid w:val="00EF76AC"/>
    <w:rsid w:val="00F02AE1"/>
    <w:rsid w:val="00F043CE"/>
    <w:rsid w:val="00F062F4"/>
    <w:rsid w:val="00F07502"/>
    <w:rsid w:val="00F10198"/>
    <w:rsid w:val="00F10EDE"/>
    <w:rsid w:val="00F115B1"/>
    <w:rsid w:val="00F11A93"/>
    <w:rsid w:val="00F11F53"/>
    <w:rsid w:val="00F13533"/>
    <w:rsid w:val="00F138F6"/>
    <w:rsid w:val="00F1407C"/>
    <w:rsid w:val="00F149C7"/>
    <w:rsid w:val="00F15419"/>
    <w:rsid w:val="00F160EF"/>
    <w:rsid w:val="00F20EC1"/>
    <w:rsid w:val="00F22D09"/>
    <w:rsid w:val="00F233CF"/>
    <w:rsid w:val="00F25D12"/>
    <w:rsid w:val="00F26CDB"/>
    <w:rsid w:val="00F30359"/>
    <w:rsid w:val="00F30561"/>
    <w:rsid w:val="00F31325"/>
    <w:rsid w:val="00F32070"/>
    <w:rsid w:val="00F34F16"/>
    <w:rsid w:val="00F4056F"/>
    <w:rsid w:val="00F42232"/>
    <w:rsid w:val="00F43734"/>
    <w:rsid w:val="00F43828"/>
    <w:rsid w:val="00F43A22"/>
    <w:rsid w:val="00F45ED4"/>
    <w:rsid w:val="00F471F1"/>
    <w:rsid w:val="00F50871"/>
    <w:rsid w:val="00F57258"/>
    <w:rsid w:val="00F61273"/>
    <w:rsid w:val="00F618CB"/>
    <w:rsid w:val="00F664D0"/>
    <w:rsid w:val="00F67919"/>
    <w:rsid w:val="00F71014"/>
    <w:rsid w:val="00F72FCD"/>
    <w:rsid w:val="00F7407B"/>
    <w:rsid w:val="00F752DC"/>
    <w:rsid w:val="00F75A25"/>
    <w:rsid w:val="00F80F06"/>
    <w:rsid w:val="00F81E92"/>
    <w:rsid w:val="00F84DD8"/>
    <w:rsid w:val="00F90918"/>
    <w:rsid w:val="00F9116C"/>
    <w:rsid w:val="00F97602"/>
    <w:rsid w:val="00FA015E"/>
    <w:rsid w:val="00FA0C77"/>
    <w:rsid w:val="00FA4600"/>
    <w:rsid w:val="00FA5C62"/>
    <w:rsid w:val="00FA733C"/>
    <w:rsid w:val="00FB4375"/>
    <w:rsid w:val="00FC185C"/>
    <w:rsid w:val="00FC383C"/>
    <w:rsid w:val="00FC3B46"/>
    <w:rsid w:val="00FC41BB"/>
    <w:rsid w:val="00FC5F9A"/>
    <w:rsid w:val="00FD22BA"/>
    <w:rsid w:val="00FD2C51"/>
    <w:rsid w:val="00FD633D"/>
    <w:rsid w:val="00FD6FE8"/>
    <w:rsid w:val="00FD743A"/>
    <w:rsid w:val="00FE311C"/>
    <w:rsid w:val="00FE4007"/>
    <w:rsid w:val="00FE443A"/>
    <w:rsid w:val="00FE518A"/>
    <w:rsid w:val="00FE6026"/>
    <w:rsid w:val="00FE65EE"/>
    <w:rsid w:val="00FE6669"/>
    <w:rsid w:val="00FF0ED8"/>
    <w:rsid w:val="00FF21F4"/>
    <w:rsid w:val="00FF2FF9"/>
    <w:rsid w:val="00FF343F"/>
    <w:rsid w:val="00FF3857"/>
    <w:rsid w:val="00FF420B"/>
    <w:rsid w:val="00FF4C22"/>
    <w:rsid w:val="00FF55EA"/>
    <w:rsid w:val="00FF66A4"/>
    <w:rsid w:val="00FF76A6"/>
    <w:rsid w:val="00FF7D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C397F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C397F"/>
    <w:pPr>
      <w:keepNext/>
      <w:autoSpaceDE w:val="0"/>
      <w:autoSpaceDN w:val="0"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C397F"/>
    <w:pPr>
      <w:keepNext/>
      <w:autoSpaceDE w:val="0"/>
      <w:autoSpaceDN w:val="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97F"/>
    <w:pPr>
      <w:keepNext/>
      <w:autoSpaceDE w:val="0"/>
      <w:autoSpaceDN w:val="0"/>
      <w:jc w:val="both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97F"/>
    <w:pPr>
      <w:keepNext/>
      <w:autoSpaceDE w:val="0"/>
      <w:autoSpaceDN w:val="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97F"/>
    <w:pPr>
      <w:keepNext/>
      <w:autoSpaceDE w:val="0"/>
      <w:autoSpaceDN w:val="0"/>
      <w:jc w:val="center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C397F"/>
    <w:pPr>
      <w:keepNext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C397F"/>
    <w:pPr>
      <w:keepNext/>
      <w:autoSpaceDE w:val="0"/>
      <w:autoSpaceDN w:val="0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4C397F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C397F"/>
    <w:pPr>
      <w:keepNext/>
      <w:autoSpaceDE w:val="0"/>
      <w:autoSpaceDN w:val="0"/>
      <w:jc w:val="center"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97926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697926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97926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97926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97926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97926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97926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97926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97926"/>
    <w:rPr>
      <w:rFonts w:ascii="Cambria" w:hAnsi="Cambria" w:cs="Cambria"/>
    </w:rPr>
  </w:style>
  <w:style w:type="paragraph" w:styleId="Header">
    <w:name w:val="header"/>
    <w:aliases w:val="Znak Znak,Nagłówek strony,Nagłówek strony1,Nagłówek strony2,Nagłówek strony3,Nagłówek strony11,Nagłówek strony21,Nagłówek strony4,Nagłówek strony12,Nagłówek strony22,Nagłówek strony5,Nagłówek strony13,Nagłówek strony23,Nagłówek strony6"/>
    <w:basedOn w:val="Normal"/>
    <w:link w:val="Head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Znak Znak Char,Nagłówek strony Char,Nagłówek strony1 Char,Nagłówek strony2 Char,Nagłówek strony3 Char,Nagłówek strony11 Char,Nagłówek strony21 Char,Nagłówek strony4 Char,Nagłówek strony12 Char,Nagłówek strony22 Char,Nagłówek strony5 Char"/>
    <w:basedOn w:val="DefaultParagraphFont"/>
    <w:link w:val="Header"/>
    <w:uiPriority w:val="99"/>
    <w:locked/>
    <w:rsid w:val="004C397F"/>
    <w:rPr>
      <w:sz w:val="24"/>
      <w:szCs w:val="24"/>
      <w:lang w:val="pl-PL" w:eastAsia="pl-PL"/>
    </w:rPr>
  </w:style>
  <w:style w:type="paragraph" w:styleId="Footer">
    <w:name w:val="footer"/>
    <w:aliases w:val="Znak14 Znak"/>
    <w:basedOn w:val="Normal"/>
    <w:link w:val="FooterChar"/>
    <w:uiPriority w:val="99"/>
    <w:rsid w:val="004C397F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Znak14 Znak Char"/>
    <w:basedOn w:val="DefaultParagraphFont"/>
    <w:link w:val="Footer"/>
    <w:uiPriority w:val="99"/>
    <w:locked/>
    <w:rsid w:val="002E6E56"/>
    <w:rPr>
      <w:sz w:val="24"/>
      <w:szCs w:val="24"/>
      <w:lang w:val="pl-PL" w:eastAsia="pl-PL"/>
    </w:rPr>
  </w:style>
  <w:style w:type="table" w:styleId="TableGrid">
    <w:name w:val="Table Grid"/>
    <w:basedOn w:val="TableNormal"/>
    <w:uiPriority w:val="99"/>
    <w:rsid w:val="004C397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4C397F"/>
  </w:style>
  <w:style w:type="character" w:styleId="Hyperlink">
    <w:name w:val="Hyperlink"/>
    <w:basedOn w:val="DefaultParagraphFont"/>
    <w:uiPriority w:val="99"/>
    <w:rsid w:val="004C397F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4C397F"/>
    <w:pPr>
      <w:autoSpaceDE w:val="0"/>
      <w:autoSpaceDN w:val="0"/>
    </w:pPr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87401"/>
    <w:rPr>
      <w:b/>
      <w:bCs/>
      <w:sz w:val="28"/>
      <w:szCs w:val="28"/>
      <w:lang w:val="pl-PL" w:eastAsia="pl-PL"/>
    </w:rPr>
  </w:style>
  <w:style w:type="paragraph" w:styleId="BodyTextIndent">
    <w:name w:val="Body Text Indent"/>
    <w:basedOn w:val="Normal"/>
    <w:link w:val="BodyTextIndentChar"/>
    <w:uiPriority w:val="99"/>
    <w:rsid w:val="004C397F"/>
    <w:pPr>
      <w:autoSpaceDE w:val="0"/>
      <w:autoSpaceDN w:val="0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B56DC"/>
    <w:rPr>
      <w:sz w:val="28"/>
      <w:szCs w:val="28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rsid w:val="004C397F"/>
    <w:pPr>
      <w:ind w:left="360" w:hanging="360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697926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4C397F"/>
    <w:pPr>
      <w:autoSpaceDE w:val="0"/>
      <w:autoSpaceDN w:val="0"/>
    </w:pPr>
  </w:style>
  <w:style w:type="character" w:customStyle="1" w:styleId="BodyText3Char">
    <w:name w:val="Body Text 3 Char"/>
    <w:basedOn w:val="DefaultParagraphFont"/>
    <w:link w:val="BodyText3"/>
    <w:uiPriority w:val="99"/>
    <w:locked/>
    <w:rsid w:val="00795931"/>
    <w:rPr>
      <w:sz w:val="24"/>
      <w:szCs w:val="24"/>
      <w:lang w:val="pl-PL" w:eastAsia="pl-PL"/>
    </w:rPr>
  </w:style>
  <w:style w:type="paragraph" w:styleId="BodyTextIndent3">
    <w:name w:val="Body Text Indent 3"/>
    <w:basedOn w:val="Normal"/>
    <w:link w:val="BodyTextIndent3Char"/>
    <w:uiPriority w:val="99"/>
    <w:rsid w:val="004C397F"/>
    <w:pPr>
      <w:ind w:left="720"/>
    </w:pPr>
    <w:rPr>
      <w:color w:val="FF0000"/>
      <w:sz w:val="28"/>
      <w:szCs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697926"/>
    <w:rPr>
      <w:sz w:val="16"/>
      <w:szCs w:val="16"/>
    </w:rPr>
  </w:style>
  <w:style w:type="paragraph" w:customStyle="1" w:styleId="ust">
    <w:name w:val="ust"/>
    <w:uiPriority w:val="99"/>
    <w:rsid w:val="004C397F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">
    <w:name w:val="pkt"/>
    <w:basedOn w:val="Normal"/>
    <w:uiPriority w:val="99"/>
    <w:rsid w:val="004C397F"/>
    <w:pPr>
      <w:spacing w:before="60" w:after="60"/>
      <w:ind w:left="851" w:hanging="295"/>
      <w:jc w:val="both"/>
    </w:pPr>
  </w:style>
  <w:style w:type="paragraph" w:customStyle="1" w:styleId="tytu">
    <w:name w:val="tytuł"/>
    <w:basedOn w:val="Normal"/>
    <w:uiPriority w:val="99"/>
    <w:rsid w:val="004C397F"/>
    <w:pPr>
      <w:keepNext/>
      <w:suppressLineNumbers/>
      <w:spacing w:before="60" w:after="60"/>
      <w:jc w:val="center"/>
    </w:pPr>
    <w:rPr>
      <w:b/>
      <w:bCs/>
    </w:rPr>
  </w:style>
  <w:style w:type="paragraph" w:customStyle="1" w:styleId="pkt1">
    <w:name w:val="pkt1"/>
    <w:basedOn w:val="pkt"/>
    <w:uiPriority w:val="99"/>
    <w:rsid w:val="004C397F"/>
    <w:pPr>
      <w:ind w:left="850" w:hanging="425"/>
    </w:pPr>
  </w:style>
  <w:style w:type="paragraph" w:styleId="BodyText2">
    <w:name w:val="Body Text 2"/>
    <w:basedOn w:val="Normal"/>
    <w:link w:val="BodyText2Char"/>
    <w:uiPriority w:val="99"/>
    <w:rsid w:val="004C397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B133B5"/>
    <w:rPr>
      <w:sz w:val="24"/>
      <w:szCs w:val="24"/>
    </w:rPr>
  </w:style>
  <w:style w:type="paragraph" w:customStyle="1" w:styleId="1">
    <w:name w:val="1"/>
    <w:basedOn w:val="Normal"/>
    <w:uiPriority w:val="99"/>
    <w:rsid w:val="004C397F"/>
  </w:style>
  <w:style w:type="character" w:styleId="FollowedHyperlink">
    <w:name w:val="FollowedHyperlink"/>
    <w:basedOn w:val="DefaultParagraphFont"/>
    <w:uiPriority w:val="99"/>
    <w:rsid w:val="004C397F"/>
    <w:rPr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rsid w:val="004C397F"/>
    <w:pPr>
      <w:jc w:val="center"/>
    </w:pPr>
    <w:rPr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697926"/>
    <w:rPr>
      <w:rFonts w:ascii="Cambria" w:hAnsi="Cambria" w:cs="Cambria"/>
      <w:b/>
      <w:bCs/>
      <w:kern w:val="28"/>
      <w:sz w:val="32"/>
      <w:szCs w:val="32"/>
    </w:rPr>
  </w:style>
  <w:style w:type="paragraph" w:customStyle="1" w:styleId="Tekstkomentarza1">
    <w:name w:val="Tekst komentarza1"/>
    <w:basedOn w:val="Normal"/>
    <w:uiPriority w:val="99"/>
    <w:rsid w:val="004C397F"/>
    <w:pPr>
      <w:suppressAutoHyphens/>
    </w:pPr>
    <w:rPr>
      <w:sz w:val="20"/>
      <w:szCs w:val="20"/>
      <w:lang w:eastAsia="ar-SA"/>
    </w:rPr>
  </w:style>
  <w:style w:type="paragraph" w:styleId="PlainText">
    <w:name w:val="Plain Text"/>
    <w:basedOn w:val="Normal"/>
    <w:link w:val="PlainTextChar"/>
    <w:uiPriority w:val="99"/>
    <w:rsid w:val="004C397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697926"/>
    <w:rPr>
      <w:rFonts w:ascii="Courier New" w:hAnsi="Courier New" w:cs="Courier New"/>
      <w:sz w:val="20"/>
      <w:szCs w:val="20"/>
    </w:rPr>
  </w:style>
  <w:style w:type="paragraph" w:customStyle="1" w:styleId="ZnakZnakZnak1ZnakZnakZnakZnak">
    <w:name w:val="Znak Znak Znak1 Znak Znak Znak Znak"/>
    <w:basedOn w:val="Normal"/>
    <w:uiPriority w:val="99"/>
    <w:rsid w:val="004C397F"/>
  </w:style>
  <w:style w:type="paragraph" w:customStyle="1" w:styleId="CharChar3ZnakZnakCharCharZnakZnakCharCharZnakZnakZnak">
    <w:name w:val="Char Char3 Znak Znak Char Char Znak Znak Char Char Znak Znak Znak"/>
    <w:basedOn w:val="Normal"/>
    <w:uiPriority w:val="99"/>
    <w:rsid w:val="004C397F"/>
  </w:style>
  <w:style w:type="paragraph" w:customStyle="1" w:styleId="Default">
    <w:name w:val="Default"/>
    <w:uiPriority w:val="99"/>
    <w:rsid w:val="004C39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harChar3ZnakZnakCharCharZnakZnakCharChar">
    <w:name w:val="Char Char3 Znak Znak Char Char Znak Znak Char Char"/>
    <w:basedOn w:val="Normal"/>
    <w:uiPriority w:val="99"/>
    <w:rsid w:val="004C397F"/>
  </w:style>
  <w:style w:type="paragraph" w:customStyle="1" w:styleId="ZnakZnak1">
    <w:name w:val="Znak Znak1"/>
    <w:basedOn w:val="Normal"/>
    <w:uiPriority w:val="99"/>
    <w:rsid w:val="004C397F"/>
  </w:style>
  <w:style w:type="paragraph" w:customStyle="1" w:styleId="ZnakZnak1ZnakZnakZnakZnakZnakZnakZnakZnakZnak">
    <w:name w:val="Znak Znak1 Znak Znak Znak Znak Znak Znak Znak Znak Znak"/>
    <w:basedOn w:val="Normal"/>
    <w:uiPriority w:val="99"/>
    <w:rsid w:val="004C397F"/>
  </w:style>
  <w:style w:type="paragraph" w:customStyle="1" w:styleId="Tekstpodstawowy31">
    <w:name w:val="Tekst podstawowy 31"/>
    <w:basedOn w:val="Normal"/>
    <w:uiPriority w:val="99"/>
    <w:rsid w:val="004C397F"/>
    <w:pPr>
      <w:suppressAutoHyphens/>
      <w:spacing w:after="120"/>
    </w:pPr>
    <w:rPr>
      <w:sz w:val="16"/>
      <w:szCs w:val="16"/>
      <w:lang w:eastAsia="ar-SA"/>
    </w:rPr>
  </w:style>
  <w:style w:type="paragraph" w:customStyle="1" w:styleId="CharChar3ZnakZnakCharCharZnakZnakCharCharZnakZnakZnakZnakZnakZnakZnakZnakZnak">
    <w:name w:val="Char Char3 Znak Znak Char Char Znak Znak Char Char Znak Znak Znak Znak Znak Znak Znak Znak Znak"/>
    <w:basedOn w:val="Normal"/>
    <w:uiPriority w:val="99"/>
    <w:rsid w:val="004C397F"/>
  </w:style>
  <w:style w:type="paragraph" w:styleId="NormalWeb">
    <w:name w:val="Normal (Web)"/>
    <w:basedOn w:val="Normal"/>
    <w:uiPriority w:val="99"/>
    <w:rsid w:val="004C397F"/>
    <w:pPr>
      <w:spacing w:before="100" w:beforeAutospacing="1" w:after="100" w:afterAutospacing="1"/>
    </w:pPr>
  </w:style>
  <w:style w:type="paragraph" w:customStyle="1" w:styleId="ZnakZnakZnakZnakZnakZnakZnakZnak">
    <w:name w:val="Znak Znak Znak Znak Znak Znak Znak Znak"/>
    <w:basedOn w:val="Normal"/>
    <w:uiPriority w:val="99"/>
    <w:rsid w:val="004C397F"/>
  </w:style>
  <w:style w:type="paragraph" w:customStyle="1" w:styleId="ZnakZnak1Znak">
    <w:name w:val="Znak Znak1 Znak"/>
    <w:basedOn w:val="Normal"/>
    <w:uiPriority w:val="99"/>
    <w:rsid w:val="004C397F"/>
  </w:style>
  <w:style w:type="paragraph" w:customStyle="1" w:styleId="CharChar3ZnakZnakCharCharZnakZnakCharCharZnakZnakZnakZnakZnakZnakZnak">
    <w:name w:val="Char Char3 Znak Znak Char Char Znak Znak Char Char Znak Znak Znak Znak Znak Znak Znak"/>
    <w:basedOn w:val="Normal"/>
    <w:uiPriority w:val="99"/>
    <w:rsid w:val="004C397F"/>
  </w:style>
  <w:style w:type="paragraph" w:customStyle="1" w:styleId="ZnakZnakZnakZnakZnakZnakZnakZnakZnak">
    <w:name w:val="Znak Znak Znak Znak Znak Znak Znak Znak Znak"/>
    <w:basedOn w:val="Normal"/>
    <w:uiPriority w:val="99"/>
    <w:rsid w:val="004C397F"/>
  </w:style>
  <w:style w:type="paragraph" w:customStyle="1" w:styleId="ZnakZnakZnakZnakZnakZnak">
    <w:name w:val="Znak Znak Znak Znak Znak Znak"/>
    <w:basedOn w:val="Normal"/>
    <w:uiPriority w:val="99"/>
    <w:rsid w:val="007D45FE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CharChar3ZnakZnakCharCharZnakZnakCharCharZnakZnakZnakZnakZnakZnak">
    <w:name w:val="Char Char3 Znak Znak Char Char Znak Znak Char Char Znak Znak Znak Znak Znak Znak"/>
    <w:basedOn w:val="Normal"/>
    <w:uiPriority w:val="99"/>
    <w:rsid w:val="00DB2154"/>
  </w:style>
  <w:style w:type="paragraph" w:customStyle="1" w:styleId="Znak">
    <w:name w:val="Znak"/>
    <w:basedOn w:val="Normal"/>
    <w:uiPriority w:val="99"/>
    <w:rsid w:val="000738BA"/>
  </w:style>
  <w:style w:type="paragraph" w:styleId="FootnoteText">
    <w:name w:val="footnote text"/>
    <w:basedOn w:val="Normal"/>
    <w:link w:val="FootnoteTextChar"/>
    <w:uiPriority w:val="99"/>
    <w:semiHidden/>
    <w:rsid w:val="00305754"/>
    <w:rPr>
      <w:rFonts w:ascii="Tahoma" w:hAnsi="Tahoma" w:cs="Tahoma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9792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05754"/>
    <w:rPr>
      <w:vertAlign w:val="superscript"/>
    </w:rPr>
  </w:style>
  <w:style w:type="paragraph" w:styleId="ListParagraph">
    <w:name w:val="List Paragraph"/>
    <w:basedOn w:val="Normal"/>
    <w:uiPriority w:val="99"/>
    <w:qFormat/>
    <w:rsid w:val="009D7CE5"/>
    <w:pPr>
      <w:ind w:left="720"/>
    </w:pPr>
    <w:rPr>
      <w:rFonts w:ascii="Tahoma" w:hAnsi="Tahoma" w:cs="Tahoma"/>
    </w:rPr>
  </w:style>
  <w:style w:type="paragraph" w:customStyle="1" w:styleId="ListParagraph1">
    <w:name w:val="List Paragraph1"/>
    <w:basedOn w:val="Normal"/>
    <w:uiPriority w:val="99"/>
    <w:rsid w:val="0005283A"/>
    <w:pPr>
      <w:ind w:left="720"/>
    </w:pPr>
  </w:style>
  <w:style w:type="paragraph" w:customStyle="1" w:styleId="Akapitzlist1">
    <w:name w:val="Akapit z listą1"/>
    <w:basedOn w:val="Normal"/>
    <w:uiPriority w:val="99"/>
    <w:rsid w:val="00A6626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NagwekstronyZnak">
    <w:name w:val="Nagłówek strony Znak"/>
    <w:aliases w:val="Nagłówek strony1 Znak,Nagłówek strony2 Znak,Nagłówek strony3 Znak,Nagłówek strony11 Znak,Nagłówek strony21 Znak,Nagłówek strony4 Znak,Nagłówek strony12 Znak,Nagłówek strony22 Znak,Nagłówek strony5 Znak,Nagłówek strony13 Znak"/>
    <w:basedOn w:val="DefaultParagraphFont"/>
    <w:uiPriority w:val="99"/>
    <w:rsid w:val="001B56DC"/>
    <w:rPr>
      <w:sz w:val="24"/>
      <w:szCs w:val="24"/>
      <w:lang w:val="pl-PL" w:eastAsia="pl-PL"/>
    </w:rPr>
  </w:style>
  <w:style w:type="paragraph" w:customStyle="1" w:styleId="CharChar3ZnakZnakCharCharZnakZnakCharCharZnak">
    <w:name w:val="Char Char3 Znak Znak Char Char Znak Znak Char Char Znak"/>
    <w:basedOn w:val="Normal"/>
    <w:uiPriority w:val="99"/>
    <w:rsid w:val="00290F0B"/>
  </w:style>
  <w:style w:type="paragraph" w:customStyle="1" w:styleId="Styl">
    <w:name w:val="Styl"/>
    <w:uiPriority w:val="99"/>
    <w:rsid w:val="00154137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Tekstblokowy1">
    <w:name w:val="Tekst blokowy1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  <w:lang w:eastAsia="ar-SA"/>
    </w:rPr>
  </w:style>
  <w:style w:type="paragraph" w:styleId="BlockText">
    <w:name w:val="Block Text"/>
    <w:basedOn w:val="Normal"/>
    <w:uiPriority w:val="99"/>
    <w:rsid w:val="00411688"/>
    <w:pPr>
      <w:ind w:left="1701" w:right="-709" w:hanging="1701"/>
    </w:pPr>
    <w:rPr>
      <w:rFonts w:ascii="Arial" w:hAnsi="Arial" w:cs="Arial"/>
      <w:b/>
      <w:bCs/>
      <w:sz w:val="20"/>
      <w:szCs w:val="20"/>
    </w:rPr>
  </w:style>
  <w:style w:type="paragraph" w:customStyle="1" w:styleId="Znak1">
    <w:name w:val="Znak1"/>
    <w:basedOn w:val="Normal"/>
    <w:uiPriority w:val="99"/>
    <w:rsid w:val="00B61203"/>
  </w:style>
  <w:style w:type="paragraph" w:customStyle="1" w:styleId="ZnakZnakZnakZnak">
    <w:name w:val="Znak Znak Znak Znak"/>
    <w:basedOn w:val="Normal"/>
    <w:uiPriority w:val="99"/>
    <w:rsid w:val="00472DE2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StylPogrubienieWyrwnanydorodka">
    <w:name w:val="Styl Pogrubienie Wyrównany do środka"/>
    <w:basedOn w:val="Normal"/>
    <w:uiPriority w:val="99"/>
    <w:rsid w:val="002435BB"/>
    <w:pPr>
      <w:widowControl w:val="0"/>
      <w:suppressAutoHyphens/>
      <w:spacing w:before="120" w:after="360"/>
      <w:jc w:val="center"/>
    </w:pPr>
    <w:rPr>
      <w:b/>
      <w:bCs/>
      <w:kern w:val="1"/>
      <w:lang w:eastAsia="hi-IN" w:bidi="hi-IN"/>
    </w:rPr>
  </w:style>
  <w:style w:type="paragraph" w:customStyle="1" w:styleId="Bezodstpw1">
    <w:name w:val="Bez odstępów1"/>
    <w:uiPriority w:val="99"/>
    <w:rsid w:val="002435BB"/>
    <w:rPr>
      <w:rFonts w:ascii="Arial" w:hAnsi="Arial" w:cs="Arial"/>
      <w:sz w:val="24"/>
      <w:szCs w:val="24"/>
      <w:lang w:eastAsia="en-US"/>
    </w:rPr>
  </w:style>
  <w:style w:type="paragraph" w:customStyle="1" w:styleId="ZnakZnakZnakZnakZnakZnak1">
    <w:name w:val="Znak Znak Znak Znak Znak Znak1"/>
    <w:basedOn w:val="Normal"/>
    <w:uiPriority w:val="99"/>
    <w:rsid w:val="00A60B2C"/>
  </w:style>
  <w:style w:type="paragraph" w:customStyle="1" w:styleId="Znak2">
    <w:name w:val="Znak2"/>
    <w:basedOn w:val="Normal"/>
    <w:uiPriority w:val="99"/>
    <w:rsid w:val="00A60B2C"/>
    <w:pPr>
      <w:spacing w:after="120" w:line="360" w:lineRule="auto"/>
      <w:jc w:val="both"/>
    </w:pPr>
    <w:rPr>
      <w:rFonts w:ascii="Verdana" w:hAnsi="Verdana" w:cs="Verdana"/>
      <w:sz w:val="20"/>
      <w:szCs w:val="20"/>
    </w:rPr>
  </w:style>
  <w:style w:type="paragraph" w:customStyle="1" w:styleId="ZnakZnakZnak1Znak">
    <w:name w:val="Znak Znak Znak1 Znak"/>
    <w:basedOn w:val="Normal"/>
    <w:uiPriority w:val="99"/>
    <w:rsid w:val="00A224A8"/>
  </w:style>
  <w:style w:type="paragraph" w:customStyle="1" w:styleId="CharChar3ZnakZnakCharCharZnakZnakCharCharZnakZnakZnak1Znak">
    <w:name w:val="Char Char3 Znak Znak Char Char Znak Znak Char Char Znak Znak Znak1 Znak"/>
    <w:basedOn w:val="Normal"/>
    <w:uiPriority w:val="99"/>
    <w:rsid w:val="00BA0C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84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4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8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77</TotalTime>
  <Pages>2</Pages>
  <Words>543</Words>
  <Characters>3260</Characters>
  <Application>Microsoft Office Outlook</Application>
  <DocSecurity>0</DocSecurity>
  <Lines>0</Lines>
  <Paragraphs>0</Paragraphs>
  <ScaleCrop>false</ScaleCrop>
  <Company>W.Sz.Z. Elbląg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WOJEWÓDZKI  SZPITAL  ZESPOLONY  W  ELBLĄGU</dc:title>
  <dc:subject/>
  <dc:creator>prynkowski</dc:creator>
  <cp:keywords/>
  <dc:description/>
  <cp:lastModifiedBy>mdudzinska</cp:lastModifiedBy>
  <cp:revision>17</cp:revision>
  <cp:lastPrinted>2016-10-25T07:16:00Z</cp:lastPrinted>
  <dcterms:created xsi:type="dcterms:W3CDTF">2017-06-08T17:37:00Z</dcterms:created>
  <dcterms:modified xsi:type="dcterms:W3CDTF">2018-06-27T12:26:00Z</dcterms:modified>
</cp:coreProperties>
</file>