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FDA" w:rsidRDefault="00566FDA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13 do SIWZ       </w:t>
      </w:r>
    </w:p>
    <w:p w:rsidR="00566FDA" w:rsidRPr="00A058AD" w:rsidRDefault="00566FDA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566FDA" w:rsidRDefault="00566FD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566FDA" w:rsidRDefault="00566FD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566FDA" w:rsidRDefault="00566FDA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566FDA" w:rsidRPr="00736657" w:rsidRDefault="00566FDA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566FDA" w:rsidRPr="00A058AD" w:rsidRDefault="00566FDA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566FDA" w:rsidRPr="00A058AD" w:rsidRDefault="00566FD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566FDA" w:rsidRPr="00A058AD" w:rsidRDefault="00566FD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566FDA" w:rsidRPr="003D272A" w:rsidRDefault="00566FDA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66FDA" w:rsidRPr="00A058AD" w:rsidRDefault="00566FDA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566FDA" w:rsidRPr="00A058AD" w:rsidRDefault="00566FD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566FDA" w:rsidRPr="009375EB" w:rsidRDefault="00566FDA" w:rsidP="00C4103F">
      <w:pPr>
        <w:rPr>
          <w:rFonts w:ascii="Arial" w:hAnsi="Arial" w:cs="Arial"/>
        </w:rPr>
      </w:pPr>
    </w:p>
    <w:p w:rsidR="00566FDA" w:rsidRPr="00EA74CD" w:rsidRDefault="00566FDA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566FDA" w:rsidRPr="005319CA" w:rsidRDefault="00566FD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566FDA" w:rsidRPr="005319CA" w:rsidRDefault="00566FD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566FDA" w:rsidRPr="00BF1F3F" w:rsidRDefault="00566FDA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566FDA" w:rsidRPr="001448FB" w:rsidRDefault="00566FD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66FDA" w:rsidRPr="00FF60E3" w:rsidRDefault="00566FDA" w:rsidP="00FF60E3">
      <w:pPr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FF60E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FF60E3">
        <w:rPr>
          <w:rFonts w:ascii="Times New Roman" w:hAnsi="Times New Roman" w:cs="Times New Roman"/>
          <w:b/>
          <w:bCs/>
          <w:sz w:val="24"/>
          <w:szCs w:val="24"/>
        </w:rPr>
        <w:t xml:space="preserve">„dostawa akcesoriów do endoskopii dla potrzeb Pracowni Endoskopii Gastroenterologicznej WSZ w Elblągu – znak sprawy 37/2018” </w:t>
      </w:r>
      <w:r w:rsidRPr="00FF60E3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FF60E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F60E3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566FDA" w:rsidRPr="00CC6896" w:rsidRDefault="00566FDA" w:rsidP="004C43B8">
      <w:pPr>
        <w:spacing w:after="0" w:line="360" w:lineRule="auto"/>
        <w:jc w:val="both"/>
        <w:rPr>
          <w:rFonts w:ascii="Arial" w:hAnsi="Arial" w:cs="Arial"/>
        </w:rPr>
      </w:pPr>
    </w:p>
    <w:p w:rsidR="00566FDA" w:rsidRPr="001448FB" w:rsidRDefault="00566FDA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566FDA" w:rsidRDefault="00566FDA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566FDA" w:rsidRDefault="00566FDA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566FDA" w:rsidRPr="0087311B" w:rsidRDefault="00566FDA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566FDA" w:rsidRPr="003E1710" w:rsidRDefault="00566FDA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566FDA" w:rsidRPr="003E1710" w:rsidRDefault="00566FD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6FDA" w:rsidRPr="003E1710" w:rsidRDefault="00566FD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66FDA" w:rsidRPr="003E1710" w:rsidRDefault="00566FD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6FDA" w:rsidRPr="00190D6E" w:rsidRDefault="00566FD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6FDA" w:rsidRPr="00307A36" w:rsidRDefault="00566FD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566FDA" w:rsidRDefault="00566FD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66FDA" w:rsidRDefault="00566FD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66FDA" w:rsidRDefault="00566FD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66FDA" w:rsidRDefault="00566FD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566FDA" w:rsidRPr="00A56074" w:rsidRDefault="00566FD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6FDA" w:rsidRPr="000F2452" w:rsidRDefault="00566FD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66FDA" w:rsidRPr="000F2452" w:rsidRDefault="00566FD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566FDA" w:rsidRPr="000F2452" w:rsidRDefault="00566FD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66FDA" w:rsidRPr="000F2452" w:rsidRDefault="00566FD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6FDA" w:rsidRPr="000F2452" w:rsidRDefault="00566FD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566FDA" w:rsidRPr="009375EB" w:rsidRDefault="00566FDA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66FDA" w:rsidRPr="003C58F8" w:rsidRDefault="00566FDA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566FDA" w:rsidRPr="009375EB" w:rsidRDefault="00566FD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66FDA" w:rsidRPr="00F54680" w:rsidRDefault="00566FDA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566FDA" w:rsidRPr="005A73FB" w:rsidRDefault="00566FD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66FDA" w:rsidRPr="005A73FB" w:rsidRDefault="00566FD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566FDA" w:rsidRPr="005A73FB" w:rsidRDefault="00566FD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66FDA" w:rsidRPr="005A73FB" w:rsidRDefault="00566FDA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6FDA" w:rsidRPr="008560CF" w:rsidRDefault="00566FDA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566FDA" w:rsidRDefault="00566FDA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66FDA" w:rsidRPr="009375EB" w:rsidRDefault="00566FDA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566FDA" w:rsidRPr="001D3A19" w:rsidRDefault="00566FD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566FDA" w:rsidRPr="009375EB" w:rsidRDefault="00566FDA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566FDA" w:rsidRPr="00193E01" w:rsidRDefault="00566FD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66FDA" w:rsidRDefault="00566FD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66FDA" w:rsidRPr="001F4C82" w:rsidRDefault="00566FD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66FDA" w:rsidRPr="001F4C82" w:rsidRDefault="00566FD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566FDA" w:rsidRPr="001F4C82" w:rsidRDefault="00566FD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66FDA" w:rsidRPr="001F4C82" w:rsidRDefault="00566FD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6FDA" w:rsidRPr="00C00C2E" w:rsidRDefault="00566FD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566FDA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FDA" w:rsidRDefault="00566FDA" w:rsidP="0038231F">
      <w:pPr>
        <w:spacing w:after="0" w:line="240" w:lineRule="auto"/>
      </w:pPr>
      <w:r>
        <w:separator/>
      </w:r>
    </w:p>
  </w:endnote>
  <w:endnote w:type="continuationSeparator" w:id="1">
    <w:p w:rsidR="00566FDA" w:rsidRDefault="00566F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FDA" w:rsidRDefault="00566FDA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66FDA" w:rsidRPr="00FF60E3" w:rsidRDefault="00566FDA" w:rsidP="00FF60E3">
    <w:pPr>
      <w:ind w:right="360"/>
      <w:jc w:val="center"/>
      <w:rPr>
        <w:rFonts w:ascii="Times New Roman" w:hAnsi="Times New Roman" w:cs="Times New Roman"/>
        <w:sz w:val="18"/>
        <w:szCs w:val="18"/>
      </w:rPr>
    </w:pPr>
    <w:r w:rsidRPr="00FF60E3">
      <w:rPr>
        <w:rFonts w:ascii="Times New Roman" w:hAnsi="Times New Roman" w:cs="Times New Roman"/>
        <w:sz w:val="18"/>
        <w:szCs w:val="18"/>
      </w:rPr>
      <w:t>SIWZ 37/2018 – dostawa akcesoriów do endoskopii dla potrzeb Pracowni Endoskopii Gastroenterologicznej WSZ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FDA" w:rsidRDefault="00566FDA" w:rsidP="0038231F">
      <w:pPr>
        <w:spacing w:after="0" w:line="240" w:lineRule="auto"/>
      </w:pPr>
      <w:r>
        <w:separator/>
      </w:r>
    </w:p>
  </w:footnote>
  <w:footnote w:type="continuationSeparator" w:id="1">
    <w:p w:rsidR="00566FDA" w:rsidRDefault="00566FD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36BFE"/>
    <w:rsid w:val="000613E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70F2"/>
    <w:rsid w:val="001744A1"/>
    <w:rsid w:val="001807B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7458"/>
    <w:rsid w:val="003E1710"/>
    <w:rsid w:val="003F024C"/>
    <w:rsid w:val="00425D88"/>
    <w:rsid w:val="00434CC2"/>
    <w:rsid w:val="00456C07"/>
    <w:rsid w:val="00466838"/>
    <w:rsid w:val="004761C6"/>
    <w:rsid w:val="00484F88"/>
    <w:rsid w:val="00485785"/>
    <w:rsid w:val="004B00A9"/>
    <w:rsid w:val="004C43B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66FDA"/>
    <w:rsid w:val="005A2A9F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118F0"/>
    <w:rsid w:val="00717669"/>
    <w:rsid w:val="00736657"/>
    <w:rsid w:val="00746532"/>
    <w:rsid w:val="007528C2"/>
    <w:rsid w:val="007557DA"/>
    <w:rsid w:val="00765DFF"/>
    <w:rsid w:val="0077417F"/>
    <w:rsid w:val="007840F2"/>
    <w:rsid w:val="007936D6"/>
    <w:rsid w:val="007946DC"/>
    <w:rsid w:val="00795E45"/>
    <w:rsid w:val="0079713A"/>
    <w:rsid w:val="007D542A"/>
    <w:rsid w:val="007E25BD"/>
    <w:rsid w:val="007E2F69"/>
    <w:rsid w:val="00804F07"/>
    <w:rsid w:val="008053BE"/>
    <w:rsid w:val="00830AB1"/>
    <w:rsid w:val="008560CF"/>
    <w:rsid w:val="0087311B"/>
    <w:rsid w:val="00874044"/>
    <w:rsid w:val="00875011"/>
    <w:rsid w:val="00892E48"/>
    <w:rsid w:val="008A5BE7"/>
    <w:rsid w:val="008C6DF8"/>
    <w:rsid w:val="008D0487"/>
    <w:rsid w:val="008E3274"/>
    <w:rsid w:val="008F3818"/>
    <w:rsid w:val="008F390B"/>
    <w:rsid w:val="0091215B"/>
    <w:rsid w:val="009129F3"/>
    <w:rsid w:val="00920F98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D06C3"/>
    <w:rsid w:val="00BF1F3F"/>
    <w:rsid w:val="00BF4CDE"/>
    <w:rsid w:val="00C00193"/>
    <w:rsid w:val="00C00C2E"/>
    <w:rsid w:val="00C06723"/>
    <w:rsid w:val="00C22538"/>
    <w:rsid w:val="00C4103F"/>
    <w:rsid w:val="00C430C9"/>
    <w:rsid w:val="00C456FB"/>
    <w:rsid w:val="00C57DEB"/>
    <w:rsid w:val="00C61076"/>
    <w:rsid w:val="00C75633"/>
    <w:rsid w:val="00CA5F28"/>
    <w:rsid w:val="00CB25CD"/>
    <w:rsid w:val="00CC6896"/>
    <w:rsid w:val="00CD4266"/>
    <w:rsid w:val="00CE6400"/>
    <w:rsid w:val="00CF4A74"/>
    <w:rsid w:val="00D07CBC"/>
    <w:rsid w:val="00D2726C"/>
    <w:rsid w:val="00D34D9A"/>
    <w:rsid w:val="00D409DE"/>
    <w:rsid w:val="00D42C9B"/>
    <w:rsid w:val="00D47D38"/>
    <w:rsid w:val="00D7532C"/>
    <w:rsid w:val="00D90FD7"/>
    <w:rsid w:val="00DB76F0"/>
    <w:rsid w:val="00DC324D"/>
    <w:rsid w:val="00DC3F44"/>
    <w:rsid w:val="00DD146A"/>
    <w:rsid w:val="00DD3E9D"/>
    <w:rsid w:val="00DE73EE"/>
    <w:rsid w:val="00E045AC"/>
    <w:rsid w:val="00E14552"/>
    <w:rsid w:val="00E15D59"/>
    <w:rsid w:val="00E21164"/>
    <w:rsid w:val="00E21B42"/>
    <w:rsid w:val="00E260B9"/>
    <w:rsid w:val="00E30517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74CAC"/>
    <w:rsid w:val="00FB7965"/>
    <w:rsid w:val="00FC0667"/>
    <w:rsid w:val="00FD2F2B"/>
    <w:rsid w:val="00FE7798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CharChar3ZnakZnakCharCharZnakZnakCharChar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link w:val="DefaultParagraphFont"/>
    <w:uiPriority w:val="99"/>
    <w:rsid w:val="00FF60E3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1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401</Words>
  <Characters>2407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2016-07-26T08:32:00Z</cp:lastPrinted>
  <dcterms:created xsi:type="dcterms:W3CDTF">2018-11-09T09:08:00Z</dcterms:created>
  <dcterms:modified xsi:type="dcterms:W3CDTF">2018-11-09T09:11:00Z</dcterms:modified>
</cp:coreProperties>
</file>