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E5" w:rsidRDefault="00913AE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10 do SIWZ       </w:t>
      </w:r>
    </w:p>
    <w:p w:rsidR="00913AE5" w:rsidRPr="00A058AD" w:rsidRDefault="00913AE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913AE5" w:rsidRDefault="00913AE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913AE5" w:rsidRDefault="00913AE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913AE5" w:rsidRDefault="00913AE5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913AE5" w:rsidRPr="00A058AD" w:rsidRDefault="00913AE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913AE5" w:rsidRPr="00AB71A8" w:rsidRDefault="00913AE5" w:rsidP="007118F0">
      <w:pPr>
        <w:spacing w:after="0"/>
        <w:rPr>
          <w:rFonts w:ascii="Arial" w:hAnsi="Arial" w:cs="Arial"/>
          <w:b/>
          <w:bCs/>
        </w:rPr>
      </w:pPr>
    </w:p>
    <w:p w:rsidR="00913AE5" w:rsidRDefault="00913AE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913AE5" w:rsidRPr="00A058AD" w:rsidRDefault="00913AE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913AE5" w:rsidRPr="00A058AD" w:rsidRDefault="00913AE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13AE5" w:rsidRPr="00A058AD" w:rsidRDefault="00913AE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13AE5" w:rsidRPr="003D272A" w:rsidRDefault="00913AE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13AE5" w:rsidRPr="00A058AD" w:rsidRDefault="00913AE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13AE5" w:rsidRPr="00A058AD" w:rsidRDefault="00913AE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913AE5" w:rsidRDefault="00913AE5" w:rsidP="00C4103F">
      <w:pPr>
        <w:rPr>
          <w:rFonts w:ascii="Arial" w:hAnsi="Arial" w:cs="Arial"/>
        </w:rPr>
      </w:pPr>
    </w:p>
    <w:p w:rsidR="00913AE5" w:rsidRPr="009375EB" w:rsidRDefault="00913AE5" w:rsidP="00C4103F">
      <w:pPr>
        <w:rPr>
          <w:rFonts w:ascii="Arial" w:hAnsi="Arial" w:cs="Arial"/>
        </w:rPr>
      </w:pPr>
    </w:p>
    <w:p w:rsidR="00913AE5" w:rsidRPr="00EA74CD" w:rsidRDefault="00913AE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13AE5" w:rsidRPr="005319CA" w:rsidRDefault="00913AE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913AE5" w:rsidRPr="005319CA" w:rsidRDefault="00913AE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913AE5" w:rsidRPr="00BF1F3F" w:rsidRDefault="00913AE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913AE5" w:rsidRDefault="00913AE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3AE5" w:rsidRPr="001448FB" w:rsidRDefault="00913AE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3AE5" w:rsidRPr="00EA432B" w:rsidRDefault="00913AE5" w:rsidP="00B53C4F">
      <w:pPr>
        <w:jc w:val="both"/>
        <w:rPr>
          <w:rFonts w:ascii="Arial" w:hAnsi="Arial" w:cs="Arial"/>
          <w:b/>
          <w:bCs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A432B">
        <w:rPr>
          <w:rFonts w:ascii="Arial" w:hAnsi="Arial" w:cs="Arial"/>
          <w:b/>
          <w:bCs/>
          <w:i/>
          <w:iCs/>
          <w:lang w:eastAsia="ar-SA"/>
        </w:rPr>
        <w:t>„</w:t>
      </w:r>
      <w:r w:rsidRPr="00EA432B">
        <w:rPr>
          <w:rFonts w:ascii="Arial" w:hAnsi="Arial" w:cs="Arial"/>
          <w:b/>
          <w:bCs/>
          <w:i/>
          <w:iCs/>
        </w:rPr>
        <w:t xml:space="preserve">Dostawa </w:t>
      </w:r>
      <w:r>
        <w:rPr>
          <w:rFonts w:ascii="Arial" w:hAnsi="Arial" w:cs="Arial"/>
          <w:b/>
          <w:bCs/>
          <w:i/>
          <w:iCs/>
        </w:rPr>
        <w:t>narzędzi chirurgicznych  w 8</w:t>
      </w:r>
      <w:r w:rsidRPr="00EA432B">
        <w:rPr>
          <w:rFonts w:ascii="Arial" w:hAnsi="Arial" w:cs="Arial"/>
          <w:b/>
          <w:bCs/>
          <w:i/>
          <w:iCs/>
        </w:rPr>
        <w:t xml:space="preserve"> pakietach dla potrzeb </w:t>
      </w:r>
      <w:r>
        <w:rPr>
          <w:rFonts w:ascii="Arial" w:hAnsi="Arial" w:cs="Arial"/>
          <w:b/>
          <w:bCs/>
          <w:i/>
          <w:iCs/>
        </w:rPr>
        <w:t>Bloku Operacyjnego</w:t>
      </w:r>
      <w:r w:rsidRPr="00EA432B">
        <w:rPr>
          <w:rFonts w:ascii="Arial" w:hAnsi="Arial" w:cs="Arial"/>
          <w:b/>
          <w:bCs/>
          <w:i/>
          <w:iCs/>
        </w:rPr>
        <w:t xml:space="preserve"> Wojewódzkiego Szpitala Zespolonego w Elblągu ”</w:t>
      </w:r>
      <w:r>
        <w:rPr>
          <w:rFonts w:ascii="Arial" w:hAnsi="Arial" w:cs="Arial"/>
          <w:b/>
          <w:bCs/>
        </w:rPr>
        <w:t xml:space="preserve"> – nr postępowania  36</w:t>
      </w:r>
      <w:r w:rsidRPr="00EA432B">
        <w:rPr>
          <w:rFonts w:ascii="Arial" w:hAnsi="Arial" w:cs="Arial"/>
          <w:b/>
          <w:bCs/>
        </w:rPr>
        <w:t xml:space="preserve">/2018. </w:t>
      </w:r>
    </w:p>
    <w:p w:rsidR="00913AE5" w:rsidRPr="00AA7CC7" w:rsidRDefault="00913AE5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913AE5" w:rsidRPr="00CC6896" w:rsidRDefault="00913AE5" w:rsidP="004C43B8">
      <w:pPr>
        <w:spacing w:after="0" w:line="360" w:lineRule="auto"/>
        <w:jc w:val="both"/>
        <w:rPr>
          <w:rFonts w:ascii="Arial" w:hAnsi="Arial" w:cs="Arial"/>
        </w:rPr>
      </w:pPr>
    </w:p>
    <w:p w:rsidR="00913AE5" w:rsidRPr="001448FB" w:rsidRDefault="00913AE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913AE5" w:rsidRDefault="00913AE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913AE5" w:rsidRDefault="00913AE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913AE5" w:rsidRPr="0087311B" w:rsidRDefault="00913AE5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913AE5" w:rsidRPr="003E1710" w:rsidRDefault="00913AE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913AE5" w:rsidRPr="003E1710" w:rsidRDefault="00913A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13AE5" w:rsidRPr="003E1710" w:rsidRDefault="00913A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3E1710" w:rsidRDefault="00913A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13AE5" w:rsidRPr="00190D6E" w:rsidRDefault="00913AE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13AE5" w:rsidRPr="00307A36" w:rsidRDefault="00913AE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913AE5" w:rsidRDefault="00913AE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913AE5" w:rsidRPr="00A56074" w:rsidRDefault="00913AE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3AE5" w:rsidRPr="000F2452" w:rsidRDefault="00913AE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0F2452" w:rsidRDefault="00913AE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913AE5" w:rsidRPr="000F2452" w:rsidRDefault="00913AE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0F2452" w:rsidRDefault="00913AE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13AE5" w:rsidRPr="000F2452" w:rsidRDefault="00913AE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913AE5" w:rsidRPr="009375EB" w:rsidRDefault="00913AE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13AE5" w:rsidRPr="003C58F8" w:rsidRDefault="00913AE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913AE5" w:rsidRPr="009375EB" w:rsidRDefault="00913AE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13AE5" w:rsidRPr="00F54680" w:rsidRDefault="00913AE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913AE5" w:rsidRPr="005A73FB" w:rsidRDefault="00913AE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5A73FB" w:rsidRDefault="00913AE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913AE5" w:rsidRPr="005A73FB" w:rsidRDefault="00913AE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5A73FB" w:rsidRDefault="00913AE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13AE5" w:rsidRPr="009D3E32" w:rsidRDefault="00913AE5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913AE5" w:rsidRPr="001D3A19" w:rsidRDefault="00913AE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13AE5" w:rsidRPr="009375EB" w:rsidRDefault="00913AE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13AE5" w:rsidRPr="00193E01" w:rsidRDefault="00913AE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3AE5" w:rsidRPr="001F4C82" w:rsidRDefault="00913A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1F4C82" w:rsidRDefault="00913AE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913AE5" w:rsidRPr="001F4C82" w:rsidRDefault="00913AE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13AE5" w:rsidRPr="001F4C82" w:rsidRDefault="00913AE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13AE5" w:rsidRPr="00C00C2E" w:rsidRDefault="00913AE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913AE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AE5" w:rsidRDefault="00913AE5" w:rsidP="0038231F">
      <w:pPr>
        <w:spacing w:after="0" w:line="240" w:lineRule="auto"/>
      </w:pPr>
      <w:r>
        <w:separator/>
      </w:r>
    </w:p>
  </w:endnote>
  <w:endnote w:type="continuationSeparator" w:id="1">
    <w:p w:rsidR="00913AE5" w:rsidRDefault="00913A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AE5" w:rsidRDefault="00913AE5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3AE5" w:rsidRDefault="00913AE5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913AE5" w:rsidRPr="006602DA" w:rsidRDefault="00913AE5" w:rsidP="00D448FD">
    <w:pPr>
      <w:pStyle w:val="Footer"/>
      <w:ind w:right="360"/>
      <w:jc w:val="center"/>
      <w:rPr>
        <w:sz w:val="16"/>
        <w:szCs w:val="16"/>
      </w:rPr>
    </w:pPr>
    <w:r>
      <w:rPr>
        <w:rFonts w:ascii="Arial" w:hAnsi="Arial" w:cs="Arial"/>
        <w:sz w:val="16"/>
        <w:szCs w:val="16"/>
      </w:rPr>
      <w:t>36/2018</w:t>
    </w:r>
    <w:r w:rsidRPr="006602DA">
      <w:rPr>
        <w:rFonts w:ascii="Arial" w:hAnsi="Arial" w:cs="Arial"/>
        <w:sz w:val="16"/>
        <w:szCs w:val="16"/>
      </w:rPr>
      <w:t xml:space="preserve">  SIWZ – Dostawa</w:t>
    </w:r>
    <w:r>
      <w:rPr>
        <w:rFonts w:ascii="Arial" w:hAnsi="Arial" w:cs="Arial"/>
        <w:sz w:val="16"/>
        <w:szCs w:val="16"/>
      </w:rPr>
      <w:t xml:space="preserve"> narzędzi  chirurgicznych w  8 </w:t>
    </w:r>
    <w:r w:rsidRPr="006602DA">
      <w:rPr>
        <w:rFonts w:ascii="Arial" w:hAnsi="Arial" w:cs="Arial"/>
        <w:sz w:val="16"/>
        <w:szCs w:val="16"/>
      </w:rPr>
      <w:t xml:space="preserve"> pak</w:t>
    </w:r>
    <w:r>
      <w:rPr>
        <w:rFonts w:ascii="Arial" w:hAnsi="Arial" w:cs="Arial"/>
        <w:sz w:val="16"/>
        <w:szCs w:val="16"/>
      </w:rPr>
      <w:t>ietach dla Bloku Operacyjnego   WS</w:t>
    </w:r>
    <w:r w:rsidRPr="006602DA">
      <w:rPr>
        <w:rFonts w:ascii="Arial" w:hAnsi="Arial" w:cs="Arial"/>
        <w:sz w:val="16"/>
        <w:szCs w:val="16"/>
      </w:rPr>
      <w:t>Z w Elblągu</w:t>
    </w:r>
  </w:p>
  <w:p w:rsidR="00913AE5" w:rsidRPr="006602DA" w:rsidRDefault="00913AE5" w:rsidP="009E0275">
    <w:pPr>
      <w:pStyle w:val="Footer"/>
      <w:ind w:right="360"/>
      <w:jc w:val="center"/>
      <w:rPr>
        <w:sz w:val="16"/>
        <w:szCs w:val="16"/>
      </w:rPr>
    </w:pPr>
  </w:p>
  <w:p w:rsidR="00913AE5" w:rsidRPr="006602DA" w:rsidRDefault="00913AE5" w:rsidP="009D3E32">
    <w:pPr>
      <w:pStyle w:val="Footer"/>
      <w:ind w:right="360"/>
      <w:jc w:val="center"/>
      <w:rPr>
        <w:sz w:val="16"/>
        <w:szCs w:val="16"/>
      </w:rPr>
    </w:pPr>
  </w:p>
  <w:p w:rsidR="00913AE5" w:rsidRDefault="00913AE5" w:rsidP="00886BA6">
    <w:pPr>
      <w:jc w:val="center"/>
      <w:rPr>
        <w:sz w:val="16"/>
        <w:szCs w:val="16"/>
      </w:rPr>
    </w:pPr>
  </w:p>
  <w:p w:rsidR="00913AE5" w:rsidRDefault="00913AE5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AE5" w:rsidRDefault="00913AE5" w:rsidP="0038231F">
      <w:pPr>
        <w:spacing w:after="0" w:line="240" w:lineRule="auto"/>
      </w:pPr>
      <w:r>
        <w:separator/>
      </w:r>
    </w:p>
  </w:footnote>
  <w:footnote w:type="continuationSeparator" w:id="1">
    <w:p w:rsidR="00913AE5" w:rsidRDefault="00913A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0751F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E176A"/>
    <w:rsid w:val="006440B0"/>
    <w:rsid w:val="00644C81"/>
    <w:rsid w:val="0064500B"/>
    <w:rsid w:val="006602DA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13AE5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1654"/>
    <w:rsid w:val="00AB39E6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48FD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86762"/>
    <w:rsid w:val="00E86A2B"/>
    <w:rsid w:val="00EA432B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74CAC"/>
    <w:rsid w:val="00F8063D"/>
    <w:rsid w:val="00FB7965"/>
    <w:rsid w:val="00FC0667"/>
    <w:rsid w:val="00FC297D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ZnakZnakZnakZnakZnakZnakZnakZnakZnak3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9D3E32"/>
    <w:rPr>
      <w:sz w:val="24"/>
      <w:szCs w:val="24"/>
      <w:lang w:val="pl-PL"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3">
    <w:name w:val="Znak Znak Znak1 Znak Znak Znak Znak Znak Znak Znak Znak Znak Znak Znak Znak Znak Znak Znak Znak Znak Znak Znak3"/>
    <w:basedOn w:val="Normal"/>
    <w:link w:val="DefaultParagraphFont"/>
    <w:uiPriority w:val="99"/>
    <w:rsid w:val="00D448FD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5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423</Words>
  <Characters>2544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29</cp:revision>
  <cp:lastPrinted>2016-09-20T11:35:00Z</cp:lastPrinted>
  <dcterms:created xsi:type="dcterms:W3CDTF">2016-09-13T09:42:00Z</dcterms:created>
  <dcterms:modified xsi:type="dcterms:W3CDTF">2018-09-28T11:26:00Z</dcterms:modified>
</cp:coreProperties>
</file>