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78E" w:rsidRDefault="00F2178E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15 do SIWZ       </w:t>
      </w:r>
    </w:p>
    <w:p w:rsidR="00F2178E" w:rsidRPr="00A058AD" w:rsidRDefault="00F2178E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F2178E" w:rsidRDefault="00F2178E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F2178E" w:rsidRDefault="00F2178E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F2178E" w:rsidRDefault="00F2178E" w:rsidP="00E616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Ul. Królewiecka 146</w:t>
      </w:r>
    </w:p>
    <w:p w:rsidR="00F2178E" w:rsidRPr="00A058AD" w:rsidRDefault="00F2178E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F2178E" w:rsidRDefault="00F2178E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F2178E" w:rsidRPr="00A058AD" w:rsidRDefault="00F2178E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F2178E" w:rsidRPr="00A058AD" w:rsidRDefault="00F2178E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2178E" w:rsidRPr="00A058AD" w:rsidRDefault="00F2178E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F2178E" w:rsidRPr="003D272A" w:rsidRDefault="00F2178E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2178E" w:rsidRPr="00A058AD" w:rsidRDefault="00F2178E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2178E" w:rsidRPr="00A058AD" w:rsidRDefault="00F2178E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F2178E" w:rsidRPr="009375EB" w:rsidRDefault="00F2178E" w:rsidP="00C4103F">
      <w:pPr>
        <w:rPr>
          <w:rFonts w:ascii="Arial" w:hAnsi="Arial" w:cs="Arial"/>
        </w:rPr>
      </w:pPr>
    </w:p>
    <w:p w:rsidR="00F2178E" w:rsidRPr="00EA74CD" w:rsidRDefault="00F2178E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F2178E" w:rsidRPr="005319CA" w:rsidRDefault="00F2178E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F2178E" w:rsidRPr="005319CA" w:rsidRDefault="00F2178E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F2178E" w:rsidRPr="00BF1F3F" w:rsidRDefault="00F2178E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F2178E" w:rsidRPr="001448FB" w:rsidRDefault="00F2178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178E" w:rsidRPr="00EA432B" w:rsidRDefault="00F2178E" w:rsidP="00B53C4F">
      <w:pPr>
        <w:jc w:val="both"/>
        <w:rPr>
          <w:rFonts w:ascii="Arial" w:hAnsi="Arial" w:cs="Arial"/>
          <w:b/>
          <w:bCs/>
        </w:rPr>
      </w:pPr>
      <w:r w:rsidRPr="00B53C4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2B0169">
        <w:rPr>
          <w:rFonts w:ascii="Arial" w:hAnsi="Arial" w:cs="Arial"/>
          <w:b/>
          <w:bCs/>
          <w:i/>
          <w:iCs/>
          <w:lang w:eastAsia="ar-SA"/>
        </w:rPr>
        <w:t>„</w:t>
      </w:r>
      <w:r w:rsidRPr="002B0169">
        <w:rPr>
          <w:rFonts w:ascii="Arial" w:hAnsi="Arial" w:cs="Arial"/>
          <w:b/>
          <w:bCs/>
          <w:i/>
          <w:iCs/>
        </w:rPr>
        <w:t>Dostawa sterylnych, leczniczych środków technicznych w 13 pakietach wraz z utworzeniem magazynu depozytowego dla potrzeb Pracowni Diagnostyki Inwazyjnej Chorób Układu Krążenia Wojewódzkiego Szpitala Zespolonego w Elblągu ”</w:t>
      </w:r>
      <w:r>
        <w:rPr>
          <w:rFonts w:ascii="Arial" w:hAnsi="Arial" w:cs="Arial"/>
          <w:b/>
          <w:bCs/>
        </w:rPr>
        <w:t xml:space="preserve"> – nr postępowania  3/2019</w:t>
      </w:r>
      <w:r w:rsidRPr="00EA432B">
        <w:rPr>
          <w:rFonts w:ascii="Arial" w:hAnsi="Arial" w:cs="Arial"/>
          <w:b/>
          <w:bCs/>
        </w:rPr>
        <w:t xml:space="preserve">. </w:t>
      </w:r>
    </w:p>
    <w:p w:rsidR="00F2178E" w:rsidRPr="008310EE" w:rsidRDefault="00F2178E" w:rsidP="008310E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A7CC7">
        <w:rPr>
          <w:rFonts w:ascii="Arial" w:hAnsi="Arial" w:cs="Arial"/>
          <w:sz w:val="20"/>
          <w:szCs w:val="20"/>
        </w:rPr>
        <w:t>prowadzonego przez Wojewódzki Szpital Zespolony w Elblągu</w:t>
      </w:r>
      <w:r w:rsidRPr="00AA7CC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CC7">
        <w:rPr>
          <w:rFonts w:ascii="Arial" w:hAnsi="Arial" w:cs="Arial"/>
          <w:sz w:val="20"/>
          <w:szCs w:val="20"/>
        </w:rPr>
        <w:t>oświadczam, co następuje:</w:t>
      </w:r>
    </w:p>
    <w:p w:rsidR="00F2178E" w:rsidRPr="001448FB" w:rsidRDefault="00F2178E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F2178E" w:rsidRDefault="00F2178E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F2178E" w:rsidRDefault="00F2178E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F2178E" w:rsidRPr="0087311B" w:rsidRDefault="00F2178E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F2178E" w:rsidRPr="003E1710" w:rsidRDefault="00F2178E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F2178E" w:rsidRPr="003E1710" w:rsidRDefault="00F2178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178E" w:rsidRPr="003E1710" w:rsidRDefault="00F2178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2178E" w:rsidRPr="00190D6E" w:rsidRDefault="00F2178E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F2178E" w:rsidRPr="00307A36" w:rsidRDefault="00F2178E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F2178E" w:rsidRDefault="00F2178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F2178E" w:rsidRPr="00A56074" w:rsidRDefault="00F2178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2178E" w:rsidRPr="000F2452" w:rsidRDefault="00F2178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178E" w:rsidRPr="000F2452" w:rsidRDefault="00F2178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F2178E" w:rsidRPr="000F2452" w:rsidRDefault="00F2178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178E" w:rsidRPr="000F2452" w:rsidRDefault="00F2178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2178E" w:rsidRPr="008310EE" w:rsidRDefault="00F2178E" w:rsidP="008310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F2178E" w:rsidRPr="003C58F8" w:rsidRDefault="00F2178E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F2178E" w:rsidRPr="009375EB" w:rsidRDefault="00F2178E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2178E" w:rsidRPr="00F54680" w:rsidRDefault="00F2178E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2178E" w:rsidRPr="005A73FB" w:rsidRDefault="00F2178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178E" w:rsidRPr="005A73FB" w:rsidRDefault="00F2178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F2178E" w:rsidRPr="005A73FB" w:rsidRDefault="00F2178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178E" w:rsidRPr="005A73FB" w:rsidRDefault="00F2178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2178E" w:rsidRPr="009D3E32" w:rsidRDefault="00F2178E" w:rsidP="009D3E32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F2178E" w:rsidRPr="001D3A19" w:rsidRDefault="00F2178E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F2178E" w:rsidRPr="009375EB" w:rsidRDefault="00F2178E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2178E" w:rsidRPr="00193E01" w:rsidRDefault="00F2178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2178E" w:rsidRPr="001F4C82" w:rsidRDefault="00F2178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178E" w:rsidRPr="001F4C82" w:rsidRDefault="00F2178E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F2178E" w:rsidRPr="001F4C82" w:rsidRDefault="00F2178E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178E" w:rsidRPr="001F4C82" w:rsidRDefault="00F2178E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2178E" w:rsidRPr="00C00C2E" w:rsidRDefault="00F2178E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F2178E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78E" w:rsidRDefault="00F2178E" w:rsidP="0038231F">
      <w:pPr>
        <w:spacing w:after="0" w:line="240" w:lineRule="auto"/>
      </w:pPr>
      <w:r>
        <w:separator/>
      </w:r>
    </w:p>
  </w:endnote>
  <w:endnote w:type="continuationSeparator" w:id="1">
    <w:p w:rsidR="00F2178E" w:rsidRDefault="00F217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78E" w:rsidRDefault="00F2178E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2178E" w:rsidRDefault="00F2178E" w:rsidP="009D3E32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:rsidR="00F2178E" w:rsidRPr="005F48F2" w:rsidRDefault="00F2178E" w:rsidP="005F48F2">
    <w:pPr>
      <w:jc w:val="center"/>
      <w:rPr>
        <w:rFonts w:ascii="Arial" w:hAnsi="Arial" w:cs="Arial"/>
        <w:sz w:val="16"/>
        <w:szCs w:val="16"/>
      </w:rPr>
    </w:pPr>
    <w:r>
      <w:t>3/2019</w:t>
    </w:r>
    <w:r w:rsidRPr="005B019E">
      <w:t xml:space="preserve">  SIWZ – Dostawa sterylnych, leczniczych środków technicznych w 13 pakietach wraz z utworzeniem magazynu depozytowego dla potrzeb Pracowni Diagnostyki Inwazyjnej Chorób Układu Krążenia WSZ w Elblągu</w:t>
    </w:r>
  </w:p>
  <w:p w:rsidR="00F2178E" w:rsidRPr="006602DA" w:rsidRDefault="00F2178E" w:rsidP="009E0275">
    <w:pPr>
      <w:pStyle w:val="Footer"/>
      <w:ind w:right="360"/>
      <w:jc w:val="center"/>
      <w:rPr>
        <w:sz w:val="16"/>
        <w:szCs w:val="16"/>
      </w:rPr>
    </w:pPr>
  </w:p>
  <w:p w:rsidR="00F2178E" w:rsidRPr="006602DA" w:rsidRDefault="00F2178E" w:rsidP="009D3E32">
    <w:pPr>
      <w:pStyle w:val="Footer"/>
      <w:ind w:right="360"/>
      <w:jc w:val="center"/>
      <w:rPr>
        <w:sz w:val="16"/>
        <w:szCs w:val="16"/>
      </w:rPr>
    </w:pPr>
  </w:p>
  <w:p w:rsidR="00F2178E" w:rsidRDefault="00F2178E" w:rsidP="00886BA6">
    <w:pPr>
      <w:jc w:val="center"/>
      <w:rPr>
        <w:sz w:val="16"/>
        <w:szCs w:val="16"/>
      </w:rPr>
    </w:pPr>
  </w:p>
  <w:p w:rsidR="00F2178E" w:rsidRDefault="00F2178E" w:rsidP="00886BA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78E" w:rsidRDefault="00F2178E" w:rsidP="0038231F">
      <w:pPr>
        <w:spacing w:after="0" w:line="240" w:lineRule="auto"/>
      </w:pPr>
      <w:r>
        <w:separator/>
      </w:r>
    </w:p>
  </w:footnote>
  <w:footnote w:type="continuationSeparator" w:id="1">
    <w:p w:rsidR="00F2178E" w:rsidRDefault="00F2178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A39F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DC7"/>
    <w:rsid w:val="00137D9F"/>
    <w:rsid w:val="00143E4D"/>
    <w:rsid w:val="001448FB"/>
    <w:rsid w:val="00147B67"/>
    <w:rsid w:val="001670F2"/>
    <w:rsid w:val="001807BF"/>
    <w:rsid w:val="001811FB"/>
    <w:rsid w:val="00190D6E"/>
    <w:rsid w:val="00193E01"/>
    <w:rsid w:val="001957C5"/>
    <w:rsid w:val="001C6945"/>
    <w:rsid w:val="001C6A89"/>
    <w:rsid w:val="001D3A19"/>
    <w:rsid w:val="001D4C90"/>
    <w:rsid w:val="001D7BCC"/>
    <w:rsid w:val="001F4C82"/>
    <w:rsid w:val="002167D3"/>
    <w:rsid w:val="0023714F"/>
    <w:rsid w:val="00242DC2"/>
    <w:rsid w:val="0024732C"/>
    <w:rsid w:val="0025263C"/>
    <w:rsid w:val="0025358A"/>
    <w:rsid w:val="00255142"/>
    <w:rsid w:val="00267089"/>
    <w:rsid w:val="00273187"/>
    <w:rsid w:val="0027560C"/>
    <w:rsid w:val="00276089"/>
    <w:rsid w:val="00287BCD"/>
    <w:rsid w:val="002B0169"/>
    <w:rsid w:val="002B3675"/>
    <w:rsid w:val="002C42F8"/>
    <w:rsid w:val="002C4948"/>
    <w:rsid w:val="002E641A"/>
    <w:rsid w:val="00300674"/>
    <w:rsid w:val="00302C42"/>
    <w:rsid w:val="00304292"/>
    <w:rsid w:val="00307A36"/>
    <w:rsid w:val="00313911"/>
    <w:rsid w:val="003178CE"/>
    <w:rsid w:val="00332F16"/>
    <w:rsid w:val="003416FE"/>
    <w:rsid w:val="0034230E"/>
    <w:rsid w:val="003617C8"/>
    <w:rsid w:val="003636E7"/>
    <w:rsid w:val="003761EA"/>
    <w:rsid w:val="0038231F"/>
    <w:rsid w:val="00392EC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7458"/>
    <w:rsid w:val="003E1710"/>
    <w:rsid w:val="003F024C"/>
    <w:rsid w:val="003F45C6"/>
    <w:rsid w:val="0040751F"/>
    <w:rsid w:val="00425D88"/>
    <w:rsid w:val="00431598"/>
    <w:rsid w:val="00434CC2"/>
    <w:rsid w:val="00466838"/>
    <w:rsid w:val="004761C6"/>
    <w:rsid w:val="00484F88"/>
    <w:rsid w:val="004B00A9"/>
    <w:rsid w:val="004C43B8"/>
    <w:rsid w:val="004D7FB6"/>
    <w:rsid w:val="004F23F7"/>
    <w:rsid w:val="004F3005"/>
    <w:rsid w:val="00500358"/>
    <w:rsid w:val="005031A7"/>
    <w:rsid w:val="00520174"/>
    <w:rsid w:val="005203CF"/>
    <w:rsid w:val="00520592"/>
    <w:rsid w:val="00525621"/>
    <w:rsid w:val="0053130C"/>
    <w:rsid w:val="005319CA"/>
    <w:rsid w:val="005539E6"/>
    <w:rsid w:val="005641F0"/>
    <w:rsid w:val="005A73FB"/>
    <w:rsid w:val="005B019E"/>
    <w:rsid w:val="005E176A"/>
    <w:rsid w:val="005F48F2"/>
    <w:rsid w:val="006440B0"/>
    <w:rsid w:val="00644C81"/>
    <w:rsid w:val="0064500B"/>
    <w:rsid w:val="006602DA"/>
    <w:rsid w:val="00660DDF"/>
    <w:rsid w:val="0066671E"/>
    <w:rsid w:val="006755C1"/>
    <w:rsid w:val="00677C66"/>
    <w:rsid w:val="00687919"/>
    <w:rsid w:val="00692DF3"/>
    <w:rsid w:val="006A52B6"/>
    <w:rsid w:val="006B0A1C"/>
    <w:rsid w:val="006E16A6"/>
    <w:rsid w:val="006F1EB4"/>
    <w:rsid w:val="006F3D32"/>
    <w:rsid w:val="007118F0"/>
    <w:rsid w:val="007239EC"/>
    <w:rsid w:val="00745E4D"/>
    <w:rsid w:val="00746532"/>
    <w:rsid w:val="00771A16"/>
    <w:rsid w:val="00775CAE"/>
    <w:rsid w:val="007840F2"/>
    <w:rsid w:val="00784DBD"/>
    <w:rsid w:val="007936D6"/>
    <w:rsid w:val="0079713A"/>
    <w:rsid w:val="007A4023"/>
    <w:rsid w:val="007A4F2C"/>
    <w:rsid w:val="007D0D22"/>
    <w:rsid w:val="007E25BD"/>
    <w:rsid w:val="007E2F69"/>
    <w:rsid w:val="007F71E1"/>
    <w:rsid w:val="00804F07"/>
    <w:rsid w:val="008267A4"/>
    <w:rsid w:val="00830AB1"/>
    <w:rsid w:val="008310EE"/>
    <w:rsid w:val="00842952"/>
    <w:rsid w:val="008464D9"/>
    <w:rsid w:val="008560CF"/>
    <w:rsid w:val="0087311B"/>
    <w:rsid w:val="00874044"/>
    <w:rsid w:val="00875011"/>
    <w:rsid w:val="00886BA6"/>
    <w:rsid w:val="00892051"/>
    <w:rsid w:val="00892E48"/>
    <w:rsid w:val="008A5BE7"/>
    <w:rsid w:val="008B359A"/>
    <w:rsid w:val="008C6DF8"/>
    <w:rsid w:val="008D0487"/>
    <w:rsid w:val="008E3274"/>
    <w:rsid w:val="008F1379"/>
    <w:rsid w:val="008F3818"/>
    <w:rsid w:val="009129F3"/>
    <w:rsid w:val="00913AE5"/>
    <w:rsid w:val="00920F98"/>
    <w:rsid w:val="009301A2"/>
    <w:rsid w:val="00934C6F"/>
    <w:rsid w:val="009375EB"/>
    <w:rsid w:val="00940822"/>
    <w:rsid w:val="009469C7"/>
    <w:rsid w:val="009516A0"/>
    <w:rsid w:val="00956C26"/>
    <w:rsid w:val="00975C49"/>
    <w:rsid w:val="009A331C"/>
    <w:rsid w:val="009A397D"/>
    <w:rsid w:val="009C0C6C"/>
    <w:rsid w:val="009C6DDE"/>
    <w:rsid w:val="009D314C"/>
    <w:rsid w:val="009D3E32"/>
    <w:rsid w:val="009E0275"/>
    <w:rsid w:val="009F0F69"/>
    <w:rsid w:val="009F5900"/>
    <w:rsid w:val="00A02639"/>
    <w:rsid w:val="00A058AD"/>
    <w:rsid w:val="00A0658E"/>
    <w:rsid w:val="00A101BE"/>
    <w:rsid w:val="00A1401D"/>
    <w:rsid w:val="00A1471A"/>
    <w:rsid w:val="00A1685D"/>
    <w:rsid w:val="00A24B76"/>
    <w:rsid w:val="00A32B30"/>
    <w:rsid w:val="00A3431A"/>
    <w:rsid w:val="00A347DE"/>
    <w:rsid w:val="00A36E95"/>
    <w:rsid w:val="00A511ED"/>
    <w:rsid w:val="00A56074"/>
    <w:rsid w:val="00A56607"/>
    <w:rsid w:val="00A62798"/>
    <w:rsid w:val="00A717C5"/>
    <w:rsid w:val="00A776FE"/>
    <w:rsid w:val="00A9010F"/>
    <w:rsid w:val="00AA7CC7"/>
    <w:rsid w:val="00AB1654"/>
    <w:rsid w:val="00AB39E6"/>
    <w:rsid w:val="00AB5E32"/>
    <w:rsid w:val="00AB71A8"/>
    <w:rsid w:val="00AD15D1"/>
    <w:rsid w:val="00AD1D1B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C4F"/>
    <w:rsid w:val="00B5762B"/>
    <w:rsid w:val="00BD06C3"/>
    <w:rsid w:val="00BF1F3F"/>
    <w:rsid w:val="00C00C2E"/>
    <w:rsid w:val="00C14286"/>
    <w:rsid w:val="00C22538"/>
    <w:rsid w:val="00C24789"/>
    <w:rsid w:val="00C32591"/>
    <w:rsid w:val="00C4103F"/>
    <w:rsid w:val="00C456FB"/>
    <w:rsid w:val="00C5572C"/>
    <w:rsid w:val="00C57DEB"/>
    <w:rsid w:val="00C61CDA"/>
    <w:rsid w:val="00C6541C"/>
    <w:rsid w:val="00C7391F"/>
    <w:rsid w:val="00C73BF4"/>
    <w:rsid w:val="00C75633"/>
    <w:rsid w:val="00C80314"/>
    <w:rsid w:val="00C919CE"/>
    <w:rsid w:val="00C953B9"/>
    <w:rsid w:val="00CA5F28"/>
    <w:rsid w:val="00CC6896"/>
    <w:rsid w:val="00CE04B3"/>
    <w:rsid w:val="00CE6400"/>
    <w:rsid w:val="00CF4A74"/>
    <w:rsid w:val="00D11BF6"/>
    <w:rsid w:val="00D14973"/>
    <w:rsid w:val="00D2726C"/>
    <w:rsid w:val="00D32B51"/>
    <w:rsid w:val="00D34D9A"/>
    <w:rsid w:val="00D409DE"/>
    <w:rsid w:val="00D40C8F"/>
    <w:rsid w:val="00D42C9B"/>
    <w:rsid w:val="00D448FD"/>
    <w:rsid w:val="00D47D38"/>
    <w:rsid w:val="00D701B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16C7"/>
    <w:rsid w:val="00E676CD"/>
    <w:rsid w:val="00E86762"/>
    <w:rsid w:val="00E86A2B"/>
    <w:rsid w:val="00EA432B"/>
    <w:rsid w:val="00EA74CD"/>
    <w:rsid w:val="00EB3286"/>
    <w:rsid w:val="00EB3BC2"/>
    <w:rsid w:val="00EC2CB6"/>
    <w:rsid w:val="00ED5FD9"/>
    <w:rsid w:val="00EE4535"/>
    <w:rsid w:val="00EE5A2C"/>
    <w:rsid w:val="00EE7725"/>
    <w:rsid w:val="00EF741B"/>
    <w:rsid w:val="00EF74CA"/>
    <w:rsid w:val="00F014B6"/>
    <w:rsid w:val="00F053EC"/>
    <w:rsid w:val="00F2074D"/>
    <w:rsid w:val="00F2178E"/>
    <w:rsid w:val="00F2239D"/>
    <w:rsid w:val="00F33AC3"/>
    <w:rsid w:val="00F365F2"/>
    <w:rsid w:val="00F374FD"/>
    <w:rsid w:val="00F54680"/>
    <w:rsid w:val="00F74CAC"/>
    <w:rsid w:val="00F8063D"/>
    <w:rsid w:val="00FB7965"/>
    <w:rsid w:val="00FC0667"/>
    <w:rsid w:val="00FC297D"/>
    <w:rsid w:val="00FD190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C919C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AD1D1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886BA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B53C4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9D3E32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9D3E32"/>
    <w:rPr>
      <w:sz w:val="24"/>
      <w:szCs w:val="24"/>
      <w:lang w:val="pl-PL"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9E027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1">
    <w:name w:val="Znak Znak Znak1 Znak1"/>
    <w:basedOn w:val="Normal"/>
    <w:uiPriority w:val="99"/>
    <w:rsid w:val="00EA43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3">
    <w:name w:val="Znak Znak Znak1 Znak Znak Znak Znak Znak Znak Znak Znak Znak Znak Znak Znak Znak Znak Znak Znak Znak Znak Znak3"/>
    <w:basedOn w:val="Normal"/>
    <w:uiPriority w:val="99"/>
    <w:rsid w:val="00D448FD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4">
    <w:name w:val="Znak Znak Znak1 Znak Znak Znak Znak Znak Znak Znak Znak Znak Znak Znak Znak Znak Znak Znak Znak Znak Znak Znak4"/>
    <w:basedOn w:val="Normal"/>
    <w:uiPriority w:val="99"/>
    <w:rsid w:val="005F48F2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0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2</Pages>
  <Words>436</Words>
  <Characters>2622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32</cp:revision>
  <cp:lastPrinted>2016-09-20T11:35:00Z</cp:lastPrinted>
  <dcterms:created xsi:type="dcterms:W3CDTF">2016-09-13T09:42:00Z</dcterms:created>
  <dcterms:modified xsi:type="dcterms:W3CDTF">2019-01-11T12:15:00Z</dcterms:modified>
</cp:coreProperties>
</file>