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4AC" w:rsidRPr="00BD4232" w:rsidRDefault="003C74AC" w:rsidP="00BD4232">
      <w:pPr>
        <w:pStyle w:val="Heading4"/>
        <w:rPr>
          <w:i/>
          <w:iCs/>
          <w:sz w:val="24"/>
          <w:szCs w:val="24"/>
        </w:rPr>
      </w:pPr>
      <w:r w:rsidRPr="00BD4232">
        <w:rPr>
          <w:i/>
          <w:iCs/>
          <w:sz w:val="24"/>
          <w:szCs w:val="24"/>
        </w:rPr>
        <w:t>Załącznik Nr 1 do SIWZ</w:t>
      </w:r>
    </w:p>
    <w:p w:rsidR="003C74AC" w:rsidRPr="00BD4232" w:rsidRDefault="003C74AC" w:rsidP="00BD4232">
      <w:pPr>
        <w:rPr>
          <w:sz w:val="24"/>
          <w:szCs w:val="24"/>
        </w:rPr>
      </w:pPr>
      <w:r w:rsidRPr="00BD4232">
        <w:rPr>
          <w:sz w:val="24"/>
          <w:szCs w:val="24"/>
        </w:rPr>
        <w:t xml:space="preserve">                                                                                      </w:t>
      </w:r>
      <w:r w:rsidRPr="00BD4232">
        <w:rPr>
          <w:sz w:val="24"/>
          <w:szCs w:val="24"/>
        </w:rPr>
        <w:tab/>
      </w:r>
      <w:r w:rsidRPr="00BD4232">
        <w:rPr>
          <w:sz w:val="24"/>
          <w:szCs w:val="24"/>
        </w:rPr>
        <w:tab/>
      </w:r>
      <w:r w:rsidRPr="00BD4232">
        <w:rPr>
          <w:sz w:val="24"/>
          <w:szCs w:val="24"/>
        </w:rPr>
        <w:tab/>
        <w:t xml:space="preserve"> ........................................</w:t>
      </w:r>
    </w:p>
    <w:p w:rsidR="003C74AC" w:rsidRPr="00BD4232" w:rsidRDefault="003C74AC" w:rsidP="00BD4232">
      <w:pPr>
        <w:pStyle w:val="Footer"/>
        <w:tabs>
          <w:tab w:val="clear" w:pos="4536"/>
          <w:tab w:val="clear" w:pos="9072"/>
        </w:tabs>
        <w:rPr>
          <w:sz w:val="24"/>
          <w:szCs w:val="24"/>
        </w:rPr>
      </w:pPr>
      <w:r w:rsidRPr="00BD4232">
        <w:rPr>
          <w:sz w:val="24"/>
          <w:szCs w:val="24"/>
        </w:rPr>
        <w:tab/>
      </w:r>
      <w:r w:rsidRPr="00BD4232">
        <w:rPr>
          <w:sz w:val="24"/>
          <w:szCs w:val="24"/>
        </w:rPr>
        <w:tab/>
      </w:r>
    </w:p>
    <w:p w:rsidR="003C74AC" w:rsidRPr="00BD4232" w:rsidRDefault="003C74AC" w:rsidP="00BD4232">
      <w:pPr>
        <w:pStyle w:val="Footer"/>
        <w:tabs>
          <w:tab w:val="clear" w:pos="4536"/>
          <w:tab w:val="clear" w:pos="9072"/>
        </w:tabs>
        <w:rPr>
          <w:sz w:val="24"/>
          <w:szCs w:val="24"/>
        </w:rPr>
      </w:pPr>
      <w:r w:rsidRPr="00BD4232">
        <w:rPr>
          <w:sz w:val="24"/>
          <w:szCs w:val="24"/>
        </w:rPr>
        <w:tab/>
      </w:r>
      <w:r w:rsidRPr="00BD4232">
        <w:rPr>
          <w:sz w:val="24"/>
          <w:szCs w:val="24"/>
        </w:rPr>
        <w:tab/>
      </w:r>
      <w:r w:rsidRPr="00BD4232">
        <w:rPr>
          <w:sz w:val="24"/>
          <w:szCs w:val="24"/>
        </w:rPr>
        <w:tab/>
      </w:r>
      <w:r w:rsidRPr="00BD4232">
        <w:rPr>
          <w:sz w:val="24"/>
          <w:szCs w:val="24"/>
        </w:rPr>
        <w:tab/>
      </w:r>
      <w:r w:rsidRPr="00BD4232">
        <w:rPr>
          <w:sz w:val="24"/>
          <w:szCs w:val="24"/>
        </w:rPr>
        <w:tab/>
        <w:t xml:space="preserve">        </w:t>
      </w:r>
      <w:r w:rsidRPr="00BD4232">
        <w:rPr>
          <w:sz w:val="24"/>
          <w:szCs w:val="24"/>
        </w:rPr>
        <w:tab/>
      </w:r>
      <w:r w:rsidRPr="00BD4232">
        <w:rPr>
          <w:sz w:val="24"/>
          <w:szCs w:val="24"/>
        </w:rPr>
        <w:tab/>
        <w:t xml:space="preserve"> </w:t>
      </w:r>
      <w:r w:rsidRPr="00BD4232">
        <w:rPr>
          <w:sz w:val="24"/>
          <w:szCs w:val="24"/>
        </w:rPr>
        <w:tab/>
      </w:r>
      <w:r w:rsidRPr="00BD4232">
        <w:rPr>
          <w:sz w:val="24"/>
          <w:szCs w:val="24"/>
        </w:rPr>
        <w:tab/>
        <w:t xml:space="preserve">     miejscowość i data</w:t>
      </w:r>
    </w:p>
    <w:p w:rsidR="003C74AC" w:rsidRPr="00BD4232" w:rsidRDefault="003C74AC" w:rsidP="00BD4232">
      <w:pPr>
        <w:rPr>
          <w:sz w:val="24"/>
          <w:szCs w:val="24"/>
        </w:rPr>
      </w:pPr>
      <w:r w:rsidRPr="00BD4232">
        <w:rPr>
          <w:sz w:val="24"/>
          <w:szCs w:val="24"/>
        </w:rPr>
        <w:t>.......................................</w:t>
      </w:r>
    </w:p>
    <w:p w:rsidR="003C74AC" w:rsidRPr="00BD4232" w:rsidRDefault="003C74AC" w:rsidP="00BD4232">
      <w:pPr>
        <w:rPr>
          <w:sz w:val="24"/>
          <w:szCs w:val="24"/>
        </w:rPr>
      </w:pPr>
      <w:r w:rsidRPr="00BD4232">
        <w:rPr>
          <w:sz w:val="24"/>
          <w:szCs w:val="24"/>
        </w:rPr>
        <w:t xml:space="preserve">          Wykonawca</w:t>
      </w:r>
    </w:p>
    <w:p w:rsidR="003C74AC" w:rsidRPr="00BD4232" w:rsidRDefault="003C74AC" w:rsidP="00BD4232">
      <w:pPr>
        <w:jc w:val="right"/>
        <w:rPr>
          <w:sz w:val="24"/>
          <w:szCs w:val="24"/>
        </w:rPr>
      </w:pPr>
    </w:p>
    <w:p w:rsidR="003C74AC" w:rsidRPr="00BD4232" w:rsidRDefault="003C74AC" w:rsidP="00BD4232">
      <w:pPr>
        <w:rPr>
          <w:sz w:val="24"/>
          <w:szCs w:val="24"/>
        </w:rPr>
      </w:pPr>
    </w:p>
    <w:p w:rsidR="003C74AC" w:rsidRPr="00BD4232" w:rsidRDefault="003C74AC" w:rsidP="00BD4232">
      <w:pPr>
        <w:jc w:val="right"/>
        <w:rPr>
          <w:b/>
          <w:bCs/>
          <w:i/>
          <w:iCs/>
          <w:sz w:val="24"/>
          <w:szCs w:val="24"/>
        </w:rPr>
      </w:pPr>
      <w:r w:rsidRPr="00BD4232">
        <w:rPr>
          <w:b/>
          <w:bCs/>
          <w:i/>
          <w:iCs/>
          <w:sz w:val="24"/>
          <w:szCs w:val="24"/>
        </w:rPr>
        <w:t xml:space="preserve">OFERTA dla Wojewódzkiego Szpitala Zespolonego w Elblągu, </w:t>
      </w:r>
    </w:p>
    <w:p w:rsidR="003C74AC" w:rsidRPr="00BD4232" w:rsidRDefault="003C74AC" w:rsidP="00BD4232">
      <w:pPr>
        <w:jc w:val="right"/>
        <w:rPr>
          <w:b/>
          <w:bCs/>
          <w:i/>
          <w:iCs/>
          <w:sz w:val="24"/>
          <w:szCs w:val="24"/>
        </w:rPr>
      </w:pPr>
      <w:r w:rsidRPr="00BD4232">
        <w:rPr>
          <w:b/>
          <w:bCs/>
          <w:i/>
          <w:iCs/>
          <w:sz w:val="24"/>
          <w:szCs w:val="24"/>
        </w:rPr>
        <w:t>ul. Królewiecka 146</w:t>
      </w:r>
      <w:r w:rsidRPr="00BD4232">
        <w:rPr>
          <w:b/>
          <w:bCs/>
          <w:i/>
          <w:iCs/>
          <w:sz w:val="24"/>
          <w:szCs w:val="24"/>
        </w:rPr>
        <w:tab/>
      </w:r>
      <w:r w:rsidRPr="00BD4232">
        <w:rPr>
          <w:b/>
          <w:bCs/>
          <w:i/>
          <w:iCs/>
          <w:sz w:val="24"/>
          <w:szCs w:val="24"/>
        </w:rPr>
        <w:tab/>
        <w:t xml:space="preserve"> </w:t>
      </w:r>
    </w:p>
    <w:p w:rsidR="003C74AC" w:rsidRPr="00BD4232" w:rsidRDefault="003C74AC" w:rsidP="00BD4232">
      <w:pPr>
        <w:numPr>
          <w:ilvl w:val="0"/>
          <w:numId w:val="4"/>
        </w:numPr>
        <w:rPr>
          <w:sz w:val="24"/>
          <w:szCs w:val="24"/>
        </w:rPr>
      </w:pPr>
      <w:r w:rsidRPr="00BD4232">
        <w:rPr>
          <w:sz w:val="24"/>
          <w:szCs w:val="24"/>
        </w:rPr>
        <w:t>Dane Wykonawcy :</w:t>
      </w:r>
    </w:p>
    <w:p w:rsidR="003C74AC" w:rsidRPr="00BD4232" w:rsidRDefault="003C74AC" w:rsidP="00BD4232">
      <w:pPr>
        <w:numPr>
          <w:ilvl w:val="0"/>
          <w:numId w:val="5"/>
        </w:numPr>
        <w:rPr>
          <w:sz w:val="24"/>
          <w:szCs w:val="24"/>
        </w:rPr>
      </w:pPr>
      <w:r w:rsidRPr="00BD4232">
        <w:rPr>
          <w:sz w:val="24"/>
          <w:szCs w:val="24"/>
        </w:rPr>
        <w:t xml:space="preserve">Pełna nazwa : </w:t>
      </w:r>
    </w:p>
    <w:p w:rsidR="003C74AC" w:rsidRPr="00BD4232" w:rsidRDefault="003C74AC" w:rsidP="00BD4232">
      <w:pPr>
        <w:rPr>
          <w:sz w:val="24"/>
          <w:szCs w:val="24"/>
        </w:rPr>
      </w:pPr>
      <w:r w:rsidRPr="00BD4232">
        <w:rPr>
          <w:sz w:val="24"/>
          <w:szCs w:val="24"/>
        </w:rPr>
        <w:t xml:space="preserve">    ....................................................................................................................</w:t>
      </w:r>
    </w:p>
    <w:p w:rsidR="003C74AC" w:rsidRPr="00BD4232" w:rsidRDefault="003C74AC" w:rsidP="00BD4232">
      <w:pPr>
        <w:rPr>
          <w:sz w:val="24"/>
          <w:szCs w:val="24"/>
        </w:rPr>
      </w:pPr>
      <w:r w:rsidRPr="00BD4232">
        <w:rPr>
          <w:sz w:val="24"/>
          <w:szCs w:val="24"/>
        </w:rPr>
        <w:t>2. Osoba upoważniona do kontaktów : ……………………………………..</w:t>
      </w:r>
    </w:p>
    <w:p w:rsidR="003C74AC" w:rsidRPr="00BD4232" w:rsidRDefault="003C74AC" w:rsidP="00BD4232">
      <w:pPr>
        <w:rPr>
          <w:sz w:val="24"/>
          <w:szCs w:val="24"/>
        </w:rPr>
      </w:pPr>
      <w:r w:rsidRPr="00BD4232">
        <w:rPr>
          <w:sz w:val="24"/>
          <w:szCs w:val="24"/>
        </w:rPr>
        <w:t>3.Adres, województwo :</w:t>
      </w:r>
    </w:p>
    <w:p w:rsidR="003C74AC" w:rsidRPr="00BD4232" w:rsidRDefault="003C74AC" w:rsidP="00BD4232">
      <w:pPr>
        <w:rPr>
          <w:sz w:val="24"/>
          <w:szCs w:val="24"/>
        </w:rPr>
      </w:pPr>
      <w:r w:rsidRPr="00BD4232">
        <w:rPr>
          <w:sz w:val="24"/>
          <w:szCs w:val="24"/>
        </w:rPr>
        <w:t xml:space="preserve">   ....................................................................................................................</w:t>
      </w:r>
    </w:p>
    <w:p w:rsidR="003C74AC" w:rsidRPr="00BD4232" w:rsidRDefault="003C74AC" w:rsidP="00BD4232">
      <w:pPr>
        <w:rPr>
          <w:sz w:val="24"/>
          <w:szCs w:val="24"/>
        </w:rPr>
      </w:pPr>
      <w:r w:rsidRPr="00BD4232">
        <w:rPr>
          <w:sz w:val="24"/>
          <w:szCs w:val="24"/>
        </w:rPr>
        <w:t>4.Telefon/ faks</w:t>
      </w:r>
    </w:p>
    <w:p w:rsidR="003C74AC" w:rsidRPr="00BD4232" w:rsidRDefault="003C74AC" w:rsidP="00BD4232">
      <w:pPr>
        <w:rPr>
          <w:sz w:val="24"/>
          <w:szCs w:val="24"/>
        </w:rPr>
      </w:pPr>
      <w:r w:rsidRPr="00BD4232">
        <w:rPr>
          <w:sz w:val="24"/>
          <w:szCs w:val="24"/>
        </w:rPr>
        <w:t xml:space="preserve">     ..................................................................................................................</w:t>
      </w:r>
    </w:p>
    <w:p w:rsidR="003C74AC" w:rsidRPr="00BD4232" w:rsidRDefault="003C74AC" w:rsidP="00BD4232">
      <w:pPr>
        <w:rPr>
          <w:sz w:val="24"/>
          <w:szCs w:val="24"/>
        </w:rPr>
      </w:pPr>
      <w:r w:rsidRPr="00BD4232">
        <w:rPr>
          <w:sz w:val="24"/>
          <w:szCs w:val="24"/>
        </w:rPr>
        <w:t xml:space="preserve">5. </w:t>
      </w:r>
      <w:r w:rsidRPr="00BD4232">
        <w:rPr>
          <w:b/>
          <w:bCs/>
          <w:sz w:val="24"/>
          <w:szCs w:val="24"/>
        </w:rPr>
        <w:t>Adres e-mail</w:t>
      </w:r>
      <w:r w:rsidRPr="00BD4232">
        <w:rPr>
          <w:sz w:val="24"/>
          <w:szCs w:val="24"/>
        </w:rPr>
        <w:t xml:space="preserve"> </w:t>
      </w:r>
      <w:r w:rsidRPr="00BD4232">
        <w:rPr>
          <w:b/>
          <w:bCs/>
          <w:sz w:val="24"/>
          <w:szCs w:val="24"/>
        </w:rPr>
        <w:t>do kontaktu</w:t>
      </w:r>
      <w:r w:rsidRPr="00BD4232">
        <w:rPr>
          <w:sz w:val="24"/>
          <w:szCs w:val="24"/>
        </w:rPr>
        <w:t xml:space="preserve"> ……………………………………………….</w:t>
      </w:r>
    </w:p>
    <w:p w:rsidR="003C74AC" w:rsidRPr="00BD4232" w:rsidRDefault="003C74AC" w:rsidP="00BD4232">
      <w:pPr>
        <w:rPr>
          <w:sz w:val="24"/>
          <w:szCs w:val="24"/>
        </w:rPr>
      </w:pPr>
    </w:p>
    <w:p w:rsidR="003C74AC" w:rsidRPr="00BD4232" w:rsidRDefault="003C74AC" w:rsidP="00BD4232">
      <w:pPr>
        <w:rPr>
          <w:sz w:val="24"/>
          <w:szCs w:val="24"/>
        </w:rPr>
      </w:pPr>
      <w:r w:rsidRPr="00BD4232">
        <w:rPr>
          <w:sz w:val="24"/>
          <w:szCs w:val="24"/>
        </w:rPr>
        <w:t xml:space="preserve">6.Nazwa banku i nr konta bankowego </w:t>
      </w:r>
    </w:p>
    <w:p w:rsidR="003C74AC" w:rsidRPr="00BD4232" w:rsidRDefault="003C74AC" w:rsidP="00BD4232">
      <w:pPr>
        <w:numPr>
          <w:ilvl w:val="12"/>
          <w:numId w:val="0"/>
        </w:numPr>
        <w:rPr>
          <w:sz w:val="24"/>
          <w:szCs w:val="24"/>
        </w:rPr>
      </w:pPr>
      <w:r w:rsidRPr="00BD4232">
        <w:rPr>
          <w:sz w:val="24"/>
          <w:szCs w:val="24"/>
        </w:rPr>
        <w:t>.......................................................................................................................</w:t>
      </w:r>
    </w:p>
    <w:p w:rsidR="003C74AC" w:rsidRPr="00BD4232" w:rsidRDefault="003C74AC" w:rsidP="00BD4232">
      <w:pPr>
        <w:numPr>
          <w:ilvl w:val="12"/>
          <w:numId w:val="0"/>
        </w:numPr>
        <w:rPr>
          <w:sz w:val="24"/>
          <w:szCs w:val="24"/>
        </w:rPr>
      </w:pPr>
      <w:r w:rsidRPr="00BD4232">
        <w:rPr>
          <w:sz w:val="24"/>
          <w:szCs w:val="24"/>
        </w:rPr>
        <w:t>7. REGON ....................................</w:t>
      </w:r>
      <w:r w:rsidRPr="00BD4232">
        <w:rPr>
          <w:sz w:val="24"/>
          <w:szCs w:val="24"/>
        </w:rPr>
        <w:tab/>
      </w:r>
      <w:r w:rsidRPr="00BD4232">
        <w:rPr>
          <w:sz w:val="24"/>
          <w:szCs w:val="24"/>
        </w:rPr>
        <w:tab/>
        <w:t>NIP ........................................</w:t>
      </w:r>
    </w:p>
    <w:p w:rsidR="003C74AC" w:rsidRPr="00BD4232" w:rsidRDefault="003C74AC" w:rsidP="00BD4232">
      <w:pPr>
        <w:numPr>
          <w:ilvl w:val="12"/>
          <w:numId w:val="0"/>
        </w:numPr>
        <w:rPr>
          <w:sz w:val="24"/>
          <w:szCs w:val="24"/>
        </w:rPr>
      </w:pPr>
      <w:r w:rsidRPr="00BD4232">
        <w:rPr>
          <w:sz w:val="24"/>
          <w:szCs w:val="24"/>
        </w:rPr>
        <w:t>8. KRS (jeżeli dotyczy): …………………………</w:t>
      </w:r>
    </w:p>
    <w:p w:rsidR="003C74AC" w:rsidRPr="00BD4232" w:rsidRDefault="003C74AC" w:rsidP="00BD4232">
      <w:pPr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</w:p>
    <w:p w:rsidR="003C74AC" w:rsidRPr="00BD4232" w:rsidRDefault="003C74AC" w:rsidP="00BD4232">
      <w:pPr>
        <w:jc w:val="both"/>
        <w:rPr>
          <w:sz w:val="24"/>
          <w:szCs w:val="24"/>
        </w:rPr>
      </w:pPr>
      <w:r w:rsidRPr="00BD4232">
        <w:rPr>
          <w:sz w:val="24"/>
          <w:szCs w:val="24"/>
        </w:rPr>
        <w:t xml:space="preserve">9. Czy Wykonawca jest mikroprzedsiębiorstwem bądź małym lub średnim przedsiębiorstwem    </w:t>
      </w:r>
    </w:p>
    <w:p w:rsidR="003C74AC" w:rsidRPr="00BD4232" w:rsidRDefault="003C74AC" w:rsidP="00BD4232">
      <w:pPr>
        <w:jc w:val="both"/>
        <w:rPr>
          <w:i/>
          <w:iCs/>
          <w:sz w:val="24"/>
          <w:szCs w:val="24"/>
        </w:rPr>
      </w:pPr>
      <w:r w:rsidRPr="00BD4232">
        <w:rPr>
          <w:sz w:val="24"/>
          <w:szCs w:val="24"/>
        </w:rPr>
        <w:t xml:space="preserve">   </w:t>
      </w:r>
      <w:r w:rsidRPr="00BD4232">
        <w:rPr>
          <w:i/>
          <w:iCs/>
          <w:sz w:val="24"/>
          <w:szCs w:val="24"/>
        </w:rPr>
        <w:t>(skreślić niepotrzebne*)</w:t>
      </w:r>
    </w:p>
    <w:p w:rsidR="003C74AC" w:rsidRPr="00BD4232" w:rsidRDefault="003C74AC" w:rsidP="00BD4232">
      <w:pPr>
        <w:rPr>
          <w:sz w:val="24"/>
          <w:szCs w:val="24"/>
        </w:rPr>
      </w:pPr>
      <w:r w:rsidRPr="00BD4232">
        <w:rPr>
          <w:sz w:val="24"/>
          <w:szCs w:val="24"/>
        </w:rPr>
        <w:t xml:space="preserve">          </w:t>
      </w:r>
      <w:r w:rsidRPr="00BD4232">
        <w:rPr>
          <w:b/>
          <w:bCs/>
          <w:sz w:val="24"/>
          <w:szCs w:val="24"/>
        </w:rPr>
        <w:t>TAK *           NIE*</w:t>
      </w:r>
    </w:p>
    <w:p w:rsidR="003C74AC" w:rsidRPr="00142608" w:rsidRDefault="003C74AC" w:rsidP="00D6295C">
      <w:pPr>
        <w:pStyle w:val="BodyText"/>
      </w:pPr>
    </w:p>
    <w:p w:rsidR="003C74AC" w:rsidRPr="00142608" w:rsidRDefault="003C74AC" w:rsidP="00D6295C">
      <w:pPr>
        <w:numPr>
          <w:ilvl w:val="0"/>
          <w:numId w:val="6"/>
        </w:numPr>
        <w:rPr>
          <w:sz w:val="28"/>
          <w:szCs w:val="28"/>
        </w:rPr>
      </w:pPr>
      <w:r w:rsidRPr="00142608">
        <w:rPr>
          <w:sz w:val="28"/>
          <w:szCs w:val="28"/>
        </w:rPr>
        <w:t xml:space="preserve">Przedmiot oferty </w:t>
      </w:r>
    </w:p>
    <w:p w:rsidR="003C74AC" w:rsidRPr="00D920E4" w:rsidRDefault="003C74AC" w:rsidP="00D6295C">
      <w:pPr>
        <w:pStyle w:val="BodyText"/>
        <w:tabs>
          <w:tab w:val="left" w:pos="284"/>
        </w:tabs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W nawiązaniu do ogłoszenia z dnia 05.02.2019 roku o przetargu nieograniczonym  na  </w:t>
      </w:r>
      <w:r w:rsidRPr="00185CF6">
        <w:rPr>
          <w:sz w:val="24"/>
          <w:szCs w:val="24"/>
        </w:rPr>
        <w:t>roboty</w:t>
      </w:r>
      <w:r>
        <w:rPr>
          <w:sz w:val="24"/>
          <w:szCs w:val="24"/>
        </w:rPr>
        <w:t xml:space="preserve"> </w:t>
      </w:r>
      <w:r w:rsidRPr="00185CF6">
        <w:rPr>
          <w:sz w:val="24"/>
          <w:szCs w:val="24"/>
        </w:rPr>
        <w:t>w zakresie instalacji elektrycznych</w:t>
      </w:r>
      <w:r>
        <w:rPr>
          <w:sz w:val="24"/>
          <w:szCs w:val="24"/>
        </w:rPr>
        <w:t xml:space="preserve">, komputerowych i telefonicznych </w:t>
      </w:r>
      <w:r w:rsidRPr="00185CF6">
        <w:rPr>
          <w:sz w:val="24"/>
          <w:szCs w:val="24"/>
        </w:rPr>
        <w:t xml:space="preserve"> w salach chorych, gabinetach zabiegowych, łazienkach oraz innych pomieszczeniach </w:t>
      </w:r>
      <w:r w:rsidRPr="00D920E4">
        <w:rPr>
          <w:b w:val="0"/>
          <w:bCs w:val="0"/>
          <w:sz w:val="24"/>
          <w:szCs w:val="24"/>
        </w:rPr>
        <w:t>w Wojewódzkim Szpitalu Zespolonym w Elblągu ul.</w:t>
      </w:r>
      <w:r>
        <w:rPr>
          <w:b w:val="0"/>
          <w:bCs w:val="0"/>
          <w:sz w:val="24"/>
          <w:szCs w:val="24"/>
        </w:rPr>
        <w:t xml:space="preserve"> </w:t>
      </w:r>
      <w:r w:rsidRPr="00D920E4">
        <w:rPr>
          <w:b w:val="0"/>
          <w:bCs w:val="0"/>
          <w:sz w:val="24"/>
          <w:szCs w:val="24"/>
        </w:rPr>
        <w:t>Królewiecka 146</w:t>
      </w:r>
      <w:r>
        <w:rPr>
          <w:b w:val="0"/>
          <w:bCs w:val="0"/>
          <w:sz w:val="24"/>
          <w:szCs w:val="24"/>
        </w:rPr>
        <w:t xml:space="preserve"> </w:t>
      </w:r>
      <w:r w:rsidRPr="00D920E4">
        <w:rPr>
          <w:b w:val="0"/>
          <w:bCs w:val="0"/>
          <w:sz w:val="24"/>
          <w:szCs w:val="24"/>
        </w:rPr>
        <w:t xml:space="preserve">oferujemy realizację przedmiotu zamówienia  zgodnie z warunkami określonymi w Specyfikacji Istotnych Warunków Zamówienia, za cenę  </w:t>
      </w:r>
      <w:r>
        <w:rPr>
          <w:b w:val="0"/>
          <w:bCs w:val="0"/>
          <w:sz w:val="24"/>
          <w:szCs w:val="24"/>
        </w:rPr>
        <w:t xml:space="preserve">obliczoną wg  </w:t>
      </w:r>
      <w:r w:rsidRPr="00A85E4B">
        <w:rPr>
          <w:sz w:val="24"/>
          <w:szCs w:val="24"/>
        </w:rPr>
        <w:t>Załącznika Nr 2</w:t>
      </w:r>
      <w:r>
        <w:rPr>
          <w:b w:val="0"/>
          <w:bCs w:val="0"/>
          <w:sz w:val="24"/>
          <w:szCs w:val="24"/>
        </w:rPr>
        <w:t xml:space="preserve"> </w:t>
      </w:r>
      <w:r w:rsidRPr="00BD4437">
        <w:rPr>
          <w:sz w:val="24"/>
          <w:szCs w:val="24"/>
        </w:rPr>
        <w:t>do SIWZ:</w:t>
      </w:r>
    </w:p>
    <w:p w:rsidR="003C74AC" w:rsidRDefault="003C74AC" w:rsidP="00D6295C">
      <w:pPr>
        <w:rPr>
          <w:sz w:val="24"/>
          <w:szCs w:val="24"/>
        </w:rPr>
      </w:pPr>
      <w:bookmarkStart w:id="0" w:name="_GoBack"/>
      <w:bookmarkEnd w:id="0"/>
    </w:p>
    <w:p w:rsidR="003C74AC" w:rsidRDefault="003C74AC" w:rsidP="00D6295C">
      <w:pPr>
        <w:rPr>
          <w:sz w:val="24"/>
          <w:szCs w:val="24"/>
        </w:rPr>
      </w:pPr>
      <w:r>
        <w:rPr>
          <w:sz w:val="24"/>
          <w:szCs w:val="24"/>
        </w:rPr>
        <w:t>netto ..........................................zł</w:t>
      </w:r>
    </w:p>
    <w:p w:rsidR="003C74AC" w:rsidRDefault="003C74AC" w:rsidP="00D6295C">
      <w:pPr>
        <w:rPr>
          <w:sz w:val="24"/>
          <w:szCs w:val="24"/>
        </w:rPr>
      </w:pPr>
    </w:p>
    <w:p w:rsidR="003C74AC" w:rsidRDefault="003C74AC" w:rsidP="00D6295C">
      <w:pPr>
        <w:rPr>
          <w:sz w:val="24"/>
          <w:szCs w:val="24"/>
        </w:rPr>
      </w:pPr>
      <w:r>
        <w:rPr>
          <w:sz w:val="24"/>
          <w:szCs w:val="24"/>
        </w:rPr>
        <w:t xml:space="preserve">słownie : ...........................................................................................................................  </w:t>
      </w:r>
    </w:p>
    <w:p w:rsidR="003C74AC" w:rsidRDefault="003C74AC" w:rsidP="00D6295C">
      <w:pPr>
        <w:rPr>
          <w:sz w:val="24"/>
          <w:szCs w:val="24"/>
        </w:rPr>
      </w:pPr>
    </w:p>
    <w:p w:rsidR="003C74AC" w:rsidRDefault="003C74AC" w:rsidP="00D6295C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stawka  podatku VAT: ....................%</w:t>
      </w:r>
    </w:p>
    <w:p w:rsidR="003C74AC" w:rsidRDefault="003C74AC" w:rsidP="00D6295C">
      <w:pPr>
        <w:rPr>
          <w:sz w:val="24"/>
          <w:szCs w:val="24"/>
        </w:rPr>
      </w:pPr>
    </w:p>
    <w:p w:rsidR="003C74AC" w:rsidRDefault="003C74AC" w:rsidP="00D6295C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kwota podatku VAT : ..............................zł </w:t>
      </w:r>
    </w:p>
    <w:p w:rsidR="003C74AC" w:rsidRDefault="003C74AC" w:rsidP="00D6295C">
      <w:pPr>
        <w:rPr>
          <w:sz w:val="24"/>
          <w:szCs w:val="24"/>
        </w:rPr>
      </w:pPr>
    </w:p>
    <w:p w:rsidR="003C74AC" w:rsidRDefault="003C74AC" w:rsidP="00D6295C">
      <w:pPr>
        <w:rPr>
          <w:sz w:val="24"/>
          <w:szCs w:val="24"/>
        </w:rPr>
      </w:pPr>
      <w:r>
        <w:rPr>
          <w:sz w:val="24"/>
          <w:szCs w:val="24"/>
        </w:rPr>
        <w:t>brutto ................................................zł</w:t>
      </w:r>
    </w:p>
    <w:p w:rsidR="003C74AC" w:rsidRDefault="003C74AC" w:rsidP="00D6295C">
      <w:pPr>
        <w:rPr>
          <w:sz w:val="24"/>
          <w:szCs w:val="24"/>
        </w:rPr>
      </w:pPr>
    </w:p>
    <w:p w:rsidR="003C74AC" w:rsidRDefault="003C74AC" w:rsidP="00D6295C">
      <w:pPr>
        <w:rPr>
          <w:sz w:val="24"/>
          <w:szCs w:val="24"/>
        </w:rPr>
      </w:pPr>
      <w:r>
        <w:rPr>
          <w:sz w:val="24"/>
          <w:szCs w:val="24"/>
        </w:rPr>
        <w:t>słownie .............................................................................................................................</w:t>
      </w:r>
    </w:p>
    <w:p w:rsidR="003C74AC" w:rsidRDefault="003C74AC" w:rsidP="00D6295C">
      <w:pPr>
        <w:pStyle w:val="BodyText"/>
        <w:rPr>
          <w:b w:val="0"/>
          <w:bCs w:val="0"/>
          <w:sz w:val="24"/>
          <w:szCs w:val="24"/>
        </w:rPr>
      </w:pPr>
    </w:p>
    <w:p w:rsidR="003C74AC" w:rsidRDefault="003C74AC" w:rsidP="00D6295C">
      <w:pPr>
        <w:pStyle w:val="BodyText"/>
        <w:numPr>
          <w:ilvl w:val="0"/>
          <w:numId w:val="1"/>
        </w:numPr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Zobowiązujemy się do zakończenia robót obejmujących  przedmiot zamówienia w terminie wskazanym dla każdego pojedynczego etapu  robót.</w:t>
      </w:r>
    </w:p>
    <w:p w:rsidR="003C74AC" w:rsidRDefault="003C74AC" w:rsidP="00140312">
      <w:pPr>
        <w:pStyle w:val="BodyText"/>
        <w:numPr>
          <w:ilvl w:val="0"/>
          <w:numId w:val="1"/>
        </w:numPr>
        <w:spacing w:before="120"/>
        <w:ind w:left="357" w:hanging="35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Warunki płatności – przelewem na konto w  terminie 30 dni od daty podpisania bezusterkowego protokołu odbioru danego etapu robót będącego przedmiotem umowy i przekazania do użytkowania oraz wystawienia faktury VAT. </w:t>
      </w:r>
    </w:p>
    <w:p w:rsidR="003C74AC" w:rsidRDefault="003C74AC" w:rsidP="00140312">
      <w:pPr>
        <w:pStyle w:val="BodyText"/>
        <w:numPr>
          <w:ilvl w:val="0"/>
          <w:numId w:val="1"/>
        </w:numPr>
        <w:spacing w:before="120"/>
        <w:ind w:left="357" w:hanging="35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Wysokość odsetek za nieterminowe płatności  - nie wyższe niż odsetki ustawowe w skali roku.</w:t>
      </w:r>
    </w:p>
    <w:p w:rsidR="003C74AC" w:rsidRPr="00780CC4" w:rsidRDefault="003C74AC" w:rsidP="00780CC4">
      <w:pPr>
        <w:numPr>
          <w:ilvl w:val="0"/>
          <w:numId w:val="1"/>
        </w:numPr>
        <w:tabs>
          <w:tab w:val="left" w:pos="-567"/>
        </w:tabs>
        <w:spacing w:before="120"/>
        <w:jc w:val="both"/>
        <w:rPr>
          <w:sz w:val="24"/>
          <w:szCs w:val="24"/>
        </w:rPr>
      </w:pPr>
      <w:r w:rsidRPr="00780CC4">
        <w:rPr>
          <w:sz w:val="24"/>
          <w:szCs w:val="24"/>
        </w:rPr>
        <w:t xml:space="preserve">Oferujemy udzielić gwarancji na okres </w:t>
      </w:r>
      <w:r w:rsidRPr="00780CC4">
        <w:rPr>
          <w:b/>
          <w:bCs/>
          <w:sz w:val="24"/>
          <w:szCs w:val="24"/>
        </w:rPr>
        <w:t>…………..miesięcy (opcjonalnie 36/48/60 lub więcej miesięcy)</w:t>
      </w:r>
      <w:r w:rsidRPr="00780CC4">
        <w:rPr>
          <w:sz w:val="24"/>
          <w:szCs w:val="24"/>
        </w:rPr>
        <w:t xml:space="preserve"> na pełen zakres przedmiotu zamówienia licząc od daty końcowego odbioru etapu robót potwierdzonego protokołem zdawczo-odbiorczym zgodnie z wytycznymi opisu przedmiotu zamówienia.</w:t>
      </w:r>
    </w:p>
    <w:p w:rsidR="003C74AC" w:rsidRPr="0022432C" w:rsidRDefault="003C74AC" w:rsidP="0022432C">
      <w:pPr>
        <w:numPr>
          <w:ilvl w:val="0"/>
          <w:numId w:val="1"/>
        </w:numPr>
        <w:tabs>
          <w:tab w:val="left" w:pos="-567"/>
        </w:tabs>
        <w:spacing w:before="120"/>
        <w:jc w:val="both"/>
        <w:rPr>
          <w:sz w:val="24"/>
          <w:szCs w:val="24"/>
        </w:rPr>
      </w:pPr>
      <w:r w:rsidRPr="0022432C">
        <w:rPr>
          <w:sz w:val="24"/>
          <w:szCs w:val="24"/>
        </w:rPr>
        <w:t xml:space="preserve">Oferujemy wysokość kar umownych w wysokości </w:t>
      </w:r>
      <w:r w:rsidRPr="0022432C">
        <w:rPr>
          <w:b/>
          <w:bCs/>
          <w:sz w:val="24"/>
          <w:szCs w:val="24"/>
        </w:rPr>
        <w:t>……% (opcjonalnie 1% / 2% lub więcej)</w:t>
      </w:r>
      <w:r w:rsidRPr="0022432C">
        <w:rPr>
          <w:sz w:val="24"/>
          <w:szCs w:val="24"/>
        </w:rPr>
        <w:t xml:space="preserve"> za opóźnienie w terminie wykonania etapu zamówienia (za </w:t>
      </w:r>
      <w:r>
        <w:rPr>
          <w:sz w:val="24"/>
          <w:szCs w:val="24"/>
        </w:rPr>
        <w:t xml:space="preserve">każdy </w:t>
      </w:r>
      <w:r w:rsidRPr="0022432C">
        <w:rPr>
          <w:sz w:val="24"/>
          <w:szCs w:val="24"/>
        </w:rPr>
        <w:t>dzień</w:t>
      </w:r>
      <w:r>
        <w:rPr>
          <w:sz w:val="24"/>
          <w:szCs w:val="24"/>
        </w:rPr>
        <w:t xml:space="preserve"> opóźnienia</w:t>
      </w:r>
      <w:r w:rsidRPr="0022432C">
        <w:rPr>
          <w:sz w:val="24"/>
          <w:szCs w:val="24"/>
        </w:rPr>
        <w:t>) wskazanego w protokole przekazania placu budowy.</w:t>
      </w:r>
    </w:p>
    <w:p w:rsidR="003C74AC" w:rsidRPr="00140312" w:rsidRDefault="003C74AC" w:rsidP="0022432C">
      <w:pPr>
        <w:numPr>
          <w:ilvl w:val="0"/>
          <w:numId w:val="1"/>
        </w:numPr>
        <w:tabs>
          <w:tab w:val="left" w:pos="-567"/>
        </w:tabs>
        <w:spacing w:before="120"/>
        <w:jc w:val="both"/>
        <w:rPr>
          <w:sz w:val="24"/>
          <w:szCs w:val="24"/>
        </w:rPr>
      </w:pPr>
      <w:r w:rsidRPr="0022432C">
        <w:rPr>
          <w:sz w:val="24"/>
          <w:szCs w:val="24"/>
        </w:rPr>
        <w:t xml:space="preserve">Oferujemy </w:t>
      </w:r>
      <w:r>
        <w:rPr>
          <w:sz w:val="24"/>
          <w:szCs w:val="24"/>
        </w:rPr>
        <w:t xml:space="preserve">termin rozpoczęcia prac: </w:t>
      </w:r>
      <w:r w:rsidRPr="00140312">
        <w:rPr>
          <w:sz w:val="24"/>
          <w:szCs w:val="24"/>
        </w:rPr>
        <w:t xml:space="preserve"> </w:t>
      </w:r>
      <w:r w:rsidRPr="00140312">
        <w:rPr>
          <w:b/>
          <w:bCs/>
          <w:sz w:val="24"/>
          <w:szCs w:val="24"/>
        </w:rPr>
        <w:t>……</w:t>
      </w:r>
      <w:r>
        <w:rPr>
          <w:b/>
          <w:bCs/>
          <w:sz w:val="24"/>
          <w:szCs w:val="24"/>
        </w:rPr>
        <w:t xml:space="preserve">dni roboczych </w:t>
      </w:r>
      <w:r w:rsidRPr="00140312">
        <w:rPr>
          <w:b/>
          <w:bCs/>
          <w:sz w:val="24"/>
          <w:szCs w:val="24"/>
        </w:rPr>
        <w:t>(</w:t>
      </w:r>
      <w:r>
        <w:rPr>
          <w:b/>
          <w:bCs/>
          <w:sz w:val="24"/>
          <w:szCs w:val="24"/>
        </w:rPr>
        <w:t>opcjonalnie do 5 dni / 6-10 dni roboczych</w:t>
      </w:r>
      <w:r w:rsidRPr="00140312">
        <w:rPr>
          <w:b/>
          <w:bCs/>
          <w:sz w:val="24"/>
          <w:szCs w:val="24"/>
        </w:rPr>
        <w:t>)</w:t>
      </w:r>
      <w:r w:rsidRPr="00140312">
        <w:rPr>
          <w:sz w:val="24"/>
          <w:szCs w:val="24"/>
        </w:rPr>
        <w:t xml:space="preserve"> </w:t>
      </w:r>
      <w:r>
        <w:rPr>
          <w:sz w:val="24"/>
          <w:szCs w:val="24"/>
        </w:rPr>
        <w:t>licząc od dnia otrzymania zlecenia/zgłoszenia przez Zamawiającego.</w:t>
      </w:r>
    </w:p>
    <w:p w:rsidR="003C74AC" w:rsidRDefault="003C74AC" w:rsidP="00BD4437">
      <w:pPr>
        <w:pStyle w:val="BodyText"/>
        <w:jc w:val="both"/>
        <w:rPr>
          <w:b w:val="0"/>
          <w:bCs w:val="0"/>
          <w:sz w:val="24"/>
          <w:szCs w:val="24"/>
        </w:rPr>
      </w:pPr>
    </w:p>
    <w:p w:rsidR="003C74AC" w:rsidRDefault="003C74AC" w:rsidP="00D6295C">
      <w:pPr>
        <w:pStyle w:val="BodyText"/>
        <w:numPr>
          <w:ilvl w:val="0"/>
          <w:numId w:val="1"/>
        </w:numPr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Jako Wykonawca oświadczam/-my, że:</w:t>
      </w:r>
    </w:p>
    <w:p w:rsidR="003C74AC" w:rsidRDefault="003C74AC" w:rsidP="00D6295C">
      <w:pPr>
        <w:pStyle w:val="BodyText"/>
        <w:numPr>
          <w:ilvl w:val="1"/>
          <w:numId w:val="1"/>
        </w:numPr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Zgłoszona usterka zostanie usunięta przez Wykonawcę w ciągu 3 dni od momentu telefonicznego zgłoszenia przez Zamawiającego na numer telefonu (stacjonarny ) ................................. .</w:t>
      </w:r>
    </w:p>
    <w:p w:rsidR="003C74AC" w:rsidRDefault="003C74AC" w:rsidP="00CB1CA3">
      <w:pPr>
        <w:pStyle w:val="BodyText"/>
        <w:numPr>
          <w:ilvl w:val="1"/>
          <w:numId w:val="1"/>
        </w:numPr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Odpowiedzialnym przedstawicielem Wykonawcy za nadzór nad realizacją przedmiotu zamówienia będzie: ..........................................................(imię i nazwisko)</w:t>
      </w:r>
    </w:p>
    <w:p w:rsidR="003C74AC" w:rsidRPr="001B1AB5" w:rsidRDefault="003C74AC" w:rsidP="00CB1CA3">
      <w:pPr>
        <w:pStyle w:val="BodyText"/>
        <w:tabs>
          <w:tab w:val="left" w:pos="426"/>
        </w:tabs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   nr tel. ……………….....</w:t>
      </w:r>
    </w:p>
    <w:p w:rsidR="003C74AC" w:rsidRPr="00710C95" w:rsidRDefault="003C74AC" w:rsidP="00CB1CA3">
      <w:pPr>
        <w:pStyle w:val="BodyText"/>
        <w:tabs>
          <w:tab w:val="left" w:pos="426"/>
        </w:tabs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7.3. </w:t>
      </w:r>
      <w:r w:rsidRPr="00710C95"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Kierownikiem robót będzie ……………………………………..</w:t>
      </w:r>
    </w:p>
    <w:p w:rsidR="003C74AC" w:rsidRDefault="003C74AC" w:rsidP="00CB1CA3">
      <w:pPr>
        <w:pStyle w:val="BodyText"/>
        <w:tabs>
          <w:tab w:val="left" w:pos="426"/>
        </w:tabs>
        <w:ind w:left="360"/>
        <w:jc w:val="both"/>
        <w:rPr>
          <w:b w:val="0"/>
          <w:bCs w:val="0"/>
          <w:sz w:val="24"/>
          <w:szCs w:val="24"/>
        </w:rPr>
      </w:pPr>
      <w:r w:rsidRPr="001B1AB5">
        <w:rPr>
          <w:b w:val="0"/>
          <w:bCs w:val="0"/>
          <w:sz w:val="24"/>
          <w:szCs w:val="24"/>
        </w:rPr>
        <w:t xml:space="preserve">nr upr. </w:t>
      </w:r>
      <w:r>
        <w:rPr>
          <w:b w:val="0"/>
          <w:bCs w:val="0"/>
          <w:sz w:val="24"/>
          <w:szCs w:val="24"/>
        </w:rPr>
        <w:t xml:space="preserve">budowlanych </w:t>
      </w:r>
      <w:r w:rsidRPr="001B1AB5">
        <w:rPr>
          <w:b w:val="0"/>
          <w:bCs w:val="0"/>
          <w:sz w:val="24"/>
          <w:szCs w:val="24"/>
        </w:rPr>
        <w:t xml:space="preserve">…………………………… nr rej.  </w:t>
      </w:r>
      <w:r>
        <w:rPr>
          <w:b w:val="0"/>
          <w:bCs w:val="0"/>
          <w:sz w:val="24"/>
          <w:szCs w:val="24"/>
        </w:rPr>
        <w:t xml:space="preserve">Izby Inżynierów Budownictwa i </w:t>
      </w:r>
    </w:p>
    <w:p w:rsidR="003C74AC" w:rsidRDefault="003C74AC" w:rsidP="00CB1CA3">
      <w:pPr>
        <w:pStyle w:val="BodyText"/>
        <w:tabs>
          <w:tab w:val="left" w:pos="426"/>
        </w:tabs>
        <w:ind w:left="360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energetycznych  „D” grupy 1    ............................ </w:t>
      </w:r>
    </w:p>
    <w:p w:rsidR="003C74AC" w:rsidRDefault="003C74AC" w:rsidP="00CB1CA3">
      <w:pPr>
        <w:pStyle w:val="BodyText"/>
        <w:numPr>
          <w:ilvl w:val="1"/>
          <w:numId w:val="1"/>
        </w:numPr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zapoznaliśmy się ze Specyfikacją Istotnych Warunków Zamówienia, kryteriami oceny ofert i nie wnosimy do nich zastrzeżeń , </w:t>
      </w:r>
    </w:p>
    <w:p w:rsidR="003C74AC" w:rsidRDefault="003C74AC" w:rsidP="00CB1CA3">
      <w:pPr>
        <w:pStyle w:val="BodyText"/>
        <w:numPr>
          <w:ilvl w:val="1"/>
          <w:numId w:val="1"/>
        </w:numPr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otrzymaliśmy od Zamawiającego wszystkie niezbędne dane, informacje potrzebne do przygotowania oferty, znany jest nam zakres i cel niniejszego zamówienia,</w:t>
      </w:r>
    </w:p>
    <w:p w:rsidR="003C74AC" w:rsidRDefault="003C74AC" w:rsidP="00CB1CA3">
      <w:pPr>
        <w:pStyle w:val="BodyText"/>
        <w:numPr>
          <w:ilvl w:val="1"/>
          <w:numId w:val="1"/>
        </w:numPr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w przypadku wybrania naszej oferty zobowiązujemy się do podpisania umowy stanowiącej Załącznik Nr 10 do SIWZ zgodnie z treścią oferty,</w:t>
      </w:r>
    </w:p>
    <w:p w:rsidR="003C74AC" w:rsidRDefault="003C74AC" w:rsidP="00CB1CA3">
      <w:pPr>
        <w:pStyle w:val="BodyText"/>
        <w:numPr>
          <w:ilvl w:val="1"/>
          <w:numId w:val="1"/>
        </w:numPr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realizowane zamówienie będzie zgodnie z obowiązującymi przepisami dla jednostek służby zdrowia jak: Prawem Budowlanym, Rozporządzeniami resortowymi, Polską Normą, atestami udzielonymi na materiały do wbudowania i innymi przepisami obowiązującymi w dniu rozpoczęcia realizacji zadania,</w:t>
      </w:r>
    </w:p>
    <w:p w:rsidR="003C74AC" w:rsidRDefault="003C74AC" w:rsidP="00D6295C">
      <w:pPr>
        <w:pStyle w:val="BodyText"/>
        <w:numPr>
          <w:ilvl w:val="1"/>
          <w:numId w:val="1"/>
        </w:numPr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wszelkie niezbędne atesty, certyfikaty i aprobaty techniczne obowiązujące zgodnie z Prawem Budowlanym złożę w dniu odbioru robót na materiały wbudowane w trakcie realizacji zamówienia.  </w:t>
      </w:r>
    </w:p>
    <w:p w:rsidR="003C74AC" w:rsidRPr="00191D6D" w:rsidRDefault="003C74AC" w:rsidP="00191D6D">
      <w:pPr>
        <w:numPr>
          <w:ilvl w:val="0"/>
          <w:numId w:val="1"/>
        </w:numPr>
        <w:tabs>
          <w:tab w:val="left" w:pos="-567"/>
        </w:tabs>
        <w:spacing w:before="120"/>
        <w:jc w:val="both"/>
        <w:rPr>
          <w:sz w:val="24"/>
          <w:szCs w:val="24"/>
        </w:rPr>
      </w:pPr>
      <w:r w:rsidRPr="00191D6D">
        <w:rPr>
          <w:sz w:val="24"/>
          <w:szCs w:val="24"/>
        </w:rPr>
        <w:t xml:space="preserve">Informujemy zgodnie z art. 91ust.3a uPzp, że wybór naszej oferty </w:t>
      </w:r>
      <w:r w:rsidRPr="00191D6D">
        <w:rPr>
          <w:sz w:val="24"/>
          <w:szCs w:val="24"/>
          <w:u w:val="single"/>
        </w:rPr>
        <w:t>będzie* / nie będzie</w:t>
      </w:r>
      <w:r w:rsidRPr="00191D6D">
        <w:rPr>
          <w:sz w:val="24"/>
          <w:szCs w:val="24"/>
        </w:rPr>
        <w:t xml:space="preserve">*  </w:t>
      </w:r>
    </w:p>
    <w:p w:rsidR="003C74AC" w:rsidRPr="00191D6D" w:rsidRDefault="003C74AC" w:rsidP="00191D6D">
      <w:pPr>
        <w:suppressAutoHyphens/>
        <w:jc w:val="both"/>
        <w:rPr>
          <w:sz w:val="24"/>
          <w:szCs w:val="24"/>
        </w:rPr>
      </w:pPr>
      <w:r w:rsidRPr="00191D6D">
        <w:rPr>
          <w:sz w:val="24"/>
          <w:szCs w:val="24"/>
        </w:rPr>
        <w:t xml:space="preserve">     prowadzić do powstania u Zamawiającego obowiązku podatkowego od  towarów i usług,  </w:t>
      </w:r>
    </w:p>
    <w:p w:rsidR="003C74AC" w:rsidRPr="00191D6D" w:rsidRDefault="003C74AC" w:rsidP="00191D6D">
      <w:pPr>
        <w:suppressAutoHyphens/>
        <w:jc w:val="both"/>
        <w:rPr>
          <w:sz w:val="24"/>
          <w:szCs w:val="24"/>
        </w:rPr>
      </w:pPr>
      <w:r w:rsidRPr="00191D6D">
        <w:rPr>
          <w:sz w:val="24"/>
          <w:szCs w:val="24"/>
        </w:rPr>
        <w:t xml:space="preserve">     który miałby obowiązek rozliczyć zgodnie z tymi przepisami.     </w:t>
      </w:r>
    </w:p>
    <w:p w:rsidR="003C74AC" w:rsidRPr="00191D6D" w:rsidRDefault="003C74AC" w:rsidP="00191D6D">
      <w:pPr>
        <w:tabs>
          <w:tab w:val="left" w:pos="720"/>
        </w:tabs>
        <w:ind w:left="360"/>
        <w:jc w:val="both"/>
        <w:rPr>
          <w:sz w:val="24"/>
          <w:szCs w:val="24"/>
        </w:rPr>
      </w:pPr>
    </w:p>
    <w:p w:rsidR="003C74AC" w:rsidRPr="00191D6D" w:rsidRDefault="003C74AC" w:rsidP="00191D6D">
      <w:pPr>
        <w:tabs>
          <w:tab w:val="left" w:pos="720"/>
        </w:tabs>
        <w:ind w:left="360"/>
        <w:jc w:val="both"/>
        <w:rPr>
          <w:b/>
          <w:bCs/>
          <w:i/>
          <w:iCs/>
          <w:sz w:val="24"/>
          <w:szCs w:val="24"/>
        </w:rPr>
      </w:pPr>
      <w:r w:rsidRPr="00191D6D">
        <w:rPr>
          <w:b/>
          <w:bCs/>
          <w:i/>
          <w:iCs/>
          <w:sz w:val="24"/>
          <w:szCs w:val="24"/>
        </w:rPr>
        <w:t>Uwaga!!! w przypadku, gdy wybór oferty będzie prowadzić do powstania u Zamawiającego obowiązku podatkowego od towarów i usług Wykonawca  powyżej w formularzu ofertowym wpisuje tylko wartość netto bez kwoty podatku VAT.</w:t>
      </w:r>
    </w:p>
    <w:p w:rsidR="003C74AC" w:rsidRPr="00191D6D" w:rsidRDefault="003C74AC" w:rsidP="00191D6D">
      <w:pPr>
        <w:jc w:val="both"/>
        <w:rPr>
          <w:sz w:val="24"/>
          <w:szCs w:val="24"/>
        </w:rPr>
      </w:pPr>
    </w:p>
    <w:p w:rsidR="003C74AC" w:rsidRPr="00191D6D" w:rsidRDefault="003C74AC" w:rsidP="00191D6D">
      <w:pPr>
        <w:rPr>
          <w:sz w:val="24"/>
          <w:szCs w:val="24"/>
        </w:rPr>
      </w:pPr>
      <w:r w:rsidRPr="00191D6D">
        <w:rPr>
          <w:sz w:val="24"/>
          <w:szCs w:val="24"/>
        </w:rPr>
        <w:t xml:space="preserve">9. Część zamówienia............................................................................................. której   </w:t>
      </w:r>
    </w:p>
    <w:p w:rsidR="003C74AC" w:rsidRPr="00191D6D" w:rsidRDefault="003C74AC" w:rsidP="00191D6D">
      <w:pPr>
        <w:tabs>
          <w:tab w:val="num" w:pos="1080"/>
        </w:tabs>
        <w:rPr>
          <w:sz w:val="24"/>
          <w:szCs w:val="24"/>
        </w:rPr>
      </w:pPr>
      <w:r w:rsidRPr="00191D6D">
        <w:rPr>
          <w:sz w:val="24"/>
          <w:szCs w:val="24"/>
        </w:rPr>
        <w:t xml:space="preserve">      wykonanie powierzymy / nie powierzymy  podwykonawcom* </w:t>
      </w:r>
    </w:p>
    <w:p w:rsidR="003C74AC" w:rsidRPr="00191D6D" w:rsidRDefault="003C74AC" w:rsidP="00191D6D">
      <w:pPr>
        <w:ind w:left="360"/>
        <w:rPr>
          <w:i/>
          <w:iCs/>
          <w:sz w:val="24"/>
          <w:szCs w:val="24"/>
        </w:rPr>
      </w:pPr>
      <w:r w:rsidRPr="00191D6D">
        <w:rPr>
          <w:i/>
          <w:iCs/>
          <w:sz w:val="24"/>
          <w:szCs w:val="24"/>
        </w:rPr>
        <w:t>(Wykonawca, który powierzy część zamówienia podwykonawcom wymienia poniżej firmy podwykonawców)*</w:t>
      </w:r>
    </w:p>
    <w:p w:rsidR="003C74AC" w:rsidRPr="00191D6D" w:rsidRDefault="003C74AC" w:rsidP="00191D6D">
      <w:pPr>
        <w:rPr>
          <w:sz w:val="24"/>
          <w:szCs w:val="24"/>
        </w:rPr>
      </w:pPr>
      <w:r w:rsidRPr="00191D6D">
        <w:rPr>
          <w:sz w:val="24"/>
          <w:szCs w:val="24"/>
        </w:rPr>
        <w:t xml:space="preserve">    - ……………………………………</w:t>
      </w:r>
    </w:p>
    <w:p w:rsidR="003C74AC" w:rsidRPr="00191D6D" w:rsidRDefault="003C74AC" w:rsidP="00191D6D">
      <w:pPr>
        <w:rPr>
          <w:sz w:val="24"/>
          <w:szCs w:val="24"/>
        </w:rPr>
      </w:pPr>
      <w:r w:rsidRPr="00191D6D">
        <w:rPr>
          <w:sz w:val="24"/>
          <w:szCs w:val="24"/>
        </w:rPr>
        <w:t xml:space="preserve">    -…………………………………….</w:t>
      </w:r>
    </w:p>
    <w:p w:rsidR="003C74AC" w:rsidRPr="00191D6D" w:rsidRDefault="003C74AC" w:rsidP="00191D6D">
      <w:pPr>
        <w:spacing w:after="20"/>
        <w:jc w:val="both"/>
        <w:rPr>
          <w:sz w:val="24"/>
          <w:szCs w:val="24"/>
        </w:rPr>
      </w:pPr>
      <w:r w:rsidRPr="00191D6D">
        <w:rPr>
          <w:sz w:val="24"/>
          <w:szCs w:val="24"/>
        </w:rPr>
        <w:t xml:space="preserve">10.   Oferta została złożona łącznie na kolejnych ................................... stronach </w:t>
      </w:r>
    </w:p>
    <w:p w:rsidR="003C74AC" w:rsidRPr="00191D6D" w:rsidRDefault="003C74AC" w:rsidP="00191D6D">
      <w:pPr>
        <w:spacing w:after="20"/>
        <w:jc w:val="both"/>
        <w:rPr>
          <w:sz w:val="24"/>
          <w:szCs w:val="24"/>
        </w:rPr>
      </w:pPr>
      <w:r w:rsidRPr="00191D6D">
        <w:rPr>
          <w:sz w:val="24"/>
          <w:szCs w:val="24"/>
        </w:rPr>
        <w:t xml:space="preserve">     ( uwaga w numeracji proszę uwzględnić wszystkie załączone dokumenty )        </w:t>
      </w:r>
    </w:p>
    <w:p w:rsidR="003C74AC" w:rsidRPr="00191D6D" w:rsidRDefault="003C74AC" w:rsidP="00191D6D">
      <w:pPr>
        <w:spacing w:after="20"/>
        <w:jc w:val="both"/>
        <w:rPr>
          <w:sz w:val="24"/>
          <w:szCs w:val="24"/>
        </w:rPr>
      </w:pPr>
    </w:p>
    <w:p w:rsidR="003C74AC" w:rsidRPr="008B7E1C" w:rsidRDefault="003C74AC" w:rsidP="008B7E1C">
      <w:pPr>
        <w:spacing w:after="20"/>
        <w:jc w:val="both"/>
        <w:rPr>
          <w:sz w:val="24"/>
          <w:szCs w:val="24"/>
        </w:rPr>
      </w:pPr>
      <w:r w:rsidRPr="00191D6D">
        <w:rPr>
          <w:rFonts w:ascii="Arial" w:hAnsi="Arial" w:cs="Arial"/>
          <w:sz w:val="24"/>
          <w:szCs w:val="24"/>
        </w:rPr>
        <w:t xml:space="preserve"> </w:t>
      </w:r>
    </w:p>
    <w:p w:rsidR="003C74AC" w:rsidRPr="00191D6D" w:rsidRDefault="003C74AC" w:rsidP="00191D6D">
      <w:pPr>
        <w:jc w:val="both"/>
        <w:rPr>
          <w:b/>
          <w:bCs/>
          <w:sz w:val="24"/>
          <w:szCs w:val="24"/>
        </w:rPr>
      </w:pPr>
      <w:r w:rsidRPr="00191D6D">
        <w:rPr>
          <w:b/>
          <w:bCs/>
          <w:sz w:val="24"/>
          <w:szCs w:val="24"/>
        </w:rPr>
        <w:t xml:space="preserve">UWAGA! </w:t>
      </w:r>
    </w:p>
    <w:p w:rsidR="003C74AC" w:rsidRPr="00191D6D" w:rsidRDefault="003C74AC" w:rsidP="00191D6D">
      <w:pPr>
        <w:jc w:val="both"/>
        <w:rPr>
          <w:b/>
          <w:bCs/>
          <w:sz w:val="24"/>
          <w:szCs w:val="24"/>
        </w:rPr>
      </w:pPr>
      <w:r w:rsidRPr="00191D6D">
        <w:rPr>
          <w:b/>
          <w:bCs/>
          <w:sz w:val="24"/>
          <w:szCs w:val="24"/>
        </w:rPr>
        <w:t>* - niepotrzebne skreślić</w:t>
      </w:r>
    </w:p>
    <w:p w:rsidR="003C74AC" w:rsidRPr="00191D6D" w:rsidRDefault="003C74AC" w:rsidP="00191D6D">
      <w:pPr>
        <w:ind w:left="360" w:hanging="360"/>
        <w:jc w:val="both"/>
        <w:rPr>
          <w:b/>
          <w:bCs/>
          <w:sz w:val="24"/>
          <w:szCs w:val="24"/>
        </w:rPr>
      </w:pPr>
      <w:r w:rsidRPr="00191D6D">
        <w:rPr>
          <w:b/>
          <w:bCs/>
          <w:sz w:val="24"/>
          <w:szCs w:val="24"/>
        </w:rPr>
        <w:t xml:space="preserve">   - niewpisanie terminu gwarancji</w:t>
      </w:r>
      <w:r>
        <w:rPr>
          <w:b/>
          <w:bCs/>
          <w:sz w:val="24"/>
          <w:szCs w:val="24"/>
        </w:rPr>
        <w:t xml:space="preserve">, terminu rozpoczęcia prac, wysokości kar umownych </w:t>
      </w:r>
      <w:r w:rsidRPr="00191D6D">
        <w:rPr>
          <w:b/>
          <w:bCs/>
          <w:sz w:val="24"/>
          <w:szCs w:val="24"/>
        </w:rPr>
        <w:t xml:space="preserve"> lub wpisanie innego niż był dozwolony (patrz tabela w pkt. 14 ppkt. 1.2</w:t>
      </w:r>
      <w:r>
        <w:rPr>
          <w:b/>
          <w:bCs/>
          <w:sz w:val="24"/>
          <w:szCs w:val="24"/>
        </w:rPr>
        <w:t>-1.4</w:t>
      </w:r>
      <w:r w:rsidRPr="00191D6D">
        <w:rPr>
          <w:b/>
          <w:bCs/>
          <w:sz w:val="24"/>
          <w:szCs w:val="24"/>
        </w:rPr>
        <w:t xml:space="preserve"> SIWZ) spowoduje odrzucenie oferty.</w:t>
      </w:r>
    </w:p>
    <w:p w:rsidR="003C74AC" w:rsidRDefault="003C74AC" w:rsidP="00D6295C">
      <w:pPr>
        <w:pStyle w:val="BodyText"/>
        <w:rPr>
          <w:b w:val="0"/>
          <w:bCs w:val="0"/>
          <w:sz w:val="24"/>
          <w:szCs w:val="24"/>
        </w:rPr>
      </w:pPr>
    </w:p>
    <w:p w:rsidR="003C74AC" w:rsidRDefault="003C74AC" w:rsidP="00D6295C">
      <w:pPr>
        <w:pStyle w:val="BodyText"/>
        <w:rPr>
          <w:b w:val="0"/>
          <w:bCs w:val="0"/>
          <w:sz w:val="24"/>
          <w:szCs w:val="24"/>
        </w:rPr>
      </w:pPr>
    </w:p>
    <w:p w:rsidR="003C74AC" w:rsidRDefault="003C74AC" w:rsidP="00D6295C">
      <w:pPr>
        <w:pStyle w:val="BodyText"/>
        <w:ind w:left="3540" w:firstLine="708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..............................................................</w:t>
      </w:r>
    </w:p>
    <w:p w:rsidR="003C74AC" w:rsidRDefault="003C74AC" w:rsidP="00D6295C">
      <w:pPr>
        <w:pStyle w:val="BodyText"/>
        <w:ind w:left="4248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data , podpis Wykonawcy lub  osoby </w:t>
      </w:r>
    </w:p>
    <w:p w:rsidR="003C74AC" w:rsidRDefault="003C74AC" w:rsidP="00D6295C">
      <w:pPr>
        <w:pStyle w:val="BodyText"/>
        <w:ind w:left="4248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upoważnionej do reprezentowania Wykonawcy</w:t>
      </w:r>
    </w:p>
    <w:p w:rsidR="003C74AC" w:rsidRDefault="003C74AC" w:rsidP="00D6295C">
      <w:pPr>
        <w:pStyle w:val="BodyText"/>
        <w:ind w:left="4248" w:hanging="4248"/>
        <w:jc w:val="right"/>
        <w:rPr>
          <w:sz w:val="24"/>
          <w:szCs w:val="24"/>
        </w:rPr>
      </w:pPr>
    </w:p>
    <w:p w:rsidR="003C74AC" w:rsidRDefault="003C74AC" w:rsidP="00D6295C">
      <w:pPr>
        <w:pStyle w:val="BodyText"/>
        <w:rPr>
          <w:sz w:val="24"/>
          <w:szCs w:val="24"/>
        </w:rPr>
      </w:pPr>
    </w:p>
    <w:p w:rsidR="003C74AC" w:rsidRDefault="003C74AC" w:rsidP="00D6295C">
      <w:pPr>
        <w:ind w:left="2832" w:firstLine="708"/>
        <w:jc w:val="center"/>
        <w:rPr>
          <w:sz w:val="28"/>
          <w:szCs w:val="28"/>
        </w:rPr>
      </w:pPr>
    </w:p>
    <w:p w:rsidR="003C74AC" w:rsidRDefault="003C74AC"/>
    <w:sectPr w:rsidR="003C74AC" w:rsidSect="00DF3A0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74AC" w:rsidRDefault="003C74AC">
      <w:r>
        <w:separator/>
      </w:r>
    </w:p>
  </w:endnote>
  <w:endnote w:type="continuationSeparator" w:id="1">
    <w:p w:rsidR="003C74AC" w:rsidRDefault="003C7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4AC" w:rsidRPr="00A85E4B" w:rsidRDefault="003C74AC" w:rsidP="00A85E4B">
    <w:pPr>
      <w:jc w:val="both"/>
      <w:rPr>
        <w:b/>
        <w:bCs/>
        <w:sz w:val="18"/>
        <w:szCs w:val="18"/>
      </w:rPr>
    </w:pPr>
    <w:r w:rsidRPr="00A85E4B">
      <w:rPr>
        <w:sz w:val="18"/>
        <w:szCs w:val="18"/>
      </w:rPr>
      <w:t>SIWZ 6/2019 - roboty budowlane polegające na wykonaniu robót w zakresie instalacji elektrycznych, komputerowych i telefonicznych w salach chorych, gabinetach zabiegowych, łazienkach oraz innych pomieszczeniach w Wojewódzkim Szpitalu Zespolonym w Elblągu.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74AC" w:rsidRDefault="003C74AC">
      <w:r>
        <w:separator/>
      </w:r>
    </w:p>
  </w:footnote>
  <w:footnote w:type="continuationSeparator" w:id="1">
    <w:p w:rsidR="003C74AC" w:rsidRDefault="003C74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57E74"/>
    <w:multiLevelType w:val="hybridMultilevel"/>
    <w:tmpl w:val="186E744A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3248DA"/>
    <w:multiLevelType w:val="singleLevel"/>
    <w:tmpl w:val="088E9810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17D27814"/>
    <w:multiLevelType w:val="multilevel"/>
    <w:tmpl w:val="67A6C8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32619CB"/>
    <w:multiLevelType w:val="singleLevel"/>
    <w:tmpl w:val="178CB45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317A5DEA"/>
    <w:multiLevelType w:val="singleLevel"/>
    <w:tmpl w:val="3D9051DE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5">
    <w:nsid w:val="59E31B12"/>
    <w:multiLevelType w:val="hybridMultilevel"/>
    <w:tmpl w:val="0122E18C"/>
    <w:lvl w:ilvl="0" w:tplc="6458FF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DE30E74"/>
    <w:multiLevelType w:val="multilevel"/>
    <w:tmpl w:val="0374D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>
    <w:nsid w:val="67C81FF0"/>
    <w:multiLevelType w:val="multilevel"/>
    <w:tmpl w:val="EAAA34F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295C"/>
    <w:rsid w:val="00126418"/>
    <w:rsid w:val="00140312"/>
    <w:rsid w:val="00142608"/>
    <w:rsid w:val="00147A95"/>
    <w:rsid w:val="00185CF6"/>
    <w:rsid w:val="00191D6D"/>
    <w:rsid w:val="001B1AB5"/>
    <w:rsid w:val="0022432C"/>
    <w:rsid w:val="00380F0A"/>
    <w:rsid w:val="003C74AC"/>
    <w:rsid w:val="00451650"/>
    <w:rsid w:val="006047A0"/>
    <w:rsid w:val="006F450F"/>
    <w:rsid w:val="00710C95"/>
    <w:rsid w:val="00780CC4"/>
    <w:rsid w:val="007D2A24"/>
    <w:rsid w:val="008B7E1C"/>
    <w:rsid w:val="008E798B"/>
    <w:rsid w:val="009A7BFE"/>
    <w:rsid w:val="00A85E4B"/>
    <w:rsid w:val="00BD4232"/>
    <w:rsid w:val="00BD4437"/>
    <w:rsid w:val="00BF0D4A"/>
    <w:rsid w:val="00C16E59"/>
    <w:rsid w:val="00C91638"/>
    <w:rsid w:val="00CB0816"/>
    <w:rsid w:val="00CB1CA3"/>
    <w:rsid w:val="00CD45A5"/>
    <w:rsid w:val="00D10193"/>
    <w:rsid w:val="00D6295C"/>
    <w:rsid w:val="00D920E4"/>
    <w:rsid w:val="00DA5055"/>
    <w:rsid w:val="00DB0E78"/>
    <w:rsid w:val="00DF039B"/>
    <w:rsid w:val="00DF3A03"/>
    <w:rsid w:val="00E15093"/>
    <w:rsid w:val="00EF73DE"/>
    <w:rsid w:val="00F03B5F"/>
    <w:rsid w:val="00F42AE4"/>
    <w:rsid w:val="00FB1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32C"/>
    <w:rPr>
      <w:rFonts w:ascii="Times New Roman" w:eastAsia="Times New Roman" w:hAnsi="Times New Roman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BD4232"/>
    <w:pPr>
      <w:keepNext/>
      <w:autoSpaceDE w:val="0"/>
      <w:autoSpaceDN w:val="0"/>
      <w:outlineLvl w:val="3"/>
    </w:pPr>
    <w:rPr>
      <w:rFonts w:eastAsia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10193"/>
    <w:rPr>
      <w:rFonts w:ascii="Calibri" w:hAnsi="Calibri" w:cs="Calibri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D6295C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6295C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Footer">
    <w:name w:val="footer"/>
    <w:aliases w:val="Znak14,Znak14 Znak"/>
    <w:basedOn w:val="Normal"/>
    <w:link w:val="FooterChar"/>
    <w:uiPriority w:val="99"/>
    <w:rsid w:val="00D6295C"/>
    <w:pPr>
      <w:tabs>
        <w:tab w:val="center" w:pos="4536"/>
        <w:tab w:val="right" w:pos="9072"/>
      </w:tabs>
    </w:pPr>
  </w:style>
  <w:style w:type="character" w:customStyle="1" w:styleId="FooterChar">
    <w:name w:val="Footer Char"/>
    <w:aliases w:val="Znak14 Char,Znak14 Znak Char"/>
    <w:basedOn w:val="DefaultParagraphFont"/>
    <w:link w:val="Footer"/>
    <w:uiPriority w:val="99"/>
    <w:locked/>
    <w:rsid w:val="00D6295C"/>
    <w:rPr>
      <w:rFonts w:ascii="Times New Roman" w:hAnsi="Times New Roman" w:cs="Times New Roman"/>
      <w:sz w:val="20"/>
      <w:szCs w:val="20"/>
      <w:lang w:eastAsia="pl-PL"/>
    </w:rPr>
  </w:style>
  <w:style w:type="paragraph" w:styleId="Header">
    <w:name w:val="header"/>
    <w:basedOn w:val="Normal"/>
    <w:link w:val="HeaderChar"/>
    <w:uiPriority w:val="99"/>
    <w:rsid w:val="00A85E4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10193"/>
    <w:rPr>
      <w:rFonts w:ascii="Times New Roman" w:hAnsi="Times New Roman" w:cs="Times New Roman"/>
      <w:sz w:val="20"/>
      <w:szCs w:val="20"/>
    </w:rPr>
  </w:style>
  <w:style w:type="paragraph" w:customStyle="1" w:styleId="CharChar3ZnakZnakCharCharZnakZnakCharCharZnakZnakZnakZnakZnakZnakZnak">
    <w:name w:val="Char Char3 Znak Znak Char Char Znak Znak Char Char Znak Znak Znak Znak Znak Znak Znak"/>
    <w:basedOn w:val="Normal"/>
    <w:uiPriority w:val="99"/>
    <w:rsid w:val="00A85E4B"/>
    <w:rPr>
      <w:rFonts w:eastAsia="Calibri"/>
      <w:sz w:val="24"/>
      <w:szCs w:val="24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BD4232"/>
    <w:rPr>
      <w:rFonts w:eastAsia="Calibri"/>
      <w:sz w:val="24"/>
      <w:szCs w:val="24"/>
    </w:rPr>
  </w:style>
  <w:style w:type="character" w:customStyle="1" w:styleId="Znak14ZnakZnak">
    <w:name w:val="Znak14 Znak Znak"/>
    <w:uiPriority w:val="99"/>
    <w:rsid w:val="00BD4232"/>
    <w:rPr>
      <w:sz w:val="24"/>
      <w:szCs w:val="24"/>
      <w:lang w:val="pl-PL" w:eastAsia="pl-PL"/>
    </w:rPr>
  </w:style>
  <w:style w:type="paragraph" w:customStyle="1" w:styleId="ZnakZnakZnakZnakZnakZnak">
    <w:name w:val="Znak Znak Znak Znak Znak Znak"/>
    <w:basedOn w:val="Normal"/>
    <w:uiPriority w:val="99"/>
    <w:rsid w:val="00BD4232"/>
    <w:pPr>
      <w:spacing w:after="120" w:line="360" w:lineRule="auto"/>
      <w:jc w:val="both"/>
    </w:pPr>
    <w:rPr>
      <w:rFonts w:ascii="Verdana" w:eastAsia="Calibri" w:hAnsi="Verdana" w:cs="Verdan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3</Pages>
  <Words>891</Words>
  <Characters>5347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Kubacki</dc:creator>
  <cp:keywords/>
  <dc:description/>
  <cp:lastModifiedBy>user</cp:lastModifiedBy>
  <cp:revision>6</cp:revision>
  <dcterms:created xsi:type="dcterms:W3CDTF">2019-01-28T10:45:00Z</dcterms:created>
  <dcterms:modified xsi:type="dcterms:W3CDTF">2019-02-05T09:01:00Z</dcterms:modified>
</cp:coreProperties>
</file>