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1F" w:rsidRDefault="006F631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SIWZ       </w:t>
      </w:r>
    </w:p>
    <w:p w:rsidR="006F631F" w:rsidRPr="00A058AD" w:rsidRDefault="006F631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6F631F" w:rsidRDefault="006F631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6F631F" w:rsidRDefault="006F631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6F631F" w:rsidRDefault="006F631F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6F631F" w:rsidRPr="00A058AD" w:rsidRDefault="006F631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6F631F" w:rsidRPr="00AB71A8" w:rsidRDefault="006F631F" w:rsidP="007118F0">
      <w:pPr>
        <w:spacing w:after="0"/>
        <w:rPr>
          <w:rFonts w:ascii="Arial" w:hAnsi="Arial" w:cs="Arial"/>
          <w:b/>
          <w:bCs/>
        </w:rPr>
      </w:pPr>
    </w:p>
    <w:p w:rsidR="006F631F" w:rsidRDefault="006F631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6F631F" w:rsidRPr="00A058AD" w:rsidRDefault="006F631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F631F" w:rsidRPr="00A058AD" w:rsidRDefault="006F631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F631F" w:rsidRPr="00A058AD" w:rsidRDefault="006F631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F631F" w:rsidRPr="003D272A" w:rsidRDefault="006F631F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F631F" w:rsidRPr="00A058AD" w:rsidRDefault="006F631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F631F" w:rsidRPr="00A058AD" w:rsidRDefault="006F631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F631F" w:rsidRDefault="006F631F" w:rsidP="00C4103F">
      <w:pPr>
        <w:rPr>
          <w:rFonts w:ascii="Arial" w:hAnsi="Arial" w:cs="Arial"/>
        </w:rPr>
      </w:pPr>
    </w:p>
    <w:p w:rsidR="006F631F" w:rsidRPr="009375EB" w:rsidRDefault="006F631F" w:rsidP="00C4103F">
      <w:pPr>
        <w:rPr>
          <w:rFonts w:ascii="Arial" w:hAnsi="Arial" w:cs="Arial"/>
        </w:rPr>
      </w:pPr>
    </w:p>
    <w:p w:rsidR="006F631F" w:rsidRPr="00EA74CD" w:rsidRDefault="006F631F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F631F" w:rsidRPr="005319CA" w:rsidRDefault="006F631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F631F" w:rsidRPr="005319CA" w:rsidRDefault="006F631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F631F" w:rsidRPr="00BF1F3F" w:rsidRDefault="006F631F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F631F" w:rsidRDefault="006F631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631F" w:rsidRPr="001448FB" w:rsidRDefault="006F631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631F" w:rsidRPr="00EA432B" w:rsidRDefault="006F631F" w:rsidP="00B53C4F">
      <w:pPr>
        <w:jc w:val="both"/>
        <w:rPr>
          <w:rFonts w:ascii="Arial" w:hAnsi="Arial" w:cs="Arial"/>
          <w:b/>
          <w:bCs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>Dostawa materiałów medycznych jednorazowego użytku</w:t>
      </w:r>
      <w:r>
        <w:rPr>
          <w:rFonts w:ascii="Arial" w:hAnsi="Arial" w:cs="Arial"/>
          <w:b/>
          <w:bCs/>
          <w:i/>
          <w:iCs/>
        </w:rPr>
        <w:t xml:space="preserve"> w</w:t>
      </w:r>
      <w:r w:rsidRPr="00EA432B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</w:rPr>
        <w:t>2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Apteki Szpitalnej Wojewódzkiego Szpitala Zespolonego w Elblągu ”</w:t>
      </w:r>
      <w:r w:rsidRPr="00EA432B">
        <w:rPr>
          <w:rFonts w:ascii="Arial" w:hAnsi="Arial" w:cs="Arial"/>
          <w:b/>
          <w:bCs/>
        </w:rPr>
        <w:t xml:space="preserve"> –</w:t>
      </w:r>
      <w:r>
        <w:rPr>
          <w:rFonts w:ascii="Arial" w:hAnsi="Arial" w:cs="Arial"/>
          <w:b/>
          <w:bCs/>
        </w:rPr>
        <w:t xml:space="preserve"> nr postępowania  10/2019</w:t>
      </w:r>
      <w:r w:rsidRPr="00EA432B">
        <w:rPr>
          <w:rFonts w:ascii="Arial" w:hAnsi="Arial" w:cs="Arial"/>
          <w:b/>
          <w:bCs/>
        </w:rPr>
        <w:t xml:space="preserve">. </w:t>
      </w:r>
    </w:p>
    <w:p w:rsidR="006F631F" w:rsidRPr="00AA7CC7" w:rsidRDefault="006F631F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6F631F" w:rsidRPr="00CC6896" w:rsidRDefault="006F631F" w:rsidP="004C43B8">
      <w:pPr>
        <w:spacing w:after="0" w:line="360" w:lineRule="auto"/>
        <w:jc w:val="both"/>
        <w:rPr>
          <w:rFonts w:ascii="Arial" w:hAnsi="Arial" w:cs="Arial"/>
        </w:rPr>
      </w:pPr>
    </w:p>
    <w:p w:rsidR="006F631F" w:rsidRPr="001448FB" w:rsidRDefault="006F631F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F631F" w:rsidRDefault="006F631F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F631F" w:rsidRDefault="006F631F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F631F" w:rsidRPr="0087311B" w:rsidRDefault="006F631F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6F631F" w:rsidRPr="003E1710" w:rsidRDefault="006F631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F631F" w:rsidRPr="003E1710" w:rsidRDefault="006F631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F631F" w:rsidRPr="003E1710" w:rsidRDefault="006F631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631F" w:rsidRPr="003E1710" w:rsidRDefault="006F631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F631F" w:rsidRPr="00190D6E" w:rsidRDefault="006F631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F631F" w:rsidRPr="00307A36" w:rsidRDefault="006F631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6F631F" w:rsidRDefault="006F631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F631F" w:rsidRPr="00A56074" w:rsidRDefault="006F631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631F" w:rsidRPr="000F2452" w:rsidRDefault="006F631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631F" w:rsidRPr="000F2452" w:rsidRDefault="006F631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F631F" w:rsidRPr="000F2452" w:rsidRDefault="006F631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631F" w:rsidRPr="000F2452" w:rsidRDefault="006F631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F631F" w:rsidRPr="000F2452" w:rsidRDefault="006F631F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6F631F" w:rsidRPr="009375EB" w:rsidRDefault="006F631F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F631F" w:rsidRPr="003C58F8" w:rsidRDefault="006F631F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6F631F" w:rsidRPr="009375EB" w:rsidRDefault="006F631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F631F" w:rsidRPr="00F54680" w:rsidRDefault="006F631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F631F" w:rsidRPr="005A73FB" w:rsidRDefault="006F631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631F" w:rsidRPr="005A73FB" w:rsidRDefault="006F631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F631F" w:rsidRPr="005A73FB" w:rsidRDefault="006F631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631F" w:rsidRPr="005A73FB" w:rsidRDefault="006F631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F631F" w:rsidRPr="009D3E32" w:rsidRDefault="006F631F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6F631F" w:rsidRPr="001D3A19" w:rsidRDefault="006F631F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F631F" w:rsidRPr="009375EB" w:rsidRDefault="006F631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F631F" w:rsidRPr="00193E01" w:rsidRDefault="006F631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F631F" w:rsidRPr="001F4C82" w:rsidRDefault="006F631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631F" w:rsidRPr="001F4C82" w:rsidRDefault="006F631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F631F" w:rsidRPr="001F4C82" w:rsidRDefault="006F631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631F" w:rsidRPr="001F4C82" w:rsidRDefault="006F631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F631F" w:rsidRPr="00C00C2E" w:rsidRDefault="006F631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F631F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31F" w:rsidRDefault="006F631F" w:rsidP="0038231F">
      <w:pPr>
        <w:spacing w:after="0" w:line="240" w:lineRule="auto"/>
      </w:pPr>
      <w:r>
        <w:separator/>
      </w:r>
    </w:p>
  </w:endnote>
  <w:endnote w:type="continuationSeparator" w:id="1">
    <w:p w:rsidR="006F631F" w:rsidRDefault="006F63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31F" w:rsidRDefault="006F631F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631F" w:rsidRDefault="006F631F" w:rsidP="009D3E3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6F631F" w:rsidRPr="006602DA" w:rsidRDefault="006F631F" w:rsidP="009E0275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10/2019</w:t>
    </w:r>
    <w:r w:rsidRPr="006602DA">
      <w:rPr>
        <w:rFonts w:ascii="Arial" w:hAnsi="Arial" w:cs="Arial"/>
        <w:sz w:val="16"/>
        <w:szCs w:val="16"/>
      </w:rPr>
      <w:t xml:space="preserve">  SIWZ – Dostawa</w:t>
    </w:r>
    <w:r>
      <w:rPr>
        <w:rFonts w:ascii="Arial" w:hAnsi="Arial" w:cs="Arial"/>
        <w:sz w:val="16"/>
        <w:szCs w:val="16"/>
      </w:rPr>
      <w:t xml:space="preserve"> materiałów medycznych  jednorazowego użytku , rękawic chirurgicznych w  13</w:t>
    </w:r>
    <w:r w:rsidRPr="006602DA">
      <w:rPr>
        <w:rFonts w:ascii="Arial" w:hAnsi="Arial" w:cs="Arial"/>
        <w:sz w:val="16"/>
        <w:szCs w:val="16"/>
      </w:rPr>
      <w:t xml:space="preserve"> pak</w:t>
    </w:r>
    <w:r>
      <w:rPr>
        <w:rFonts w:ascii="Arial" w:hAnsi="Arial" w:cs="Arial"/>
        <w:sz w:val="16"/>
        <w:szCs w:val="16"/>
      </w:rPr>
      <w:t>ietach dla Apteki Szpitalnej   WS</w:t>
    </w:r>
    <w:r w:rsidRPr="006602DA">
      <w:rPr>
        <w:rFonts w:ascii="Arial" w:hAnsi="Arial" w:cs="Arial"/>
        <w:sz w:val="16"/>
        <w:szCs w:val="16"/>
      </w:rPr>
      <w:t>Z w Elblągu</w:t>
    </w:r>
  </w:p>
  <w:p w:rsidR="006F631F" w:rsidRPr="006602DA" w:rsidRDefault="006F631F" w:rsidP="009D3E32">
    <w:pPr>
      <w:pStyle w:val="Footer"/>
      <w:ind w:right="360"/>
      <w:jc w:val="center"/>
      <w:rPr>
        <w:sz w:val="16"/>
        <w:szCs w:val="16"/>
      </w:rPr>
    </w:pPr>
  </w:p>
  <w:p w:rsidR="006F631F" w:rsidRDefault="006F631F" w:rsidP="00886BA6">
    <w:pPr>
      <w:jc w:val="center"/>
      <w:rPr>
        <w:sz w:val="16"/>
        <w:szCs w:val="16"/>
      </w:rPr>
    </w:pPr>
  </w:p>
  <w:p w:rsidR="006F631F" w:rsidRDefault="006F631F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31F" w:rsidRDefault="006F631F" w:rsidP="0038231F">
      <w:pPr>
        <w:spacing w:after="0" w:line="240" w:lineRule="auto"/>
      </w:pPr>
      <w:r>
        <w:separator/>
      </w:r>
    </w:p>
  </w:footnote>
  <w:footnote w:type="continuationSeparator" w:id="1">
    <w:p w:rsidR="006F631F" w:rsidRDefault="006F631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7B67"/>
    <w:rsid w:val="0015098F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926C1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0751F"/>
    <w:rsid w:val="00425D88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E176A"/>
    <w:rsid w:val="006440B0"/>
    <w:rsid w:val="00644C81"/>
    <w:rsid w:val="0064500B"/>
    <w:rsid w:val="006602DA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6F631F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5762B"/>
    <w:rsid w:val="00BD06C3"/>
    <w:rsid w:val="00BF1F3F"/>
    <w:rsid w:val="00C00C2E"/>
    <w:rsid w:val="00C14286"/>
    <w:rsid w:val="00C22538"/>
    <w:rsid w:val="00C24789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676CD"/>
    <w:rsid w:val="00E86762"/>
    <w:rsid w:val="00E86A2B"/>
    <w:rsid w:val="00EA432B"/>
    <w:rsid w:val="00EA59E1"/>
    <w:rsid w:val="00EA74CD"/>
    <w:rsid w:val="00EB3286"/>
    <w:rsid w:val="00EB3BC2"/>
    <w:rsid w:val="00EC2CB6"/>
    <w:rsid w:val="00ED5FD9"/>
    <w:rsid w:val="00EE4535"/>
    <w:rsid w:val="00EE5A2C"/>
    <w:rsid w:val="00EE7725"/>
    <w:rsid w:val="00EF741B"/>
    <w:rsid w:val="00EF74CA"/>
    <w:rsid w:val="00F014B6"/>
    <w:rsid w:val="00F053EC"/>
    <w:rsid w:val="00F2074D"/>
    <w:rsid w:val="00F2239D"/>
    <w:rsid w:val="00F33AC3"/>
    <w:rsid w:val="00F365F2"/>
    <w:rsid w:val="00F374FD"/>
    <w:rsid w:val="00F54680"/>
    <w:rsid w:val="00F74CAC"/>
    <w:rsid w:val="00F8063D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0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426</Words>
  <Characters>2557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</cp:lastModifiedBy>
  <cp:revision>29</cp:revision>
  <cp:lastPrinted>2016-09-20T11:35:00Z</cp:lastPrinted>
  <dcterms:created xsi:type="dcterms:W3CDTF">2016-09-13T09:42:00Z</dcterms:created>
  <dcterms:modified xsi:type="dcterms:W3CDTF">2019-02-13T13:24:00Z</dcterms:modified>
</cp:coreProperties>
</file>