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3C" w:rsidRPr="00BD4232" w:rsidRDefault="00F4673C" w:rsidP="00BD4232">
      <w:pPr>
        <w:pStyle w:val="Heading4"/>
        <w:rPr>
          <w:i/>
          <w:iCs/>
          <w:sz w:val="24"/>
          <w:szCs w:val="24"/>
        </w:rPr>
      </w:pPr>
      <w:r w:rsidRPr="00BD4232">
        <w:rPr>
          <w:i/>
          <w:iCs/>
          <w:sz w:val="24"/>
          <w:szCs w:val="24"/>
        </w:rPr>
        <w:t xml:space="preserve">Załącznik Nr </w:t>
      </w:r>
      <w:r>
        <w:rPr>
          <w:i/>
          <w:iCs/>
          <w:sz w:val="24"/>
          <w:szCs w:val="24"/>
        </w:rPr>
        <w:t>2</w:t>
      </w:r>
      <w:r w:rsidRPr="00BD4232">
        <w:rPr>
          <w:i/>
          <w:iCs/>
          <w:sz w:val="24"/>
          <w:szCs w:val="24"/>
        </w:rPr>
        <w:t xml:space="preserve"> do SIWZ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                                                                                  </w:t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 xml:space="preserve"> ........................................</w:t>
      </w:r>
    </w:p>
    <w:p w:rsidR="00F4673C" w:rsidRPr="00BD4232" w:rsidRDefault="00F4673C" w:rsidP="00BD4232">
      <w:pPr>
        <w:pStyle w:val="Footer"/>
        <w:tabs>
          <w:tab w:val="clear" w:pos="4536"/>
          <w:tab w:val="clear" w:pos="9072"/>
        </w:tabs>
        <w:rPr>
          <w:sz w:val="24"/>
          <w:szCs w:val="24"/>
        </w:rPr>
      </w:pP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</w:p>
    <w:p w:rsidR="00F4673C" w:rsidRPr="00BD4232" w:rsidRDefault="00F4673C" w:rsidP="00BD4232">
      <w:pPr>
        <w:pStyle w:val="Footer"/>
        <w:tabs>
          <w:tab w:val="clear" w:pos="4536"/>
          <w:tab w:val="clear" w:pos="9072"/>
        </w:tabs>
        <w:rPr>
          <w:sz w:val="24"/>
          <w:szCs w:val="24"/>
        </w:rPr>
      </w:pP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 xml:space="preserve">        </w:t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 xml:space="preserve"> </w:t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 xml:space="preserve">     miejscowość i data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>.......................................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      Wykonawca</w:t>
      </w:r>
    </w:p>
    <w:p w:rsidR="00F4673C" w:rsidRPr="00BD4232" w:rsidRDefault="00F4673C" w:rsidP="00BD4232">
      <w:pPr>
        <w:jc w:val="right"/>
        <w:rPr>
          <w:sz w:val="24"/>
          <w:szCs w:val="24"/>
        </w:rPr>
      </w:pPr>
    </w:p>
    <w:p w:rsidR="00F4673C" w:rsidRPr="00BD4232" w:rsidRDefault="00F4673C" w:rsidP="00BD4232">
      <w:pPr>
        <w:rPr>
          <w:sz w:val="24"/>
          <w:szCs w:val="24"/>
        </w:rPr>
      </w:pPr>
    </w:p>
    <w:p w:rsidR="00F4673C" w:rsidRPr="00BD4232" w:rsidRDefault="00F4673C" w:rsidP="00BD4232">
      <w:pPr>
        <w:jc w:val="right"/>
        <w:rPr>
          <w:b/>
          <w:bCs/>
          <w:i/>
          <w:iCs/>
          <w:sz w:val="24"/>
          <w:szCs w:val="24"/>
        </w:rPr>
      </w:pPr>
      <w:r w:rsidRPr="00BD4232">
        <w:rPr>
          <w:b/>
          <w:bCs/>
          <w:i/>
          <w:iCs/>
          <w:sz w:val="24"/>
          <w:szCs w:val="24"/>
        </w:rPr>
        <w:t xml:space="preserve">OFERTA dla Wojewódzkiego Szpitala Zespolonego w Elblągu, </w:t>
      </w:r>
    </w:p>
    <w:p w:rsidR="00F4673C" w:rsidRPr="00BD4232" w:rsidRDefault="00F4673C" w:rsidP="00BD4232">
      <w:pPr>
        <w:jc w:val="right"/>
        <w:rPr>
          <w:b/>
          <w:bCs/>
          <w:i/>
          <w:iCs/>
          <w:sz w:val="24"/>
          <w:szCs w:val="24"/>
        </w:rPr>
      </w:pPr>
      <w:r w:rsidRPr="00BD4232">
        <w:rPr>
          <w:b/>
          <w:bCs/>
          <w:i/>
          <w:iCs/>
          <w:sz w:val="24"/>
          <w:szCs w:val="24"/>
        </w:rPr>
        <w:t>ul. Królewiecka 146</w:t>
      </w:r>
      <w:r w:rsidRPr="00BD4232">
        <w:rPr>
          <w:b/>
          <w:bCs/>
          <w:i/>
          <w:iCs/>
          <w:sz w:val="24"/>
          <w:szCs w:val="24"/>
        </w:rPr>
        <w:tab/>
      </w:r>
      <w:r w:rsidRPr="00BD4232">
        <w:rPr>
          <w:b/>
          <w:bCs/>
          <w:i/>
          <w:iCs/>
          <w:sz w:val="24"/>
          <w:szCs w:val="24"/>
        </w:rPr>
        <w:tab/>
        <w:t xml:space="preserve"> </w:t>
      </w:r>
    </w:p>
    <w:p w:rsidR="00F4673C" w:rsidRPr="00BD4232" w:rsidRDefault="00F4673C" w:rsidP="00BD4232">
      <w:pPr>
        <w:numPr>
          <w:ilvl w:val="0"/>
          <w:numId w:val="4"/>
        </w:numPr>
        <w:rPr>
          <w:sz w:val="24"/>
          <w:szCs w:val="24"/>
        </w:rPr>
      </w:pPr>
      <w:r w:rsidRPr="00BD4232">
        <w:rPr>
          <w:sz w:val="24"/>
          <w:szCs w:val="24"/>
        </w:rPr>
        <w:t>Dane Wykonawcy :</w:t>
      </w:r>
    </w:p>
    <w:p w:rsidR="00F4673C" w:rsidRPr="00BD4232" w:rsidRDefault="00F4673C" w:rsidP="00BD4232">
      <w:pPr>
        <w:numPr>
          <w:ilvl w:val="0"/>
          <w:numId w:val="5"/>
        </w:numPr>
        <w:rPr>
          <w:sz w:val="24"/>
          <w:szCs w:val="24"/>
        </w:rPr>
      </w:pPr>
      <w:r w:rsidRPr="00BD4232">
        <w:rPr>
          <w:sz w:val="24"/>
          <w:szCs w:val="24"/>
        </w:rPr>
        <w:t xml:space="preserve">Pełna nazwa : 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....................................................................................................................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>2. Osoba upoważniona do kontaktów : ……………………………………..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>3.Adres, województwo :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....................................................................................................................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>4.Telefon/ faks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 ..................................................................................................................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5. </w:t>
      </w:r>
      <w:r w:rsidRPr="00BD4232">
        <w:rPr>
          <w:b/>
          <w:bCs/>
          <w:sz w:val="24"/>
          <w:szCs w:val="24"/>
        </w:rPr>
        <w:t>Adres e-mail</w:t>
      </w:r>
      <w:r w:rsidRPr="00BD4232">
        <w:rPr>
          <w:sz w:val="24"/>
          <w:szCs w:val="24"/>
        </w:rPr>
        <w:t xml:space="preserve"> </w:t>
      </w:r>
      <w:r w:rsidRPr="00BD4232">
        <w:rPr>
          <w:b/>
          <w:bCs/>
          <w:sz w:val="24"/>
          <w:szCs w:val="24"/>
        </w:rPr>
        <w:t>do kontaktu</w:t>
      </w:r>
      <w:r w:rsidRPr="00BD4232">
        <w:rPr>
          <w:sz w:val="24"/>
          <w:szCs w:val="24"/>
        </w:rPr>
        <w:t xml:space="preserve"> ……………………………………………….</w:t>
      </w:r>
    </w:p>
    <w:p w:rsidR="00F4673C" w:rsidRPr="00BD4232" w:rsidRDefault="00F4673C" w:rsidP="00BD4232">
      <w:pPr>
        <w:rPr>
          <w:sz w:val="24"/>
          <w:szCs w:val="24"/>
        </w:rPr>
      </w:pP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6.Nazwa banku i nr konta bankowego </w:t>
      </w:r>
    </w:p>
    <w:p w:rsidR="00F4673C" w:rsidRPr="00BD4232" w:rsidRDefault="00F4673C" w:rsidP="00BD4232">
      <w:pPr>
        <w:numPr>
          <w:ilvl w:val="12"/>
          <w:numId w:val="0"/>
        </w:numPr>
        <w:rPr>
          <w:sz w:val="24"/>
          <w:szCs w:val="24"/>
        </w:rPr>
      </w:pPr>
      <w:r w:rsidRPr="00BD4232">
        <w:rPr>
          <w:sz w:val="24"/>
          <w:szCs w:val="24"/>
        </w:rPr>
        <w:t>.......................................................................................................................</w:t>
      </w:r>
    </w:p>
    <w:p w:rsidR="00F4673C" w:rsidRPr="00BD4232" w:rsidRDefault="00F4673C" w:rsidP="00BD4232">
      <w:pPr>
        <w:numPr>
          <w:ilvl w:val="12"/>
          <w:numId w:val="0"/>
        </w:numPr>
        <w:rPr>
          <w:sz w:val="24"/>
          <w:szCs w:val="24"/>
        </w:rPr>
      </w:pPr>
      <w:r w:rsidRPr="00BD4232">
        <w:rPr>
          <w:sz w:val="24"/>
          <w:szCs w:val="24"/>
        </w:rPr>
        <w:t>7. REGON ....................................</w:t>
      </w:r>
      <w:r w:rsidRPr="00BD4232">
        <w:rPr>
          <w:sz w:val="24"/>
          <w:szCs w:val="24"/>
        </w:rPr>
        <w:tab/>
      </w:r>
      <w:r w:rsidRPr="00BD4232">
        <w:rPr>
          <w:sz w:val="24"/>
          <w:szCs w:val="24"/>
        </w:rPr>
        <w:tab/>
        <w:t>NIP ........................................</w:t>
      </w:r>
    </w:p>
    <w:p w:rsidR="00F4673C" w:rsidRPr="00BD4232" w:rsidRDefault="00F4673C" w:rsidP="00BD4232">
      <w:pPr>
        <w:numPr>
          <w:ilvl w:val="12"/>
          <w:numId w:val="0"/>
        </w:numPr>
        <w:rPr>
          <w:sz w:val="24"/>
          <w:szCs w:val="24"/>
        </w:rPr>
      </w:pPr>
      <w:r w:rsidRPr="00BD4232">
        <w:rPr>
          <w:sz w:val="24"/>
          <w:szCs w:val="24"/>
        </w:rPr>
        <w:t>8. KRS (jeżeli dotyczy): …………………………</w:t>
      </w:r>
    </w:p>
    <w:p w:rsidR="00F4673C" w:rsidRPr="00BD4232" w:rsidRDefault="00F4673C" w:rsidP="00BD4232">
      <w:pPr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:rsidR="00F4673C" w:rsidRPr="00BD4232" w:rsidRDefault="00F4673C" w:rsidP="00BD4232">
      <w:pPr>
        <w:jc w:val="both"/>
        <w:rPr>
          <w:sz w:val="24"/>
          <w:szCs w:val="24"/>
        </w:rPr>
      </w:pPr>
      <w:r w:rsidRPr="00BD4232">
        <w:rPr>
          <w:sz w:val="24"/>
          <w:szCs w:val="24"/>
        </w:rPr>
        <w:t xml:space="preserve">9. Czy Wykonawca jest mikroprzedsiębiorstwem bądź małym lub średnim przedsiębiorstwem    </w:t>
      </w:r>
    </w:p>
    <w:p w:rsidR="00F4673C" w:rsidRPr="00BD4232" w:rsidRDefault="00F4673C" w:rsidP="00BD4232">
      <w:pPr>
        <w:jc w:val="both"/>
        <w:rPr>
          <w:i/>
          <w:iCs/>
          <w:sz w:val="24"/>
          <w:szCs w:val="24"/>
        </w:rPr>
      </w:pPr>
      <w:r w:rsidRPr="00BD4232">
        <w:rPr>
          <w:sz w:val="24"/>
          <w:szCs w:val="24"/>
        </w:rPr>
        <w:t xml:space="preserve">   </w:t>
      </w:r>
      <w:r w:rsidRPr="00BD4232">
        <w:rPr>
          <w:i/>
          <w:iCs/>
          <w:sz w:val="24"/>
          <w:szCs w:val="24"/>
        </w:rPr>
        <w:t>(skreślić niepotrzebne*)</w:t>
      </w:r>
    </w:p>
    <w:p w:rsidR="00F4673C" w:rsidRPr="00BD4232" w:rsidRDefault="00F4673C" w:rsidP="00BD4232">
      <w:pPr>
        <w:rPr>
          <w:sz w:val="24"/>
          <w:szCs w:val="24"/>
        </w:rPr>
      </w:pPr>
      <w:r w:rsidRPr="00BD4232">
        <w:rPr>
          <w:sz w:val="24"/>
          <w:szCs w:val="24"/>
        </w:rPr>
        <w:t xml:space="preserve">          </w:t>
      </w:r>
      <w:r w:rsidRPr="00BD4232">
        <w:rPr>
          <w:b/>
          <w:bCs/>
          <w:sz w:val="24"/>
          <w:szCs w:val="24"/>
        </w:rPr>
        <w:t>TAK *           NIE*</w:t>
      </w:r>
    </w:p>
    <w:p w:rsidR="00F4673C" w:rsidRPr="00142608" w:rsidRDefault="00F4673C" w:rsidP="00D6295C">
      <w:pPr>
        <w:pStyle w:val="BodyText"/>
      </w:pPr>
    </w:p>
    <w:p w:rsidR="00F4673C" w:rsidRPr="00142608" w:rsidRDefault="00F4673C" w:rsidP="00D6295C">
      <w:pPr>
        <w:numPr>
          <w:ilvl w:val="0"/>
          <w:numId w:val="6"/>
        </w:numPr>
        <w:rPr>
          <w:sz w:val="28"/>
          <w:szCs w:val="28"/>
        </w:rPr>
      </w:pPr>
      <w:r w:rsidRPr="00142608">
        <w:rPr>
          <w:sz w:val="28"/>
          <w:szCs w:val="28"/>
        </w:rPr>
        <w:t xml:space="preserve">Przedmiot oferty </w:t>
      </w:r>
    </w:p>
    <w:p w:rsidR="00F4673C" w:rsidRPr="00D920E4" w:rsidRDefault="00F4673C" w:rsidP="00D6295C">
      <w:pPr>
        <w:pStyle w:val="BodyText"/>
        <w:tabs>
          <w:tab w:val="left" w:pos="284"/>
        </w:tabs>
        <w:jc w:val="both"/>
        <w:rPr>
          <w:b w:val="0"/>
          <w:bCs w:val="0"/>
          <w:sz w:val="24"/>
          <w:szCs w:val="24"/>
        </w:rPr>
      </w:pPr>
      <w:r w:rsidRPr="00927BED">
        <w:rPr>
          <w:b w:val="0"/>
          <w:bCs w:val="0"/>
          <w:sz w:val="24"/>
          <w:szCs w:val="24"/>
        </w:rPr>
        <w:t xml:space="preserve">W nawiązaniu do ogłoszenia z dnia </w:t>
      </w:r>
      <w:r>
        <w:rPr>
          <w:b w:val="0"/>
          <w:bCs w:val="0"/>
          <w:sz w:val="24"/>
          <w:szCs w:val="24"/>
        </w:rPr>
        <w:t>07.03.</w:t>
      </w:r>
      <w:r w:rsidRPr="00927BED">
        <w:rPr>
          <w:b w:val="0"/>
          <w:bCs w:val="0"/>
          <w:sz w:val="24"/>
          <w:szCs w:val="24"/>
        </w:rPr>
        <w:t>2019 roku o przetargu nieograniczonym  na  modernizację podziemnego kanału transportowego łączącego budynek</w:t>
      </w:r>
      <w:r>
        <w:rPr>
          <w:b w:val="0"/>
          <w:bCs w:val="0"/>
          <w:sz w:val="24"/>
          <w:szCs w:val="24"/>
        </w:rPr>
        <w:t xml:space="preserve"> pralni</w:t>
      </w:r>
      <w:r w:rsidRPr="00927BED">
        <w:rPr>
          <w:b w:val="0"/>
          <w:bCs w:val="0"/>
          <w:sz w:val="24"/>
          <w:szCs w:val="24"/>
        </w:rPr>
        <w:t xml:space="preserve"> i kuchni (P+K) z budynkiem diagnostycznym B Wojewódzkiego Szpitala Zespolonego w Elblągu</w:t>
      </w:r>
      <w:r>
        <w:rPr>
          <w:b w:val="0"/>
          <w:bCs w:val="0"/>
          <w:sz w:val="24"/>
          <w:szCs w:val="24"/>
        </w:rPr>
        <w:t xml:space="preserve">, </w:t>
      </w:r>
      <w:r w:rsidRPr="00D920E4">
        <w:rPr>
          <w:b w:val="0"/>
          <w:bCs w:val="0"/>
          <w:sz w:val="24"/>
          <w:szCs w:val="24"/>
        </w:rPr>
        <w:t>oferujemy realizację przedmiotu zamówienia  zgodnie z warunkami określonymi w Specyfikacji Istotnych Warunków Zamówienia, za cenę</w:t>
      </w:r>
      <w:r>
        <w:rPr>
          <w:b w:val="0"/>
          <w:bCs w:val="0"/>
          <w:sz w:val="24"/>
          <w:szCs w:val="24"/>
        </w:rPr>
        <w:t>:</w:t>
      </w:r>
      <w:r w:rsidRPr="00BD4437">
        <w:rPr>
          <w:sz w:val="24"/>
          <w:szCs w:val="24"/>
        </w:rPr>
        <w:t>:</w:t>
      </w:r>
    </w:p>
    <w:p w:rsidR="00F4673C" w:rsidRDefault="00F4673C" w:rsidP="00D6295C">
      <w:pPr>
        <w:rPr>
          <w:sz w:val="24"/>
          <w:szCs w:val="24"/>
        </w:rPr>
      </w:pPr>
      <w:bookmarkStart w:id="0" w:name="_GoBack"/>
      <w:bookmarkEnd w:id="0"/>
    </w:p>
    <w:p w:rsidR="00F4673C" w:rsidRDefault="00F4673C" w:rsidP="00D6295C">
      <w:pPr>
        <w:rPr>
          <w:sz w:val="24"/>
          <w:szCs w:val="24"/>
        </w:rPr>
      </w:pPr>
      <w:r>
        <w:rPr>
          <w:sz w:val="24"/>
          <w:szCs w:val="24"/>
        </w:rPr>
        <w:t>netto ..........................................zł</w:t>
      </w:r>
    </w:p>
    <w:p w:rsidR="00F4673C" w:rsidRDefault="00F4673C" w:rsidP="00D6295C">
      <w:pPr>
        <w:rPr>
          <w:sz w:val="24"/>
          <w:szCs w:val="24"/>
        </w:rPr>
      </w:pPr>
    </w:p>
    <w:p w:rsidR="00F4673C" w:rsidRDefault="00F4673C" w:rsidP="00D6295C">
      <w:pPr>
        <w:rPr>
          <w:sz w:val="24"/>
          <w:szCs w:val="24"/>
        </w:rPr>
      </w:pPr>
      <w:r>
        <w:rPr>
          <w:sz w:val="24"/>
          <w:szCs w:val="24"/>
        </w:rPr>
        <w:t xml:space="preserve">słownie : ...........................................................................................................................  </w:t>
      </w:r>
    </w:p>
    <w:p w:rsidR="00F4673C" w:rsidRDefault="00F4673C" w:rsidP="00D6295C">
      <w:pPr>
        <w:rPr>
          <w:sz w:val="24"/>
          <w:szCs w:val="24"/>
        </w:rPr>
      </w:pPr>
    </w:p>
    <w:p w:rsidR="00F4673C" w:rsidRDefault="00F4673C" w:rsidP="00D6295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stawka  podatku VAT: ....................%</w:t>
      </w:r>
    </w:p>
    <w:p w:rsidR="00F4673C" w:rsidRDefault="00F4673C" w:rsidP="00D6295C">
      <w:pPr>
        <w:rPr>
          <w:sz w:val="24"/>
          <w:szCs w:val="24"/>
        </w:rPr>
      </w:pPr>
    </w:p>
    <w:p w:rsidR="00F4673C" w:rsidRDefault="00F4673C" w:rsidP="00D6295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kwota podatku VAT : ..............................zł </w:t>
      </w:r>
    </w:p>
    <w:p w:rsidR="00F4673C" w:rsidRDefault="00F4673C" w:rsidP="00D6295C">
      <w:pPr>
        <w:rPr>
          <w:sz w:val="24"/>
          <w:szCs w:val="24"/>
        </w:rPr>
      </w:pPr>
    </w:p>
    <w:p w:rsidR="00F4673C" w:rsidRDefault="00F4673C" w:rsidP="00D6295C">
      <w:pPr>
        <w:rPr>
          <w:sz w:val="24"/>
          <w:szCs w:val="24"/>
        </w:rPr>
      </w:pPr>
      <w:r>
        <w:rPr>
          <w:sz w:val="24"/>
          <w:szCs w:val="24"/>
        </w:rPr>
        <w:t>brutto ................................................zł</w:t>
      </w:r>
    </w:p>
    <w:p w:rsidR="00F4673C" w:rsidRDefault="00F4673C" w:rsidP="00D6295C">
      <w:pPr>
        <w:rPr>
          <w:sz w:val="24"/>
          <w:szCs w:val="24"/>
        </w:rPr>
      </w:pPr>
    </w:p>
    <w:p w:rsidR="00F4673C" w:rsidRDefault="00F4673C" w:rsidP="00D6295C">
      <w:pPr>
        <w:rPr>
          <w:sz w:val="24"/>
          <w:szCs w:val="24"/>
        </w:rPr>
      </w:pPr>
      <w:r>
        <w:rPr>
          <w:sz w:val="24"/>
          <w:szCs w:val="24"/>
        </w:rPr>
        <w:t>słownie .............................................................................................................................</w:t>
      </w:r>
    </w:p>
    <w:p w:rsidR="00F4673C" w:rsidRDefault="00F4673C" w:rsidP="00D6295C">
      <w:pPr>
        <w:pStyle w:val="BodyText"/>
        <w:rPr>
          <w:b w:val="0"/>
          <w:bCs w:val="0"/>
          <w:sz w:val="24"/>
          <w:szCs w:val="24"/>
        </w:rPr>
      </w:pPr>
    </w:p>
    <w:p w:rsidR="00F4673C" w:rsidRDefault="00F4673C" w:rsidP="00D6295C">
      <w:pPr>
        <w:pStyle w:val="BodyText"/>
        <w:numPr>
          <w:ilvl w:val="0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Zobowiązujemy się do zakończenia robót obejmujących  przedmiot zamówienia w terminie do: </w:t>
      </w:r>
      <w:r w:rsidRPr="007736EF">
        <w:rPr>
          <w:sz w:val="24"/>
          <w:szCs w:val="24"/>
        </w:rPr>
        <w:t>…………. tygodni</w:t>
      </w:r>
      <w:r>
        <w:rPr>
          <w:b w:val="0"/>
          <w:bCs w:val="0"/>
          <w:sz w:val="24"/>
          <w:szCs w:val="24"/>
        </w:rPr>
        <w:t xml:space="preserve"> (opcjonalnie do 12/13/14 tygodni) licząc od dnia przekazania terenu budowy.</w:t>
      </w:r>
    </w:p>
    <w:p w:rsidR="00F4673C" w:rsidRDefault="00F4673C" w:rsidP="00140312">
      <w:pPr>
        <w:pStyle w:val="BodyText"/>
        <w:numPr>
          <w:ilvl w:val="0"/>
          <w:numId w:val="1"/>
        </w:numPr>
        <w:spacing w:before="120"/>
        <w:ind w:left="357" w:hanging="35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Warunki płatności – przelewem na konto w  terminie 30 dni od daty podpisania bezusterkowego protokołu robót będącego przedmiotem umowy i przekazania do użytkowania oraz wystawienia faktury VAT. </w:t>
      </w:r>
    </w:p>
    <w:p w:rsidR="00F4673C" w:rsidRDefault="00F4673C" w:rsidP="00140312">
      <w:pPr>
        <w:pStyle w:val="BodyText"/>
        <w:numPr>
          <w:ilvl w:val="0"/>
          <w:numId w:val="1"/>
        </w:numPr>
        <w:spacing w:before="120"/>
        <w:ind w:left="357" w:hanging="35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Wysokość odsetek za nieterminowe płatności  - nie wyższe niż odsetki ustawowe w skali roku.</w:t>
      </w:r>
    </w:p>
    <w:p w:rsidR="00F4673C" w:rsidRPr="00780CC4" w:rsidRDefault="00F4673C" w:rsidP="00780CC4">
      <w:pPr>
        <w:numPr>
          <w:ilvl w:val="0"/>
          <w:numId w:val="1"/>
        </w:numPr>
        <w:tabs>
          <w:tab w:val="left" w:pos="-567"/>
        </w:tabs>
        <w:spacing w:before="120"/>
        <w:jc w:val="both"/>
        <w:rPr>
          <w:sz w:val="24"/>
          <w:szCs w:val="24"/>
        </w:rPr>
      </w:pPr>
      <w:r w:rsidRPr="00780CC4">
        <w:rPr>
          <w:sz w:val="24"/>
          <w:szCs w:val="24"/>
        </w:rPr>
        <w:t xml:space="preserve">Oferujemy udzielić gwarancji na okres </w:t>
      </w:r>
      <w:r w:rsidRPr="00780CC4">
        <w:rPr>
          <w:b/>
          <w:bCs/>
          <w:sz w:val="24"/>
          <w:szCs w:val="24"/>
        </w:rPr>
        <w:t>…………..miesięcy (opcjonalnie 36/48/60 lub więcej miesięcy)</w:t>
      </w:r>
      <w:r w:rsidRPr="00780CC4">
        <w:rPr>
          <w:sz w:val="24"/>
          <w:szCs w:val="24"/>
        </w:rPr>
        <w:t xml:space="preserve"> na pełen zakres przedmiotu zamówienia licząc od daty końcowego odbioru robót potwierdzonego protokołem zdawczo-odbiorczym zgodnie z wytycznymi opisu przedmiotu zamówienia.</w:t>
      </w:r>
    </w:p>
    <w:p w:rsidR="00F4673C" w:rsidRDefault="00F4673C" w:rsidP="00BD4437">
      <w:pPr>
        <w:pStyle w:val="BodyText"/>
        <w:jc w:val="both"/>
        <w:rPr>
          <w:b w:val="0"/>
          <w:bCs w:val="0"/>
          <w:sz w:val="24"/>
          <w:szCs w:val="24"/>
        </w:rPr>
      </w:pPr>
    </w:p>
    <w:p w:rsidR="00F4673C" w:rsidRDefault="00F4673C" w:rsidP="00D6295C">
      <w:pPr>
        <w:pStyle w:val="BodyText"/>
        <w:numPr>
          <w:ilvl w:val="0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Jako Wykonawca oświadczam/-my, że:</w:t>
      </w:r>
    </w:p>
    <w:p w:rsidR="00F4673C" w:rsidRDefault="00F4673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Odpowiedzialnym przedstawicielem Wykonawcy za nadzór nad realizacją przedmiotu zamówienia będzie: ..........................................................(imię i nazwisko)</w:t>
      </w:r>
    </w:p>
    <w:p w:rsidR="00F4673C" w:rsidRPr="001B1AB5" w:rsidRDefault="00F4673C" w:rsidP="00CB1CA3">
      <w:pPr>
        <w:pStyle w:val="BodyText"/>
        <w:tabs>
          <w:tab w:val="left" w:pos="426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nr tel. ……………….....</w:t>
      </w:r>
    </w:p>
    <w:p w:rsidR="00F4673C" w:rsidRDefault="00F4673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zapoznaliśmy się ze Specyfikacją Istotnych Warunków Zamówienia, kryteriami oceny ofert i nie wnosimy do nich zastrzeżeń , </w:t>
      </w:r>
    </w:p>
    <w:p w:rsidR="00F4673C" w:rsidRDefault="00F4673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otrzymaliśmy od Zamawiającego wszystkie niezbędne dane, informacje potrzebne do przygotowania oferty, znany jest nam zakres i cel niniejszego zamówienia,</w:t>
      </w:r>
    </w:p>
    <w:p w:rsidR="00F4673C" w:rsidRDefault="00F4673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w przypadku wybrania naszej oferty zobowiązujemy się do podpisania umowy stanowiącej Załącznik Nr 3 do SIWZ zgodnie z treścią oferty,</w:t>
      </w:r>
    </w:p>
    <w:p w:rsidR="00F4673C" w:rsidRDefault="00F4673C" w:rsidP="00CB1CA3">
      <w:pPr>
        <w:pStyle w:val="BodyText"/>
        <w:numPr>
          <w:ilvl w:val="1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realizowane zamówienie będzie zgodnie z obowiązującymi przepisami dla jednostek służby zdrowia jak: Prawem Budowlanym, Rozporządzeniami resortowymi, Polską Normą, atestami udzielonymi na materiały do wbudowania i innymi przepisami obowiązującymi w dniu rozpoczęcia realizacji zadania,</w:t>
      </w:r>
    </w:p>
    <w:p w:rsidR="00F4673C" w:rsidRDefault="00F4673C" w:rsidP="00D6295C">
      <w:pPr>
        <w:pStyle w:val="BodyText"/>
        <w:numPr>
          <w:ilvl w:val="1"/>
          <w:numId w:val="1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wszelkie niezbędne atesty, certyfikaty i aprobaty techniczne obowiązujące zgodnie z Prawem Budowlanym złożę w dniu odbioru robót na materiały wbudowane w trakcie realizacji zamówienia.  </w:t>
      </w:r>
    </w:p>
    <w:p w:rsidR="00F4673C" w:rsidRPr="00191D6D" w:rsidRDefault="00F4673C" w:rsidP="00191D6D">
      <w:pPr>
        <w:numPr>
          <w:ilvl w:val="0"/>
          <w:numId w:val="1"/>
        </w:numPr>
        <w:tabs>
          <w:tab w:val="left" w:pos="-567"/>
        </w:tabs>
        <w:spacing w:before="120"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Informujemy zgodnie z art. 91ust.3a uPzp, że wybór naszej oferty </w:t>
      </w:r>
      <w:r w:rsidRPr="00191D6D">
        <w:rPr>
          <w:sz w:val="24"/>
          <w:szCs w:val="24"/>
          <w:u w:val="single"/>
        </w:rPr>
        <w:t>będzie* / nie będzie</w:t>
      </w:r>
      <w:r w:rsidRPr="00191D6D">
        <w:rPr>
          <w:sz w:val="24"/>
          <w:szCs w:val="24"/>
        </w:rPr>
        <w:t xml:space="preserve">*  </w:t>
      </w:r>
    </w:p>
    <w:p w:rsidR="00F4673C" w:rsidRPr="00191D6D" w:rsidRDefault="00F4673C" w:rsidP="00191D6D">
      <w:pPr>
        <w:suppressAutoHyphens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     prowadzić do powstania u Zamawiającego obowiązku podatkowego od  towarów i usług,  </w:t>
      </w:r>
    </w:p>
    <w:p w:rsidR="00F4673C" w:rsidRPr="00191D6D" w:rsidRDefault="00F4673C" w:rsidP="00191D6D">
      <w:pPr>
        <w:suppressAutoHyphens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     który miałby obowiązek rozliczyć zgodnie z tymi przepisami.     </w:t>
      </w:r>
    </w:p>
    <w:p w:rsidR="00F4673C" w:rsidRPr="00191D6D" w:rsidRDefault="00F4673C" w:rsidP="00191D6D">
      <w:pPr>
        <w:tabs>
          <w:tab w:val="left" w:pos="720"/>
        </w:tabs>
        <w:ind w:left="360"/>
        <w:jc w:val="both"/>
        <w:rPr>
          <w:sz w:val="24"/>
          <w:szCs w:val="24"/>
        </w:rPr>
      </w:pPr>
    </w:p>
    <w:p w:rsidR="00F4673C" w:rsidRPr="00191D6D" w:rsidRDefault="00F4673C" w:rsidP="00191D6D">
      <w:pPr>
        <w:tabs>
          <w:tab w:val="left" w:pos="720"/>
        </w:tabs>
        <w:ind w:left="360"/>
        <w:jc w:val="both"/>
        <w:rPr>
          <w:b/>
          <w:bCs/>
          <w:i/>
          <w:iCs/>
          <w:sz w:val="24"/>
          <w:szCs w:val="24"/>
        </w:rPr>
      </w:pPr>
      <w:r w:rsidRPr="00191D6D">
        <w:rPr>
          <w:b/>
          <w:bCs/>
          <w:i/>
          <w:iCs/>
          <w:sz w:val="24"/>
          <w:szCs w:val="24"/>
        </w:rPr>
        <w:t>Uwaga!!! w przypadku, gdy wybór oferty będzie prowadzić do powstania u Zamawiającego obowiązku podatkowego od towarów i usług Wykonawca  powyżej w formularzu ofertowym wpisuje tylko wartość netto bez kwoty podatku VAT.</w:t>
      </w:r>
    </w:p>
    <w:p w:rsidR="00F4673C" w:rsidRPr="00191D6D" w:rsidRDefault="00F4673C" w:rsidP="00191D6D">
      <w:pPr>
        <w:jc w:val="both"/>
        <w:rPr>
          <w:sz w:val="24"/>
          <w:szCs w:val="24"/>
        </w:rPr>
      </w:pPr>
    </w:p>
    <w:p w:rsidR="00F4673C" w:rsidRPr="00191D6D" w:rsidRDefault="00F4673C" w:rsidP="00191D6D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Pr="00191D6D">
        <w:rPr>
          <w:sz w:val="24"/>
          <w:szCs w:val="24"/>
        </w:rPr>
        <w:t xml:space="preserve">. Część zamówienia............................................................................................. której   </w:t>
      </w:r>
    </w:p>
    <w:p w:rsidR="00F4673C" w:rsidRPr="00191D6D" w:rsidRDefault="00F4673C" w:rsidP="00191D6D">
      <w:pPr>
        <w:tabs>
          <w:tab w:val="num" w:pos="1080"/>
        </w:tabs>
        <w:rPr>
          <w:sz w:val="24"/>
          <w:szCs w:val="24"/>
        </w:rPr>
      </w:pPr>
      <w:r w:rsidRPr="00191D6D">
        <w:rPr>
          <w:sz w:val="24"/>
          <w:szCs w:val="24"/>
        </w:rPr>
        <w:t xml:space="preserve">      wykonanie powierzymy / nie powierzymy  podwykonawcom* </w:t>
      </w:r>
    </w:p>
    <w:p w:rsidR="00F4673C" w:rsidRPr="00191D6D" w:rsidRDefault="00F4673C" w:rsidP="00191D6D">
      <w:pPr>
        <w:ind w:left="360"/>
        <w:rPr>
          <w:i/>
          <w:iCs/>
          <w:sz w:val="24"/>
          <w:szCs w:val="24"/>
        </w:rPr>
      </w:pPr>
      <w:r w:rsidRPr="00191D6D">
        <w:rPr>
          <w:i/>
          <w:iCs/>
          <w:sz w:val="24"/>
          <w:szCs w:val="24"/>
        </w:rPr>
        <w:t>(Wykonawca, który powierzy część zamówienia podwykonawcom wymienia poniżej firmy podwykonawców)*</w:t>
      </w:r>
    </w:p>
    <w:p w:rsidR="00F4673C" w:rsidRPr="00191D6D" w:rsidRDefault="00F4673C" w:rsidP="00191D6D">
      <w:pPr>
        <w:rPr>
          <w:sz w:val="24"/>
          <w:szCs w:val="24"/>
        </w:rPr>
      </w:pPr>
      <w:r w:rsidRPr="00191D6D">
        <w:rPr>
          <w:sz w:val="24"/>
          <w:szCs w:val="24"/>
        </w:rPr>
        <w:t xml:space="preserve">    - ……………………………………</w:t>
      </w:r>
    </w:p>
    <w:p w:rsidR="00F4673C" w:rsidRPr="00191D6D" w:rsidRDefault="00F4673C" w:rsidP="00191D6D">
      <w:pPr>
        <w:rPr>
          <w:sz w:val="24"/>
          <w:szCs w:val="24"/>
        </w:rPr>
      </w:pPr>
      <w:r w:rsidRPr="00191D6D">
        <w:rPr>
          <w:sz w:val="24"/>
          <w:szCs w:val="24"/>
        </w:rPr>
        <w:t xml:space="preserve">    -…………………………………….</w:t>
      </w:r>
    </w:p>
    <w:p w:rsidR="00F4673C" w:rsidRPr="00191D6D" w:rsidRDefault="00F4673C" w:rsidP="00191D6D">
      <w:pPr>
        <w:spacing w:after="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91D6D">
        <w:rPr>
          <w:sz w:val="24"/>
          <w:szCs w:val="24"/>
        </w:rPr>
        <w:t xml:space="preserve">.   Oferta została złożona łącznie na kolejnych ................................... stronach </w:t>
      </w:r>
    </w:p>
    <w:p w:rsidR="00F4673C" w:rsidRPr="00191D6D" w:rsidRDefault="00F4673C" w:rsidP="00191D6D">
      <w:pPr>
        <w:spacing w:after="20"/>
        <w:jc w:val="both"/>
        <w:rPr>
          <w:sz w:val="24"/>
          <w:szCs w:val="24"/>
        </w:rPr>
      </w:pPr>
      <w:r w:rsidRPr="00191D6D">
        <w:rPr>
          <w:sz w:val="24"/>
          <w:szCs w:val="24"/>
        </w:rPr>
        <w:t xml:space="preserve">     ( uwaga w numeracji proszę uwzględnić wszystkie załączone dokumenty )        </w:t>
      </w:r>
    </w:p>
    <w:p w:rsidR="00F4673C" w:rsidRPr="00191D6D" w:rsidRDefault="00F4673C" w:rsidP="00191D6D">
      <w:pPr>
        <w:spacing w:after="20"/>
        <w:jc w:val="both"/>
        <w:rPr>
          <w:sz w:val="24"/>
          <w:szCs w:val="24"/>
        </w:rPr>
      </w:pPr>
    </w:p>
    <w:p w:rsidR="00F4673C" w:rsidRPr="008B7E1C" w:rsidRDefault="00F4673C" w:rsidP="008B7E1C">
      <w:pPr>
        <w:spacing w:after="20"/>
        <w:jc w:val="both"/>
        <w:rPr>
          <w:sz w:val="24"/>
          <w:szCs w:val="24"/>
        </w:rPr>
      </w:pPr>
      <w:r w:rsidRPr="00191D6D">
        <w:rPr>
          <w:rFonts w:ascii="Arial" w:hAnsi="Arial" w:cs="Arial"/>
          <w:sz w:val="24"/>
          <w:szCs w:val="24"/>
        </w:rPr>
        <w:t xml:space="preserve"> </w:t>
      </w:r>
    </w:p>
    <w:p w:rsidR="00F4673C" w:rsidRPr="00191D6D" w:rsidRDefault="00F4673C" w:rsidP="00191D6D">
      <w:pPr>
        <w:jc w:val="both"/>
        <w:rPr>
          <w:b/>
          <w:bCs/>
          <w:sz w:val="24"/>
          <w:szCs w:val="24"/>
        </w:rPr>
      </w:pPr>
      <w:r w:rsidRPr="00191D6D">
        <w:rPr>
          <w:b/>
          <w:bCs/>
          <w:sz w:val="24"/>
          <w:szCs w:val="24"/>
        </w:rPr>
        <w:t xml:space="preserve">UWAGA! </w:t>
      </w:r>
    </w:p>
    <w:p w:rsidR="00F4673C" w:rsidRPr="00191D6D" w:rsidRDefault="00F4673C" w:rsidP="00191D6D">
      <w:pPr>
        <w:jc w:val="both"/>
        <w:rPr>
          <w:b/>
          <w:bCs/>
          <w:sz w:val="24"/>
          <w:szCs w:val="24"/>
        </w:rPr>
      </w:pPr>
      <w:r w:rsidRPr="00191D6D">
        <w:rPr>
          <w:b/>
          <w:bCs/>
          <w:sz w:val="24"/>
          <w:szCs w:val="24"/>
        </w:rPr>
        <w:t>* - niepotrzebne skreślić</w:t>
      </w:r>
    </w:p>
    <w:p w:rsidR="00F4673C" w:rsidRPr="00191D6D" w:rsidRDefault="00F4673C" w:rsidP="00191D6D">
      <w:pPr>
        <w:ind w:left="360" w:hanging="360"/>
        <w:jc w:val="both"/>
        <w:rPr>
          <w:b/>
          <w:bCs/>
          <w:sz w:val="24"/>
          <w:szCs w:val="24"/>
        </w:rPr>
      </w:pPr>
      <w:r w:rsidRPr="00191D6D">
        <w:rPr>
          <w:b/>
          <w:bCs/>
          <w:sz w:val="24"/>
          <w:szCs w:val="24"/>
        </w:rPr>
        <w:t xml:space="preserve">   - niewpisanie terminu gwarancji</w:t>
      </w:r>
      <w:r>
        <w:rPr>
          <w:b/>
          <w:bCs/>
          <w:sz w:val="24"/>
          <w:szCs w:val="24"/>
        </w:rPr>
        <w:t xml:space="preserve">, terminu wykonania przedmiotu zamówienia, </w:t>
      </w:r>
      <w:r w:rsidRPr="00191D6D">
        <w:rPr>
          <w:b/>
          <w:bCs/>
          <w:sz w:val="24"/>
          <w:szCs w:val="24"/>
        </w:rPr>
        <w:t>lub wpisanie innego niż był dozwolony (patrz tabela w pkt. 14 ppkt. 1.2</w:t>
      </w:r>
      <w:r>
        <w:rPr>
          <w:b/>
          <w:bCs/>
          <w:sz w:val="24"/>
          <w:szCs w:val="24"/>
        </w:rPr>
        <w:t>-1.3</w:t>
      </w:r>
      <w:r w:rsidRPr="00191D6D">
        <w:rPr>
          <w:b/>
          <w:bCs/>
          <w:sz w:val="24"/>
          <w:szCs w:val="24"/>
        </w:rPr>
        <w:t xml:space="preserve"> SIWZ) spowoduje odrzucenie oferty.</w:t>
      </w:r>
    </w:p>
    <w:p w:rsidR="00F4673C" w:rsidRDefault="00F4673C" w:rsidP="00D6295C">
      <w:pPr>
        <w:pStyle w:val="BodyText"/>
        <w:rPr>
          <w:b w:val="0"/>
          <w:bCs w:val="0"/>
          <w:sz w:val="24"/>
          <w:szCs w:val="24"/>
        </w:rPr>
      </w:pPr>
    </w:p>
    <w:p w:rsidR="00F4673C" w:rsidRDefault="00F4673C" w:rsidP="00D6295C">
      <w:pPr>
        <w:pStyle w:val="BodyText"/>
        <w:rPr>
          <w:b w:val="0"/>
          <w:bCs w:val="0"/>
          <w:sz w:val="24"/>
          <w:szCs w:val="24"/>
        </w:rPr>
      </w:pPr>
    </w:p>
    <w:p w:rsidR="00F4673C" w:rsidRDefault="00F4673C" w:rsidP="00D6295C">
      <w:pPr>
        <w:pStyle w:val="BodyText"/>
        <w:ind w:left="3540" w:firstLine="70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..............................................................</w:t>
      </w:r>
    </w:p>
    <w:p w:rsidR="00F4673C" w:rsidRDefault="00F4673C" w:rsidP="00D6295C">
      <w:pPr>
        <w:pStyle w:val="BodyText"/>
        <w:ind w:left="4248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data , podpis Wykonawcy lub  osoby </w:t>
      </w:r>
    </w:p>
    <w:p w:rsidR="00F4673C" w:rsidRDefault="00F4673C" w:rsidP="00D6295C">
      <w:pPr>
        <w:pStyle w:val="BodyText"/>
        <w:ind w:left="4248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upoważnionej do reprezentowania Wykonawcy</w:t>
      </w:r>
    </w:p>
    <w:p w:rsidR="00F4673C" w:rsidRDefault="00F4673C" w:rsidP="00D6295C">
      <w:pPr>
        <w:pStyle w:val="BodyText"/>
        <w:ind w:left="4248" w:hanging="4248"/>
        <w:jc w:val="right"/>
        <w:rPr>
          <w:sz w:val="24"/>
          <w:szCs w:val="24"/>
        </w:rPr>
      </w:pPr>
    </w:p>
    <w:p w:rsidR="00F4673C" w:rsidRDefault="00F4673C" w:rsidP="00D6295C">
      <w:pPr>
        <w:pStyle w:val="BodyText"/>
        <w:rPr>
          <w:sz w:val="24"/>
          <w:szCs w:val="24"/>
        </w:rPr>
      </w:pPr>
    </w:p>
    <w:p w:rsidR="00F4673C" w:rsidRDefault="00F4673C" w:rsidP="00D6295C">
      <w:pPr>
        <w:ind w:left="2832" w:firstLine="708"/>
        <w:jc w:val="center"/>
        <w:rPr>
          <w:sz w:val="28"/>
          <w:szCs w:val="28"/>
        </w:rPr>
      </w:pPr>
    </w:p>
    <w:p w:rsidR="00F4673C" w:rsidRDefault="00F4673C"/>
    <w:sectPr w:rsidR="00F4673C" w:rsidSect="00DF3A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73C" w:rsidRDefault="00F4673C">
      <w:r>
        <w:separator/>
      </w:r>
    </w:p>
  </w:endnote>
  <w:endnote w:type="continuationSeparator" w:id="1">
    <w:p w:rsidR="00F4673C" w:rsidRDefault="00F46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73C" w:rsidRDefault="00F4673C" w:rsidP="00A1364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4673C" w:rsidRPr="00927BED" w:rsidRDefault="00F4673C" w:rsidP="00AA34FC">
    <w:pPr>
      <w:ind w:right="360"/>
      <w:jc w:val="both"/>
      <w:rPr>
        <w:b/>
        <w:bCs/>
        <w:sz w:val="18"/>
        <w:szCs w:val="18"/>
      </w:rPr>
    </w:pPr>
    <w:r w:rsidRPr="0063515C">
      <w:t>SIWZ 12/2019 - modernizacja podziemnego kanału transportowego łączącego budynek</w:t>
    </w:r>
    <w:r>
      <w:t xml:space="preserve"> pralni</w:t>
    </w:r>
    <w:r w:rsidRPr="0063515C">
      <w:t xml:space="preserve"> i kuchni (P+K) z budynkiem diagnostycznym B Wojewódzkiego Szpitala Zespolonego w Elblągu, opisanej w dokumentacji projektowej wykonanej przez APA Projekt Pracownię Architektoniczną z Tczewa w zakresie określonym jako Etap I – roboty zabezpieczające, konserwacyjne wewnętrzne.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73C" w:rsidRDefault="00F4673C">
      <w:r>
        <w:separator/>
      </w:r>
    </w:p>
  </w:footnote>
  <w:footnote w:type="continuationSeparator" w:id="1">
    <w:p w:rsidR="00F4673C" w:rsidRDefault="00F467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E74"/>
    <w:multiLevelType w:val="hybridMultilevel"/>
    <w:tmpl w:val="186E744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248DA"/>
    <w:multiLevelType w:val="singleLevel"/>
    <w:tmpl w:val="088E9810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17D27814"/>
    <w:multiLevelType w:val="multilevel"/>
    <w:tmpl w:val="67A6C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2619CB"/>
    <w:multiLevelType w:val="singleLevel"/>
    <w:tmpl w:val="178CB4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317A5DEA"/>
    <w:multiLevelType w:val="singleLevel"/>
    <w:tmpl w:val="3D9051D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9E31B12"/>
    <w:multiLevelType w:val="hybridMultilevel"/>
    <w:tmpl w:val="0122E18C"/>
    <w:lvl w:ilvl="0" w:tplc="6458FF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E30E74"/>
    <w:multiLevelType w:val="multilevel"/>
    <w:tmpl w:val="0374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67C81FF0"/>
    <w:multiLevelType w:val="multilevel"/>
    <w:tmpl w:val="EAAA34F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95C"/>
    <w:rsid w:val="00060B8D"/>
    <w:rsid w:val="000F5877"/>
    <w:rsid w:val="00126418"/>
    <w:rsid w:val="00140312"/>
    <w:rsid w:val="00142608"/>
    <w:rsid w:val="00147A95"/>
    <w:rsid w:val="00185CF6"/>
    <w:rsid w:val="00191D6D"/>
    <w:rsid w:val="00196141"/>
    <w:rsid w:val="001B1AB5"/>
    <w:rsid w:val="0022432C"/>
    <w:rsid w:val="00292B5B"/>
    <w:rsid w:val="00380F0A"/>
    <w:rsid w:val="003C74AC"/>
    <w:rsid w:val="004016B1"/>
    <w:rsid w:val="004471CE"/>
    <w:rsid w:val="00451650"/>
    <w:rsid w:val="004B66D1"/>
    <w:rsid w:val="006047A0"/>
    <w:rsid w:val="0063515C"/>
    <w:rsid w:val="006F450F"/>
    <w:rsid w:val="00710C95"/>
    <w:rsid w:val="007736EF"/>
    <w:rsid w:val="00780CC4"/>
    <w:rsid w:val="0079519E"/>
    <w:rsid w:val="007D2A24"/>
    <w:rsid w:val="00864150"/>
    <w:rsid w:val="008B7E1C"/>
    <w:rsid w:val="008E798B"/>
    <w:rsid w:val="009076DE"/>
    <w:rsid w:val="00927BED"/>
    <w:rsid w:val="00933CC5"/>
    <w:rsid w:val="009A7BFE"/>
    <w:rsid w:val="00A1364A"/>
    <w:rsid w:val="00A77F08"/>
    <w:rsid w:val="00A85E4B"/>
    <w:rsid w:val="00AA249E"/>
    <w:rsid w:val="00AA34FC"/>
    <w:rsid w:val="00AF6C1E"/>
    <w:rsid w:val="00BD051B"/>
    <w:rsid w:val="00BD4232"/>
    <w:rsid w:val="00BD4437"/>
    <w:rsid w:val="00BF0D4A"/>
    <w:rsid w:val="00C16E59"/>
    <w:rsid w:val="00C91638"/>
    <w:rsid w:val="00CA4356"/>
    <w:rsid w:val="00CB0816"/>
    <w:rsid w:val="00CB1CA3"/>
    <w:rsid w:val="00CD45A5"/>
    <w:rsid w:val="00D10193"/>
    <w:rsid w:val="00D6295C"/>
    <w:rsid w:val="00D86A5E"/>
    <w:rsid w:val="00D920E4"/>
    <w:rsid w:val="00DA5055"/>
    <w:rsid w:val="00DB0E78"/>
    <w:rsid w:val="00DB0F36"/>
    <w:rsid w:val="00DF039B"/>
    <w:rsid w:val="00DF3A03"/>
    <w:rsid w:val="00E15093"/>
    <w:rsid w:val="00ED632D"/>
    <w:rsid w:val="00EF73DE"/>
    <w:rsid w:val="00F03B5F"/>
    <w:rsid w:val="00F07415"/>
    <w:rsid w:val="00F42AE4"/>
    <w:rsid w:val="00F4673C"/>
    <w:rsid w:val="00FB1C23"/>
    <w:rsid w:val="00FB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32C"/>
    <w:rPr>
      <w:rFonts w:ascii="Times New Roman" w:eastAsia="Times New Roman" w:hAnsi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BD4232"/>
    <w:pPr>
      <w:keepNext/>
      <w:autoSpaceDE w:val="0"/>
      <w:autoSpaceDN w:val="0"/>
      <w:outlineLvl w:val="3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0193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6295C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295C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Footer">
    <w:name w:val="footer"/>
    <w:aliases w:val="Znak14,Znak14 Znak"/>
    <w:basedOn w:val="Normal"/>
    <w:link w:val="FooterChar"/>
    <w:uiPriority w:val="99"/>
    <w:rsid w:val="00D6295C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Char,Znak14 Znak Char"/>
    <w:basedOn w:val="DefaultParagraphFont"/>
    <w:link w:val="Footer"/>
    <w:uiPriority w:val="99"/>
    <w:locked/>
    <w:rsid w:val="00D6295C"/>
    <w:rPr>
      <w:rFonts w:ascii="Times New Roman" w:hAnsi="Times New Roman" w:cs="Times New Roman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A85E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0193"/>
    <w:rPr>
      <w:rFonts w:ascii="Times New Roman" w:hAnsi="Times New Roman" w:cs="Times New Roman"/>
      <w:sz w:val="20"/>
      <w:szCs w:val="20"/>
    </w:rPr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A85E4B"/>
    <w:rPr>
      <w:rFonts w:eastAsia="Calibri"/>
      <w:sz w:val="24"/>
      <w:szCs w:val="24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BD4232"/>
    <w:rPr>
      <w:rFonts w:eastAsia="Calibri"/>
      <w:sz w:val="24"/>
      <w:szCs w:val="24"/>
    </w:rPr>
  </w:style>
  <w:style w:type="character" w:customStyle="1" w:styleId="Znak14ZnakZnak">
    <w:name w:val="Znak14 Znak Znak"/>
    <w:uiPriority w:val="99"/>
    <w:rsid w:val="00BD4232"/>
    <w:rPr>
      <w:sz w:val="24"/>
      <w:szCs w:val="24"/>
      <w:lang w:val="pl-PL" w:eastAsia="pl-PL"/>
    </w:rPr>
  </w:style>
  <w:style w:type="paragraph" w:customStyle="1" w:styleId="ZnakZnakZnakZnakZnakZnak">
    <w:name w:val="Znak Znak Znak Znak Znak Znak"/>
    <w:basedOn w:val="Normal"/>
    <w:uiPriority w:val="99"/>
    <w:rsid w:val="00BD4232"/>
    <w:pPr>
      <w:spacing w:after="120" w:line="360" w:lineRule="auto"/>
      <w:jc w:val="both"/>
    </w:pPr>
    <w:rPr>
      <w:rFonts w:ascii="Verdana" w:eastAsia="Calibri" w:hAnsi="Verdana" w:cs="Verdana"/>
    </w:rPr>
  </w:style>
  <w:style w:type="paragraph" w:customStyle="1" w:styleId="Znak">
    <w:name w:val="Znak"/>
    <w:basedOn w:val="Normal"/>
    <w:uiPriority w:val="99"/>
    <w:rsid w:val="00927BED"/>
    <w:rPr>
      <w:rFonts w:eastAsia="Calibri"/>
      <w:sz w:val="24"/>
      <w:szCs w:val="24"/>
    </w:rPr>
  </w:style>
  <w:style w:type="character" w:styleId="PageNumber">
    <w:name w:val="page number"/>
    <w:basedOn w:val="DefaultParagraphFont"/>
    <w:uiPriority w:val="99"/>
    <w:rsid w:val="00AA34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771</Words>
  <Characters>4629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Tomasz Kubacki</dc:creator>
  <cp:keywords/>
  <dc:description/>
  <cp:lastModifiedBy>user</cp:lastModifiedBy>
  <cp:revision>7</cp:revision>
  <dcterms:created xsi:type="dcterms:W3CDTF">2019-03-01T11:45:00Z</dcterms:created>
  <dcterms:modified xsi:type="dcterms:W3CDTF">2019-03-07T08:52:00Z</dcterms:modified>
</cp:coreProperties>
</file>