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B5C" w:rsidRDefault="00474B5C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11 do SIWZ       </w:t>
      </w:r>
    </w:p>
    <w:p w:rsidR="00474B5C" w:rsidRPr="00A058AD" w:rsidRDefault="00474B5C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474B5C" w:rsidRDefault="00474B5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474B5C" w:rsidRDefault="00474B5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474B5C" w:rsidRDefault="00474B5C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474B5C" w:rsidRPr="00A058AD" w:rsidRDefault="00474B5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474B5C" w:rsidRPr="00AB71A8" w:rsidRDefault="00474B5C" w:rsidP="007118F0">
      <w:pPr>
        <w:spacing w:after="0"/>
        <w:rPr>
          <w:rFonts w:ascii="Arial" w:hAnsi="Arial" w:cs="Arial"/>
          <w:b/>
          <w:bCs/>
        </w:rPr>
      </w:pPr>
    </w:p>
    <w:p w:rsidR="00474B5C" w:rsidRPr="00A058AD" w:rsidRDefault="00474B5C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474B5C" w:rsidRPr="00A058AD" w:rsidRDefault="00474B5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74B5C" w:rsidRPr="00A058AD" w:rsidRDefault="00474B5C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474B5C" w:rsidRPr="003D272A" w:rsidRDefault="00474B5C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74B5C" w:rsidRPr="00A058AD" w:rsidRDefault="00474B5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74B5C" w:rsidRPr="00A058AD" w:rsidRDefault="00474B5C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474B5C" w:rsidRDefault="00474B5C" w:rsidP="00C4103F">
      <w:pPr>
        <w:rPr>
          <w:rFonts w:ascii="Arial" w:hAnsi="Arial" w:cs="Arial"/>
        </w:rPr>
      </w:pPr>
    </w:p>
    <w:p w:rsidR="00474B5C" w:rsidRPr="009375EB" w:rsidRDefault="00474B5C" w:rsidP="00C4103F">
      <w:pPr>
        <w:rPr>
          <w:rFonts w:ascii="Arial" w:hAnsi="Arial" w:cs="Arial"/>
        </w:rPr>
      </w:pPr>
    </w:p>
    <w:p w:rsidR="00474B5C" w:rsidRPr="00EA74CD" w:rsidRDefault="00474B5C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474B5C" w:rsidRPr="005319CA" w:rsidRDefault="00474B5C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474B5C" w:rsidRPr="005319CA" w:rsidRDefault="00474B5C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474B5C" w:rsidRPr="00BF1F3F" w:rsidRDefault="00474B5C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474B5C" w:rsidRPr="001448FB" w:rsidRDefault="00474B5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74B5C" w:rsidRPr="00EA432B" w:rsidRDefault="00474B5C" w:rsidP="00B53C4F">
      <w:pPr>
        <w:jc w:val="both"/>
        <w:rPr>
          <w:rFonts w:ascii="Arial" w:hAnsi="Arial" w:cs="Arial"/>
          <w:b/>
          <w:bCs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 xml:space="preserve">Dostawa </w:t>
      </w:r>
      <w:r>
        <w:rPr>
          <w:rFonts w:ascii="Arial" w:hAnsi="Arial" w:cs="Arial"/>
          <w:b/>
          <w:bCs/>
          <w:i/>
          <w:iCs/>
        </w:rPr>
        <w:t xml:space="preserve">płynów wiskoelastycznych, błękitu trypanu i soczewek kontaktowych sterylnych  fluorosilikonowych  </w:t>
      </w:r>
      <w:r w:rsidRPr="00EA432B">
        <w:rPr>
          <w:rFonts w:ascii="Arial" w:hAnsi="Arial" w:cs="Arial"/>
          <w:b/>
          <w:bCs/>
          <w:i/>
          <w:iCs/>
        </w:rPr>
        <w:t xml:space="preserve">w </w:t>
      </w:r>
      <w:r>
        <w:rPr>
          <w:rFonts w:ascii="Arial" w:hAnsi="Arial" w:cs="Arial"/>
          <w:b/>
          <w:bCs/>
          <w:i/>
          <w:iCs/>
        </w:rPr>
        <w:t>9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</w:t>
      </w:r>
      <w:r>
        <w:rPr>
          <w:rFonts w:ascii="Arial" w:hAnsi="Arial" w:cs="Arial"/>
          <w:b/>
          <w:bCs/>
          <w:i/>
          <w:iCs/>
        </w:rPr>
        <w:t>Oddz.Okulistycznego</w:t>
      </w:r>
      <w:r w:rsidRPr="00EA432B">
        <w:rPr>
          <w:rFonts w:ascii="Arial" w:hAnsi="Arial" w:cs="Arial"/>
          <w:b/>
          <w:bCs/>
          <w:i/>
          <w:iCs/>
        </w:rPr>
        <w:t xml:space="preserve"> Wojewódzkiego Szpitala Zespolonego w Elblągu ”</w:t>
      </w:r>
      <w:r>
        <w:rPr>
          <w:rFonts w:ascii="Arial" w:hAnsi="Arial" w:cs="Arial"/>
          <w:b/>
          <w:bCs/>
        </w:rPr>
        <w:t xml:space="preserve"> – nr postępowania  11/2019</w:t>
      </w:r>
      <w:r w:rsidRPr="00EA432B">
        <w:rPr>
          <w:rFonts w:ascii="Arial" w:hAnsi="Arial" w:cs="Arial"/>
          <w:b/>
          <w:bCs/>
        </w:rPr>
        <w:t xml:space="preserve">. </w:t>
      </w:r>
    </w:p>
    <w:p w:rsidR="00474B5C" w:rsidRPr="00DA7A44" w:rsidRDefault="00474B5C" w:rsidP="00DA7A4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474B5C" w:rsidRPr="001448FB" w:rsidRDefault="00474B5C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474B5C" w:rsidRDefault="00474B5C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474B5C" w:rsidRDefault="00474B5C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474B5C" w:rsidRPr="0087311B" w:rsidRDefault="00474B5C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474B5C" w:rsidRPr="003E1710" w:rsidRDefault="00474B5C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474B5C" w:rsidRPr="003E1710" w:rsidRDefault="00474B5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74B5C" w:rsidRPr="003E1710" w:rsidRDefault="00474B5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4B5C" w:rsidRPr="003E1710" w:rsidRDefault="00474B5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74B5C" w:rsidRPr="00190D6E" w:rsidRDefault="00474B5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474B5C" w:rsidRPr="00307A36" w:rsidRDefault="00474B5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474B5C" w:rsidRDefault="00474B5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474B5C" w:rsidRPr="00A56074" w:rsidRDefault="00474B5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4B5C" w:rsidRPr="000F2452" w:rsidRDefault="00474B5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4B5C" w:rsidRPr="000F2452" w:rsidRDefault="00474B5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74B5C" w:rsidRPr="000F2452" w:rsidRDefault="00474B5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4B5C" w:rsidRPr="000F2452" w:rsidRDefault="00474B5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74B5C" w:rsidRPr="000F2452" w:rsidRDefault="00474B5C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474B5C" w:rsidRPr="009375EB" w:rsidRDefault="00474B5C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474B5C" w:rsidRPr="003C58F8" w:rsidRDefault="00474B5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474B5C" w:rsidRPr="009375EB" w:rsidRDefault="00474B5C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74B5C" w:rsidRPr="00F54680" w:rsidRDefault="00474B5C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474B5C" w:rsidRPr="005A73FB" w:rsidRDefault="00474B5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4B5C" w:rsidRPr="005A73FB" w:rsidRDefault="00474B5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474B5C" w:rsidRPr="005A73FB" w:rsidRDefault="00474B5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4B5C" w:rsidRPr="005A73FB" w:rsidRDefault="00474B5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74B5C" w:rsidRPr="009D3E32" w:rsidRDefault="00474B5C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474B5C" w:rsidRPr="001D3A19" w:rsidRDefault="00474B5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474B5C" w:rsidRPr="009375EB" w:rsidRDefault="00474B5C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74B5C" w:rsidRPr="00193E01" w:rsidRDefault="00474B5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74B5C" w:rsidRPr="001F4C82" w:rsidRDefault="00474B5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4B5C" w:rsidRPr="001F4C82" w:rsidRDefault="00474B5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474B5C" w:rsidRPr="001F4C82" w:rsidRDefault="00474B5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4B5C" w:rsidRPr="001F4C82" w:rsidRDefault="00474B5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74B5C" w:rsidRPr="00C00C2E" w:rsidRDefault="00474B5C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474B5C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B5C" w:rsidRDefault="00474B5C" w:rsidP="0038231F">
      <w:pPr>
        <w:spacing w:after="0" w:line="240" w:lineRule="auto"/>
      </w:pPr>
      <w:r>
        <w:separator/>
      </w:r>
    </w:p>
  </w:endnote>
  <w:endnote w:type="continuationSeparator" w:id="1">
    <w:p w:rsidR="00474B5C" w:rsidRDefault="00474B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5C" w:rsidRDefault="00474B5C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74B5C" w:rsidRPr="005C29D5" w:rsidRDefault="00474B5C" w:rsidP="001B697F">
    <w:pPr>
      <w:pStyle w:val="Footer"/>
      <w:ind w:right="360" w:firstLine="360"/>
      <w:jc w:val="center"/>
      <w:rPr>
        <w:b/>
        <w:bCs/>
        <w:sz w:val="16"/>
        <w:szCs w:val="16"/>
      </w:rPr>
    </w:pPr>
    <w:r w:rsidRPr="005C29D5">
      <w:rPr>
        <w:b/>
        <w:bCs/>
        <w:sz w:val="16"/>
        <w:szCs w:val="16"/>
      </w:rPr>
      <w:t>___________________________________________________________________________________</w:t>
    </w:r>
  </w:p>
  <w:p w:rsidR="00474B5C" w:rsidRPr="005C29D5" w:rsidRDefault="00474B5C" w:rsidP="00EE7C62">
    <w:pPr>
      <w:pStyle w:val="Footer"/>
      <w:ind w:right="360" w:firstLine="360"/>
      <w:jc w:val="center"/>
      <w:rPr>
        <w:b/>
        <w:bCs/>
        <w:sz w:val="16"/>
        <w:szCs w:val="16"/>
      </w:rPr>
    </w:pPr>
    <w:r w:rsidRPr="005C29D5">
      <w:rPr>
        <w:b/>
        <w:bCs/>
        <w:sz w:val="16"/>
        <w:szCs w:val="16"/>
      </w:rPr>
      <w:t>SIWZ 11/2019 – dostawa płynów wiskoelastycznych , błękitu trypanu i soczewek kontaktowych sterylnych  flu</w:t>
    </w:r>
    <w:r>
      <w:rPr>
        <w:b/>
        <w:bCs/>
        <w:sz w:val="16"/>
        <w:szCs w:val="16"/>
      </w:rPr>
      <w:t>o</w:t>
    </w:r>
    <w:r w:rsidRPr="005C29D5">
      <w:rPr>
        <w:b/>
        <w:bCs/>
        <w:sz w:val="16"/>
        <w:szCs w:val="16"/>
      </w:rPr>
      <w:t>rosilikonowych dla potrzeb Oddz.Okulistycznego  WSZ w Elblągu</w:t>
    </w:r>
  </w:p>
  <w:p w:rsidR="00474B5C" w:rsidRPr="005C29D5" w:rsidRDefault="00474B5C" w:rsidP="009E0275">
    <w:pPr>
      <w:pStyle w:val="Footer"/>
      <w:ind w:right="360"/>
      <w:jc w:val="center"/>
      <w:rPr>
        <w:b/>
        <w:bCs/>
        <w:sz w:val="16"/>
        <w:szCs w:val="16"/>
      </w:rPr>
    </w:pPr>
  </w:p>
  <w:p w:rsidR="00474B5C" w:rsidRPr="006602DA" w:rsidRDefault="00474B5C" w:rsidP="009D3E32">
    <w:pPr>
      <w:pStyle w:val="Footer"/>
      <w:ind w:right="360"/>
      <w:jc w:val="center"/>
      <w:rPr>
        <w:sz w:val="16"/>
        <w:szCs w:val="16"/>
      </w:rPr>
    </w:pPr>
  </w:p>
  <w:p w:rsidR="00474B5C" w:rsidRDefault="00474B5C" w:rsidP="00886BA6">
    <w:pPr>
      <w:jc w:val="center"/>
      <w:rPr>
        <w:sz w:val="16"/>
        <w:szCs w:val="16"/>
      </w:rPr>
    </w:pPr>
  </w:p>
  <w:p w:rsidR="00474B5C" w:rsidRDefault="00474B5C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B5C" w:rsidRDefault="00474B5C" w:rsidP="0038231F">
      <w:pPr>
        <w:spacing w:after="0" w:line="240" w:lineRule="auto"/>
      </w:pPr>
      <w:r>
        <w:separator/>
      </w:r>
    </w:p>
  </w:footnote>
  <w:footnote w:type="continuationSeparator" w:id="1">
    <w:p w:rsidR="00474B5C" w:rsidRDefault="00474B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31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04D3"/>
    <w:rsid w:val="0011121A"/>
    <w:rsid w:val="00121DC7"/>
    <w:rsid w:val="00137D9F"/>
    <w:rsid w:val="001448FB"/>
    <w:rsid w:val="00147B67"/>
    <w:rsid w:val="001670F2"/>
    <w:rsid w:val="001807BF"/>
    <w:rsid w:val="001811FB"/>
    <w:rsid w:val="00190D6E"/>
    <w:rsid w:val="00193E01"/>
    <w:rsid w:val="001957C5"/>
    <w:rsid w:val="001B697F"/>
    <w:rsid w:val="001C2A99"/>
    <w:rsid w:val="001C6945"/>
    <w:rsid w:val="001C6A89"/>
    <w:rsid w:val="001D3A19"/>
    <w:rsid w:val="001D4C90"/>
    <w:rsid w:val="001D7BCC"/>
    <w:rsid w:val="001F3092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3F267C"/>
    <w:rsid w:val="003F45C6"/>
    <w:rsid w:val="0040751F"/>
    <w:rsid w:val="00425D88"/>
    <w:rsid w:val="00431598"/>
    <w:rsid w:val="00432B25"/>
    <w:rsid w:val="00434CC2"/>
    <w:rsid w:val="00466838"/>
    <w:rsid w:val="00474B5C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A73FB"/>
    <w:rsid w:val="005C29D5"/>
    <w:rsid w:val="005E176A"/>
    <w:rsid w:val="006440B0"/>
    <w:rsid w:val="00644243"/>
    <w:rsid w:val="00644C81"/>
    <w:rsid w:val="0064500B"/>
    <w:rsid w:val="0065644E"/>
    <w:rsid w:val="006602DA"/>
    <w:rsid w:val="00660DDF"/>
    <w:rsid w:val="00664382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239EC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75456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8F390B"/>
    <w:rsid w:val="009129F3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97D95"/>
    <w:rsid w:val="009A331C"/>
    <w:rsid w:val="009A397D"/>
    <w:rsid w:val="009C0C6C"/>
    <w:rsid w:val="009C6DDE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58D4"/>
    <w:rsid w:val="00A776FE"/>
    <w:rsid w:val="00A9010F"/>
    <w:rsid w:val="00AA7CC7"/>
    <w:rsid w:val="00AB39E6"/>
    <w:rsid w:val="00AB5E32"/>
    <w:rsid w:val="00AB71A8"/>
    <w:rsid w:val="00AD15D1"/>
    <w:rsid w:val="00AD1D1B"/>
    <w:rsid w:val="00AD5B8E"/>
    <w:rsid w:val="00AE5028"/>
    <w:rsid w:val="00AE6FF2"/>
    <w:rsid w:val="00AF33BF"/>
    <w:rsid w:val="00AF69CC"/>
    <w:rsid w:val="00B01B85"/>
    <w:rsid w:val="00B119F4"/>
    <w:rsid w:val="00B15219"/>
    <w:rsid w:val="00B154B4"/>
    <w:rsid w:val="00B1691A"/>
    <w:rsid w:val="00B22BBE"/>
    <w:rsid w:val="00B35FDB"/>
    <w:rsid w:val="00B37134"/>
    <w:rsid w:val="00B40FC8"/>
    <w:rsid w:val="00B53C4F"/>
    <w:rsid w:val="00B5762B"/>
    <w:rsid w:val="00B74E4C"/>
    <w:rsid w:val="00BD06C3"/>
    <w:rsid w:val="00BF1F3F"/>
    <w:rsid w:val="00C00C2E"/>
    <w:rsid w:val="00C14286"/>
    <w:rsid w:val="00C1666B"/>
    <w:rsid w:val="00C22538"/>
    <w:rsid w:val="00C24789"/>
    <w:rsid w:val="00C279B8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52355"/>
    <w:rsid w:val="00D5259F"/>
    <w:rsid w:val="00D55A4A"/>
    <w:rsid w:val="00D701B8"/>
    <w:rsid w:val="00D71CF9"/>
    <w:rsid w:val="00D7532C"/>
    <w:rsid w:val="00D8240F"/>
    <w:rsid w:val="00DA7A44"/>
    <w:rsid w:val="00DB0CBF"/>
    <w:rsid w:val="00DB4F19"/>
    <w:rsid w:val="00DC22B8"/>
    <w:rsid w:val="00DC3F44"/>
    <w:rsid w:val="00DD146A"/>
    <w:rsid w:val="00DD3E9D"/>
    <w:rsid w:val="00DE73EE"/>
    <w:rsid w:val="00E14552"/>
    <w:rsid w:val="00E15D59"/>
    <w:rsid w:val="00E214B4"/>
    <w:rsid w:val="00E21B42"/>
    <w:rsid w:val="00E30517"/>
    <w:rsid w:val="00E42CC3"/>
    <w:rsid w:val="00E55512"/>
    <w:rsid w:val="00E616C7"/>
    <w:rsid w:val="00E676CD"/>
    <w:rsid w:val="00E70F08"/>
    <w:rsid w:val="00E86762"/>
    <w:rsid w:val="00E86A2B"/>
    <w:rsid w:val="00EA432B"/>
    <w:rsid w:val="00EA74CD"/>
    <w:rsid w:val="00EB3286"/>
    <w:rsid w:val="00EB3BC2"/>
    <w:rsid w:val="00EC2CB6"/>
    <w:rsid w:val="00ED5FD9"/>
    <w:rsid w:val="00EE0397"/>
    <w:rsid w:val="00EE4535"/>
    <w:rsid w:val="00EE5A2C"/>
    <w:rsid w:val="00EE7725"/>
    <w:rsid w:val="00EE7C62"/>
    <w:rsid w:val="00EF741B"/>
    <w:rsid w:val="00EF74CA"/>
    <w:rsid w:val="00F014B6"/>
    <w:rsid w:val="00F053EC"/>
    <w:rsid w:val="00F2074D"/>
    <w:rsid w:val="00F2239D"/>
    <w:rsid w:val="00F33AC3"/>
    <w:rsid w:val="00F365F2"/>
    <w:rsid w:val="00F374FD"/>
    <w:rsid w:val="00F54680"/>
    <w:rsid w:val="00F66A3D"/>
    <w:rsid w:val="00F74CAC"/>
    <w:rsid w:val="00F8063D"/>
    <w:rsid w:val="00FB7965"/>
    <w:rsid w:val="00FC0667"/>
    <w:rsid w:val="00FC7286"/>
    <w:rsid w:val="00FD190E"/>
    <w:rsid w:val="00FE7798"/>
    <w:rsid w:val="00FF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9D3E32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uiPriority w:val="99"/>
    <w:rsid w:val="00EA432B"/>
    <w:pPr>
      <w:spacing w:after="0" w:line="240" w:lineRule="auto"/>
    </w:pPr>
    <w:rPr>
      <w:sz w:val="24"/>
      <w:szCs w:val="24"/>
      <w:lang w:eastAsia="pl-PL"/>
    </w:rPr>
  </w:style>
  <w:style w:type="character" w:customStyle="1" w:styleId="Znak5ZnakZnak">
    <w:name w:val="Znak5 Znak Znak"/>
    <w:basedOn w:val="DefaultParagraphFont"/>
    <w:uiPriority w:val="99"/>
    <w:semiHidden/>
    <w:rsid w:val="001B697F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1B697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9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434</Words>
  <Characters>2604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37</cp:revision>
  <cp:lastPrinted>2019-03-11T06:56:00Z</cp:lastPrinted>
  <dcterms:created xsi:type="dcterms:W3CDTF">2016-09-13T09:42:00Z</dcterms:created>
  <dcterms:modified xsi:type="dcterms:W3CDTF">2019-03-11T06:56:00Z</dcterms:modified>
</cp:coreProperties>
</file>