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5E8" w:rsidRDefault="00B345E8" w:rsidP="00AB1A34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Załącznik Nr 10 do SIWZ</w:t>
      </w:r>
    </w:p>
    <w:p w:rsidR="00B345E8" w:rsidRPr="00A22DCF" w:rsidRDefault="00B345E8" w:rsidP="00AB1A34">
      <w:pPr>
        <w:spacing w:after="0" w:line="480" w:lineRule="auto"/>
        <w:ind w:left="5246" w:firstLine="708"/>
        <w:jc w:val="right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Zamawiający:</w:t>
      </w:r>
    </w:p>
    <w:p w:rsidR="00B345E8" w:rsidRDefault="00B345E8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Wojewódzki Szpital Zespolony w Elblągu</w:t>
      </w:r>
    </w:p>
    <w:p w:rsidR="00B345E8" w:rsidRDefault="00B345E8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ul. Królewiecka 146</w:t>
      </w:r>
    </w:p>
    <w:p w:rsidR="00B345E8" w:rsidRPr="00A22DCF" w:rsidRDefault="00B345E8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82-300 Elbląg</w:t>
      </w:r>
    </w:p>
    <w:p w:rsidR="00B345E8" w:rsidRPr="00A22DCF" w:rsidRDefault="00B345E8" w:rsidP="00F04280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Wykonawca:</w:t>
      </w:r>
    </w:p>
    <w:p w:rsidR="00B345E8" w:rsidRPr="00A22DCF" w:rsidRDefault="00B345E8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B345E8" w:rsidRPr="00842991" w:rsidRDefault="00B345E8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B345E8" w:rsidRPr="00262D61" w:rsidRDefault="00B345E8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B345E8" w:rsidRPr="00A22DCF" w:rsidRDefault="00B345E8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B345E8" w:rsidRPr="00842991" w:rsidRDefault="00B345E8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:rsidR="00B345E8" w:rsidRDefault="00B345E8" w:rsidP="00C4103F">
      <w:pPr>
        <w:rPr>
          <w:rFonts w:ascii="Arial" w:hAnsi="Arial" w:cs="Arial"/>
          <w:sz w:val="21"/>
          <w:szCs w:val="21"/>
        </w:rPr>
      </w:pPr>
    </w:p>
    <w:p w:rsidR="00B345E8" w:rsidRPr="00A22DCF" w:rsidRDefault="00B345E8" w:rsidP="00C4103F">
      <w:pPr>
        <w:rPr>
          <w:rFonts w:ascii="Arial" w:hAnsi="Arial" w:cs="Arial"/>
          <w:sz w:val="21"/>
          <w:szCs w:val="21"/>
        </w:rPr>
      </w:pPr>
    </w:p>
    <w:p w:rsidR="00B345E8" w:rsidRPr="00262D61" w:rsidRDefault="00B345E8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262D61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B345E8" w:rsidRDefault="00B345E8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bCs/>
          <w:sz w:val="21"/>
          <w:szCs w:val="21"/>
        </w:rPr>
        <w:t xml:space="preserve">awy z dnia 29 stycznia 2004 r. </w:t>
      </w:r>
    </w:p>
    <w:p w:rsidR="00B345E8" w:rsidRPr="00A22DCF" w:rsidRDefault="00B345E8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 xml:space="preserve"> Prawo zamówień publicznych (dalej jako: ustawa Pzp), </w:t>
      </w:r>
    </w:p>
    <w:p w:rsidR="00B345E8" w:rsidRPr="00262D61" w:rsidRDefault="00B345E8" w:rsidP="00262D61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262D61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bCs/>
          <w:sz w:val="21"/>
          <w:szCs w:val="21"/>
          <w:u w:val="single"/>
        </w:rPr>
        <w:br/>
      </w:r>
    </w:p>
    <w:p w:rsidR="00B345E8" w:rsidRDefault="00B345E8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B345E8" w:rsidRPr="00A22DCF" w:rsidRDefault="00B345E8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B345E8" w:rsidRPr="00CF188C" w:rsidRDefault="00B345E8" w:rsidP="00853DD0">
      <w:pPr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CF188C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Pr="00CF188C">
        <w:rPr>
          <w:rFonts w:ascii="Arial" w:hAnsi="Arial" w:cs="Arial"/>
          <w:b/>
          <w:bCs/>
          <w:i/>
          <w:iCs/>
          <w:sz w:val="20"/>
          <w:szCs w:val="20"/>
          <w:lang w:eastAsia="ar-SA"/>
        </w:rPr>
        <w:t>„</w:t>
      </w:r>
      <w:r w:rsidRPr="00CF188C">
        <w:rPr>
          <w:rFonts w:ascii="Arial" w:hAnsi="Arial" w:cs="Arial"/>
          <w:b/>
          <w:bCs/>
          <w:i/>
          <w:iCs/>
          <w:sz w:val="20"/>
          <w:szCs w:val="20"/>
        </w:rPr>
        <w:t xml:space="preserve">Dostawa klipsów laparoskopowych tytanowych i polimerowych, zacisków do hemostazy płata skórnego i płata kostnego, staplerów skórnych, worków laparoskopowych i fartuchów sterylnych jednorazowego użytku dla potrzeb Bloku Operacyjnego Wojewódzkiego Szpitala Zespolonego w Elblągu” </w:t>
      </w:r>
      <w:r w:rsidRPr="00CF188C">
        <w:rPr>
          <w:rFonts w:ascii="Arial" w:hAnsi="Arial" w:cs="Arial"/>
          <w:b/>
          <w:bCs/>
          <w:sz w:val="20"/>
          <w:szCs w:val="20"/>
        </w:rPr>
        <w:t>– nr postępowania  24/2019.</w:t>
      </w:r>
      <w:r w:rsidRPr="00CF188C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</w:p>
    <w:p w:rsidR="00B345E8" w:rsidRPr="005E5859" w:rsidRDefault="00B345E8" w:rsidP="00AB1A34">
      <w:pPr>
        <w:jc w:val="both"/>
        <w:rPr>
          <w:b/>
          <w:bCs/>
          <w:sz w:val="20"/>
          <w:szCs w:val="20"/>
        </w:rPr>
      </w:pPr>
      <w:r w:rsidRPr="005E5859">
        <w:rPr>
          <w:rFonts w:ascii="Arial" w:hAnsi="Arial" w:cs="Arial"/>
          <w:sz w:val="20"/>
          <w:szCs w:val="20"/>
        </w:rPr>
        <w:t>prowadzonego przez Wojewódzki Szpital Zespolony w Elblągu</w:t>
      </w:r>
      <w:r w:rsidRPr="005E5859">
        <w:rPr>
          <w:rFonts w:ascii="Arial" w:hAnsi="Arial" w:cs="Arial"/>
          <w:i/>
          <w:iCs/>
          <w:sz w:val="20"/>
          <w:szCs w:val="20"/>
        </w:rPr>
        <w:t xml:space="preserve"> </w:t>
      </w:r>
      <w:r w:rsidRPr="005E5859">
        <w:rPr>
          <w:rFonts w:ascii="Arial" w:hAnsi="Arial" w:cs="Arial"/>
          <w:sz w:val="20"/>
          <w:szCs w:val="20"/>
        </w:rPr>
        <w:t>oświadczam, co następuje:</w:t>
      </w:r>
    </w:p>
    <w:p w:rsidR="00B345E8" w:rsidRPr="00A22DCF" w:rsidRDefault="00B345E8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B345E8" w:rsidRPr="00E31C06" w:rsidRDefault="00B345E8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E31C06">
        <w:rPr>
          <w:rFonts w:ascii="Arial" w:hAnsi="Arial" w:cs="Arial"/>
          <w:b/>
          <w:bCs/>
          <w:sz w:val="21"/>
          <w:szCs w:val="21"/>
        </w:rPr>
        <w:t>INFORMACJA DOTYCZĄCA WYKONAWCY</w:t>
      </w:r>
      <w:r>
        <w:rPr>
          <w:rFonts w:ascii="Arial" w:hAnsi="Arial" w:cs="Arial"/>
          <w:b/>
          <w:bCs/>
          <w:sz w:val="21"/>
          <w:szCs w:val="21"/>
        </w:rPr>
        <w:t>:</w:t>
      </w:r>
    </w:p>
    <w:p w:rsidR="00B345E8" w:rsidRDefault="00B345E8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345E8" w:rsidRDefault="00B345E8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SIWZ – znak sprawy 24/2019</w:t>
      </w:r>
    </w:p>
    <w:p w:rsidR="00B345E8" w:rsidRPr="00025C8D" w:rsidRDefault="00B345E8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B345E8" w:rsidRPr="003E1710" w:rsidRDefault="00B345E8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B345E8" w:rsidRPr="003E1710" w:rsidRDefault="00B345E8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45E8" w:rsidRPr="003E1710" w:rsidRDefault="00B345E8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45E8" w:rsidRPr="004D7E48" w:rsidRDefault="00B345E8" w:rsidP="001D49E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B345E8" w:rsidRPr="00B15FD3" w:rsidRDefault="00B345E8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bCs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B345E8" w:rsidRDefault="00B345E8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     SIWZ – znak sprawy 24/2019  </w:t>
      </w:r>
      <w:r w:rsidRPr="00A22DCF">
        <w:rPr>
          <w:rFonts w:ascii="Arial" w:hAnsi="Arial" w:cs="Arial"/>
          <w:sz w:val="21"/>
          <w:szCs w:val="21"/>
        </w:rPr>
        <w:t>polegam</w:t>
      </w:r>
      <w:r>
        <w:rPr>
          <w:rFonts w:ascii="Arial" w:hAnsi="Arial" w:cs="Arial"/>
          <w:sz w:val="21"/>
          <w:szCs w:val="21"/>
        </w:rPr>
        <w:t xml:space="preserve"> na zasobach następującego/ych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B345E8" w:rsidRDefault="00B345E8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B345E8" w:rsidRDefault="00B345E8" w:rsidP="00FC0317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(wskazać podmiot i określić odpowiedni zakres dla wskazanego podmiotu). </w:t>
      </w:r>
    </w:p>
    <w:p w:rsidR="00B345E8" w:rsidRDefault="00B345E8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B345E8" w:rsidRDefault="00B345E8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45E8" w:rsidRPr="003E1710" w:rsidRDefault="00B345E8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B345E8" w:rsidRPr="003E1710" w:rsidRDefault="00B345E8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45E8" w:rsidRPr="003E1710" w:rsidRDefault="00B345E8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45E8" w:rsidRPr="00190D6E" w:rsidRDefault="00B345E8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B345E8" w:rsidRDefault="00B345E8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B345E8" w:rsidRDefault="00B345E8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B345E8" w:rsidRPr="00190D6E" w:rsidRDefault="00B345E8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B345E8" w:rsidRPr="001D3A19" w:rsidRDefault="00B345E8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B345E8" w:rsidRPr="00A22DCF" w:rsidRDefault="00B345E8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B345E8" w:rsidRPr="00A22DCF" w:rsidRDefault="00B345E8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B345E8" w:rsidRDefault="00B345E8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45E8" w:rsidRPr="003E1710" w:rsidRDefault="00B345E8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B345E8" w:rsidRPr="003E1710" w:rsidRDefault="00B345E8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45E8" w:rsidRPr="003E1710" w:rsidRDefault="00B345E8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45E8" w:rsidRPr="00190D6E" w:rsidRDefault="00B345E8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B345E8" w:rsidRPr="00A22DCF" w:rsidRDefault="00B345E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B345E8" w:rsidRPr="00A22DCF" w:rsidSect="00025C8D">
      <w:foot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45E8" w:rsidRDefault="00B345E8" w:rsidP="0038231F">
      <w:pPr>
        <w:spacing w:after="0" w:line="240" w:lineRule="auto"/>
      </w:pPr>
      <w:r>
        <w:separator/>
      </w:r>
    </w:p>
  </w:endnote>
  <w:endnote w:type="continuationSeparator" w:id="1">
    <w:p w:rsidR="00B345E8" w:rsidRDefault="00B345E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45E8" w:rsidRDefault="00B345E8" w:rsidP="000718D2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B345E8" w:rsidRDefault="00B345E8" w:rsidP="001D49EE">
    <w:pP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_____________________________________________________________________________________________________</w:t>
    </w:r>
  </w:p>
  <w:p w:rsidR="00B345E8" w:rsidRPr="006602DA" w:rsidRDefault="00B345E8" w:rsidP="001D49EE">
    <w:pPr>
      <w:pStyle w:val="Footer"/>
      <w:ind w:right="360"/>
      <w:jc w:val="center"/>
      <w:rPr>
        <w:sz w:val="16"/>
        <w:szCs w:val="16"/>
      </w:rPr>
    </w:pPr>
    <w:r w:rsidRPr="003C692E">
      <w:rPr>
        <w:rFonts w:ascii="Arial" w:hAnsi="Arial" w:cs="Arial"/>
        <w:sz w:val="18"/>
        <w:szCs w:val="18"/>
      </w:rPr>
      <w:t>24/2019  SIWZ – Dostawa klipsów laparoskopowych tytanowych i polimerowych, zacisków do hemostazy płata skórnego i płata kostnego, staplerów skórnych, worków laparoskopowych i fartuchów sterylnych jednorazowego użytku dla potrzeb Bloku Operacyjnego WSZ w Elblągu</w:t>
    </w:r>
  </w:p>
  <w:p w:rsidR="00B345E8" w:rsidRPr="00CB5B63" w:rsidRDefault="00B345E8" w:rsidP="002C34E1">
    <w:pPr>
      <w:ind w:right="360"/>
      <w:jc w:val="center"/>
      <w:rPr>
        <w:rFonts w:ascii="Times New Roman" w:hAnsi="Times New Roman" w:cs="Times New Roman"/>
        <w:b/>
        <w:bCs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45E8" w:rsidRDefault="00B345E8" w:rsidP="0038231F">
      <w:pPr>
        <w:spacing w:after="0" w:line="240" w:lineRule="auto"/>
      </w:pPr>
      <w:r>
        <w:separator/>
      </w:r>
    </w:p>
  </w:footnote>
  <w:footnote w:type="continuationSeparator" w:id="1">
    <w:p w:rsidR="00B345E8" w:rsidRDefault="00B345E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numFmt w:val="decimal"/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25C8D"/>
    <w:rsid w:val="000303EE"/>
    <w:rsid w:val="00032A15"/>
    <w:rsid w:val="00065586"/>
    <w:rsid w:val="000718D2"/>
    <w:rsid w:val="00073C3D"/>
    <w:rsid w:val="000809B6"/>
    <w:rsid w:val="000A6F44"/>
    <w:rsid w:val="000B1025"/>
    <w:rsid w:val="000B54D1"/>
    <w:rsid w:val="000C021E"/>
    <w:rsid w:val="000C18AF"/>
    <w:rsid w:val="000C3A3F"/>
    <w:rsid w:val="000D53B1"/>
    <w:rsid w:val="000D6F17"/>
    <w:rsid w:val="000D73C4"/>
    <w:rsid w:val="000E4D37"/>
    <w:rsid w:val="000E7877"/>
    <w:rsid w:val="00111CDA"/>
    <w:rsid w:val="00115C60"/>
    <w:rsid w:val="001811FB"/>
    <w:rsid w:val="001902D2"/>
    <w:rsid w:val="00190D6E"/>
    <w:rsid w:val="001C2E9D"/>
    <w:rsid w:val="001C6945"/>
    <w:rsid w:val="001D3A19"/>
    <w:rsid w:val="001D49EE"/>
    <w:rsid w:val="001D4FE4"/>
    <w:rsid w:val="001F027E"/>
    <w:rsid w:val="001F1BB1"/>
    <w:rsid w:val="00203A40"/>
    <w:rsid w:val="002168A8"/>
    <w:rsid w:val="00241F20"/>
    <w:rsid w:val="002544B8"/>
    <w:rsid w:val="00255142"/>
    <w:rsid w:val="00256CEC"/>
    <w:rsid w:val="00262D61"/>
    <w:rsid w:val="0026651C"/>
    <w:rsid w:val="00290B01"/>
    <w:rsid w:val="002C1C2B"/>
    <w:rsid w:val="002C1C7B"/>
    <w:rsid w:val="002C34E1"/>
    <w:rsid w:val="002C4948"/>
    <w:rsid w:val="002E3979"/>
    <w:rsid w:val="002E641A"/>
    <w:rsid w:val="00313417"/>
    <w:rsid w:val="00313911"/>
    <w:rsid w:val="003203D7"/>
    <w:rsid w:val="00322434"/>
    <w:rsid w:val="00333209"/>
    <w:rsid w:val="00337073"/>
    <w:rsid w:val="0035070B"/>
    <w:rsid w:val="00350CD9"/>
    <w:rsid w:val="00351F8A"/>
    <w:rsid w:val="003617C8"/>
    <w:rsid w:val="00364235"/>
    <w:rsid w:val="0038231F"/>
    <w:rsid w:val="003A7FCB"/>
    <w:rsid w:val="003B2070"/>
    <w:rsid w:val="003B214C"/>
    <w:rsid w:val="003B7238"/>
    <w:rsid w:val="003C3B64"/>
    <w:rsid w:val="003C692E"/>
    <w:rsid w:val="003D2721"/>
    <w:rsid w:val="003E1710"/>
    <w:rsid w:val="003E41EA"/>
    <w:rsid w:val="003F024C"/>
    <w:rsid w:val="0041242F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709B6"/>
    <w:rsid w:val="00576503"/>
    <w:rsid w:val="005C39CA"/>
    <w:rsid w:val="005E176A"/>
    <w:rsid w:val="005E5859"/>
    <w:rsid w:val="00612871"/>
    <w:rsid w:val="00626A77"/>
    <w:rsid w:val="00634311"/>
    <w:rsid w:val="006602DA"/>
    <w:rsid w:val="00676924"/>
    <w:rsid w:val="00690B7C"/>
    <w:rsid w:val="00694E13"/>
    <w:rsid w:val="006A3A1F"/>
    <w:rsid w:val="006A52B6"/>
    <w:rsid w:val="006C6C03"/>
    <w:rsid w:val="006F0034"/>
    <w:rsid w:val="006F3D32"/>
    <w:rsid w:val="007118F0"/>
    <w:rsid w:val="0072542E"/>
    <w:rsid w:val="0072560B"/>
    <w:rsid w:val="00730CF9"/>
    <w:rsid w:val="00732134"/>
    <w:rsid w:val="00737049"/>
    <w:rsid w:val="0074059B"/>
    <w:rsid w:val="00746532"/>
    <w:rsid w:val="00751725"/>
    <w:rsid w:val="00752883"/>
    <w:rsid w:val="00756C8F"/>
    <w:rsid w:val="007840F2"/>
    <w:rsid w:val="00791E00"/>
    <w:rsid w:val="007936D6"/>
    <w:rsid w:val="007961C8"/>
    <w:rsid w:val="007B01C8"/>
    <w:rsid w:val="007C3F09"/>
    <w:rsid w:val="007D5B61"/>
    <w:rsid w:val="007E2F69"/>
    <w:rsid w:val="007E3247"/>
    <w:rsid w:val="00804F07"/>
    <w:rsid w:val="00823B1D"/>
    <w:rsid w:val="00825A09"/>
    <w:rsid w:val="00830AB1"/>
    <w:rsid w:val="00831250"/>
    <w:rsid w:val="00833FCD"/>
    <w:rsid w:val="00842991"/>
    <w:rsid w:val="00853DD0"/>
    <w:rsid w:val="0087311B"/>
    <w:rsid w:val="008757E1"/>
    <w:rsid w:val="00883CCD"/>
    <w:rsid w:val="00892E48"/>
    <w:rsid w:val="008B359A"/>
    <w:rsid w:val="008C5709"/>
    <w:rsid w:val="008C6DF8"/>
    <w:rsid w:val="008D0487"/>
    <w:rsid w:val="008E3274"/>
    <w:rsid w:val="008E47C0"/>
    <w:rsid w:val="008F3B4E"/>
    <w:rsid w:val="0091204F"/>
    <w:rsid w:val="0091264E"/>
    <w:rsid w:val="009301A2"/>
    <w:rsid w:val="009437D3"/>
    <w:rsid w:val="009440B7"/>
    <w:rsid w:val="00952535"/>
    <w:rsid w:val="009566F4"/>
    <w:rsid w:val="00956C26"/>
    <w:rsid w:val="00960337"/>
    <w:rsid w:val="00975019"/>
    <w:rsid w:val="00975C49"/>
    <w:rsid w:val="009A5CAB"/>
    <w:rsid w:val="009B0BEE"/>
    <w:rsid w:val="009B23FD"/>
    <w:rsid w:val="009C7756"/>
    <w:rsid w:val="009D15BF"/>
    <w:rsid w:val="009D3E32"/>
    <w:rsid w:val="009D5711"/>
    <w:rsid w:val="009E140A"/>
    <w:rsid w:val="00A1045E"/>
    <w:rsid w:val="00A15F7E"/>
    <w:rsid w:val="00A166B0"/>
    <w:rsid w:val="00A22DCF"/>
    <w:rsid w:val="00A24C2D"/>
    <w:rsid w:val="00A276E4"/>
    <w:rsid w:val="00A3062E"/>
    <w:rsid w:val="00A347DE"/>
    <w:rsid w:val="00A468CF"/>
    <w:rsid w:val="00AB1A34"/>
    <w:rsid w:val="00AE6FF2"/>
    <w:rsid w:val="00B0088C"/>
    <w:rsid w:val="00B15219"/>
    <w:rsid w:val="00B15FD3"/>
    <w:rsid w:val="00B27685"/>
    <w:rsid w:val="00B34079"/>
    <w:rsid w:val="00B345E8"/>
    <w:rsid w:val="00B346EA"/>
    <w:rsid w:val="00B53C4F"/>
    <w:rsid w:val="00B565C1"/>
    <w:rsid w:val="00B7515B"/>
    <w:rsid w:val="00B8005E"/>
    <w:rsid w:val="00B800CD"/>
    <w:rsid w:val="00B90E42"/>
    <w:rsid w:val="00B95333"/>
    <w:rsid w:val="00BA3D42"/>
    <w:rsid w:val="00BB0C3C"/>
    <w:rsid w:val="00BD03BA"/>
    <w:rsid w:val="00BE3DF6"/>
    <w:rsid w:val="00BF565A"/>
    <w:rsid w:val="00C014B5"/>
    <w:rsid w:val="00C174CE"/>
    <w:rsid w:val="00C4103F"/>
    <w:rsid w:val="00C46FB8"/>
    <w:rsid w:val="00C47895"/>
    <w:rsid w:val="00C57DEB"/>
    <w:rsid w:val="00C6077D"/>
    <w:rsid w:val="00C81012"/>
    <w:rsid w:val="00C97E9C"/>
    <w:rsid w:val="00CA27AA"/>
    <w:rsid w:val="00CB5B63"/>
    <w:rsid w:val="00CE4D22"/>
    <w:rsid w:val="00CF188C"/>
    <w:rsid w:val="00CF4E94"/>
    <w:rsid w:val="00D23F3D"/>
    <w:rsid w:val="00D343F8"/>
    <w:rsid w:val="00D34D9A"/>
    <w:rsid w:val="00D409DE"/>
    <w:rsid w:val="00D416A6"/>
    <w:rsid w:val="00D42C9B"/>
    <w:rsid w:val="00D531D5"/>
    <w:rsid w:val="00D57AE5"/>
    <w:rsid w:val="00D7532C"/>
    <w:rsid w:val="00D76CA5"/>
    <w:rsid w:val="00DA6EC7"/>
    <w:rsid w:val="00DD146A"/>
    <w:rsid w:val="00DD3E9D"/>
    <w:rsid w:val="00E022A1"/>
    <w:rsid w:val="00E107EB"/>
    <w:rsid w:val="00E21B42"/>
    <w:rsid w:val="00E309E9"/>
    <w:rsid w:val="00E31C06"/>
    <w:rsid w:val="00E64482"/>
    <w:rsid w:val="00E65685"/>
    <w:rsid w:val="00E73190"/>
    <w:rsid w:val="00E73CEB"/>
    <w:rsid w:val="00E8063B"/>
    <w:rsid w:val="00EA432B"/>
    <w:rsid w:val="00EB74D5"/>
    <w:rsid w:val="00EB7CDE"/>
    <w:rsid w:val="00EC2E4F"/>
    <w:rsid w:val="00EE1FBF"/>
    <w:rsid w:val="00EF74CA"/>
    <w:rsid w:val="00F04280"/>
    <w:rsid w:val="00F354F9"/>
    <w:rsid w:val="00F365F2"/>
    <w:rsid w:val="00F43919"/>
    <w:rsid w:val="00FC0317"/>
    <w:rsid w:val="00FD7A73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page number" w:unhideWhenUsed="0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7D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6945"/>
  </w:style>
  <w:style w:type="paragraph" w:styleId="Footer">
    <w:name w:val="footer"/>
    <w:aliases w:val="Footer Char,Znak14 Znak,Znak14"/>
    <w:basedOn w:val="Normal"/>
    <w:link w:val="FooterChar2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1">
    <w:name w:val="Footer Char1"/>
    <w:aliases w:val="Footer Char Char,Znak14 Znak Char,Znak14 Char"/>
    <w:basedOn w:val="DefaultParagraphFont"/>
    <w:link w:val="Footer"/>
    <w:uiPriority w:val="99"/>
    <w:semiHidden/>
    <w:rsid w:val="00241F20"/>
    <w:rPr>
      <w:lang w:eastAsia="en-US"/>
    </w:rPr>
  </w:style>
  <w:style w:type="character" w:customStyle="1" w:styleId="FooterChar2">
    <w:name w:val="Footer Char2"/>
    <w:aliases w:val="Footer Char Char1,Znak14 Znak Char1,Znak14 Char1"/>
    <w:basedOn w:val="DefaultParagraphFont"/>
    <w:link w:val="Footer"/>
    <w:uiPriority w:val="99"/>
    <w:rsid w:val="001C6945"/>
  </w:style>
  <w:style w:type="character" w:styleId="CommentReference">
    <w:name w:val="annotation reference"/>
    <w:basedOn w:val="DefaultParagraphFont"/>
    <w:uiPriority w:val="99"/>
    <w:semiHidden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2C34E1"/>
  </w:style>
  <w:style w:type="paragraph" w:customStyle="1" w:styleId="ZnakZnakZnak1ZnakZnakZnakZnakZnakZnakZnakZnakZnak">
    <w:name w:val="Znak Znak Znak1 Znak Znak Znak Znak Znak Znak Znak Znak Znak"/>
    <w:basedOn w:val="Normal"/>
    <w:uiPriority w:val="99"/>
    <w:rsid w:val="002544B8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">
    <w:name w:val="Znak Znak Znak1 Znak Znak Znak Znak Znak Znak Znak Znak Znak Znak Znak Znak Znak"/>
    <w:basedOn w:val="Normal"/>
    <w:uiPriority w:val="99"/>
    <w:rsid w:val="00732134"/>
    <w:pPr>
      <w:spacing w:after="0" w:line="240" w:lineRule="auto"/>
    </w:pPr>
    <w:rPr>
      <w:sz w:val="24"/>
      <w:szCs w:val="24"/>
      <w:lang w:eastAsia="pl-PL"/>
    </w:rPr>
  </w:style>
  <w:style w:type="paragraph" w:customStyle="1" w:styleId="Znak">
    <w:name w:val="Znak"/>
    <w:basedOn w:val="Normal"/>
    <w:uiPriority w:val="99"/>
    <w:rsid w:val="00853DD0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">
    <w:name w:val="Znak Znak Znak1 Znak Znak Znak Znak Znak Znak Znak Znak Znak Znak Znak Znak Znak Znak Znak Znak"/>
    <w:basedOn w:val="Normal"/>
    <w:uiPriority w:val="99"/>
    <w:rsid w:val="003E41EA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">
    <w:name w:val="Znak Znak Znak1 Znak"/>
    <w:basedOn w:val="Normal"/>
    <w:uiPriority w:val="99"/>
    <w:rsid w:val="002C1C2B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ZnakZnakZnak">
    <w:name w:val="Znak Znak Znak1 Znak Znak Znak Znak Znak Znak Znak Znak Znak Znak Znak Znak Znak Znak Znak Znak Znak Znak Znak"/>
    <w:basedOn w:val="Normal"/>
    <w:uiPriority w:val="99"/>
    <w:rsid w:val="00C47895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ZnakZnakZnak1">
    <w:name w:val="Znak Znak Znak1 Znak Znak Znak Znak Znak Znak Znak Znak Znak Znak Znak Znak Znak Znak Znak Znak Znak Znak Znak1"/>
    <w:basedOn w:val="Normal"/>
    <w:uiPriority w:val="99"/>
    <w:rsid w:val="001D49EE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ZnakZnakZnak2">
    <w:name w:val="Znak Znak Znak1 Znak Znak Znak Znak Znak Znak Znak Znak Znak Znak Znak Znak Znak Znak Znak Znak Znak Znak Znak2"/>
    <w:basedOn w:val="Normal"/>
    <w:uiPriority w:val="99"/>
    <w:rsid w:val="00D76CA5"/>
    <w:pPr>
      <w:spacing w:after="0" w:line="240" w:lineRule="auto"/>
    </w:pPr>
    <w:rPr>
      <w:sz w:val="24"/>
      <w:szCs w:val="24"/>
      <w:lang w:eastAsia="pl-PL"/>
    </w:rPr>
  </w:style>
  <w:style w:type="character" w:customStyle="1" w:styleId="Znak14ZnakZnak">
    <w:name w:val="Znak14 Znak Znak"/>
    <w:aliases w:val="Znak14 Znak1,Znak14 Znak Znak1"/>
    <w:uiPriority w:val="99"/>
    <w:rsid w:val="00D76CA5"/>
    <w:rPr>
      <w:sz w:val="24"/>
      <w:szCs w:val="24"/>
      <w:lang w:val="pl-PL" w:eastAsia="pl-PL"/>
    </w:rPr>
  </w:style>
  <w:style w:type="paragraph" w:customStyle="1" w:styleId="ZnakZnakZnak1Znak1">
    <w:name w:val="Znak Znak Znak1 Znak1"/>
    <w:basedOn w:val="Normal"/>
    <w:uiPriority w:val="99"/>
    <w:rsid w:val="00A1045E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ZnakZnakZnakZnakZnak">
    <w:name w:val="Znak Znak Znak1 Znak Znak Znak Znak Znak Znak Znak Znak Znak Znak Znak Znak Znak Znak Znak Znak Znak Znak Znak Znak Znak"/>
    <w:basedOn w:val="Normal"/>
    <w:uiPriority w:val="99"/>
    <w:rsid w:val="009566F4"/>
    <w:pPr>
      <w:spacing w:after="0" w:line="240" w:lineRule="auto"/>
    </w:pPr>
    <w:rPr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1702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2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31</TotalTime>
  <Pages>2</Pages>
  <Words>318</Words>
  <Characters>1911</Characters>
  <Application>Microsoft Office Outlook</Application>
  <DocSecurity>0</DocSecurity>
  <Lines>0</Lines>
  <Paragraphs>0</Paragraphs>
  <ScaleCrop>false</ScaleCrop>
  <Company>WSZZ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p</cp:lastModifiedBy>
  <cp:revision>25</cp:revision>
  <cp:lastPrinted>2019-05-14T07:05:00Z</cp:lastPrinted>
  <dcterms:created xsi:type="dcterms:W3CDTF">2016-09-13T09:43:00Z</dcterms:created>
  <dcterms:modified xsi:type="dcterms:W3CDTF">2019-05-14T07:05:00Z</dcterms:modified>
</cp:coreProperties>
</file>