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2E0" w:rsidRDefault="00B372E0" w:rsidP="0087311B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Załącznik Nr 6 do SIWZ       </w:t>
      </w:r>
    </w:p>
    <w:p w:rsidR="00B372E0" w:rsidRPr="00A058AD" w:rsidRDefault="00B372E0" w:rsidP="0087311B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</w:t>
      </w:r>
      <w:r w:rsidRPr="00A058AD">
        <w:rPr>
          <w:rFonts w:ascii="Arial" w:hAnsi="Arial" w:cs="Arial"/>
          <w:b/>
          <w:bCs/>
          <w:sz w:val="20"/>
          <w:szCs w:val="20"/>
        </w:rPr>
        <w:t>Zamawiający:</w:t>
      </w:r>
    </w:p>
    <w:p w:rsidR="00B372E0" w:rsidRDefault="00B372E0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</w:t>
      </w:r>
    </w:p>
    <w:p w:rsidR="00B372E0" w:rsidRDefault="00B372E0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Wojewódzki Szpital Zespolony w Elblągu</w:t>
      </w:r>
    </w:p>
    <w:p w:rsidR="00B372E0" w:rsidRDefault="00B372E0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Królewiecka 146</w:t>
      </w:r>
    </w:p>
    <w:p w:rsidR="00B372E0" w:rsidRPr="00736657" w:rsidRDefault="00B372E0" w:rsidP="00736657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82-300 Elbląg</w:t>
      </w:r>
    </w:p>
    <w:p w:rsidR="00B372E0" w:rsidRPr="00A058AD" w:rsidRDefault="00B372E0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A058AD">
        <w:rPr>
          <w:rFonts w:ascii="Arial" w:hAnsi="Arial" w:cs="Arial"/>
          <w:b/>
          <w:bCs/>
          <w:sz w:val="20"/>
          <w:szCs w:val="20"/>
        </w:rPr>
        <w:t>Wykonawca:</w:t>
      </w:r>
    </w:p>
    <w:p w:rsidR="00B372E0" w:rsidRPr="00A058AD" w:rsidRDefault="00B372E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B372E0" w:rsidRPr="00A058AD" w:rsidRDefault="00B372E0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B372E0" w:rsidRPr="003D272A" w:rsidRDefault="00B372E0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B372E0" w:rsidRPr="00A058AD" w:rsidRDefault="00B372E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B372E0" w:rsidRPr="00A058AD" w:rsidRDefault="00B372E0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B372E0" w:rsidRPr="009375EB" w:rsidRDefault="00B372E0" w:rsidP="00C4103F">
      <w:pPr>
        <w:rPr>
          <w:rFonts w:ascii="Arial" w:hAnsi="Arial" w:cs="Arial"/>
        </w:rPr>
      </w:pPr>
    </w:p>
    <w:p w:rsidR="00B372E0" w:rsidRPr="00EA74CD" w:rsidRDefault="00B372E0" w:rsidP="00BF1F3F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EA74CD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B372E0" w:rsidRPr="005319CA" w:rsidRDefault="00B372E0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:rsidR="00B372E0" w:rsidRPr="005319CA" w:rsidRDefault="00B372E0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Pzp), </w:t>
      </w:r>
    </w:p>
    <w:p w:rsidR="00B372E0" w:rsidRPr="00BF1F3F" w:rsidRDefault="00B372E0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BF1F3F"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B372E0" w:rsidRPr="001448FB" w:rsidRDefault="00B372E0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372E0" w:rsidRPr="007528C2" w:rsidRDefault="00B372E0" w:rsidP="00752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jc w:val="both"/>
        <w:rPr>
          <w:rFonts w:ascii="Arial" w:hAnsi="Arial" w:cs="Arial"/>
          <w:sz w:val="24"/>
          <w:szCs w:val="24"/>
        </w:rPr>
      </w:pPr>
      <w:r w:rsidRPr="007528C2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  <w:r w:rsidRPr="007528C2">
        <w:rPr>
          <w:rFonts w:ascii="Arial" w:hAnsi="Arial" w:cs="Arial"/>
          <w:b/>
          <w:bCs/>
          <w:sz w:val="24"/>
          <w:szCs w:val="24"/>
        </w:rPr>
        <w:t>„dostawa miękkich opakowań sterylizacyjnych do sterylizacji parowej, plazmowej i gazowej w 4 pakietach dla potrzeb Działu Dezynfekcji i Centralnej Sterylizacj</w:t>
      </w:r>
      <w:r>
        <w:rPr>
          <w:rFonts w:ascii="Arial" w:hAnsi="Arial" w:cs="Arial"/>
          <w:b/>
          <w:bCs/>
          <w:sz w:val="24"/>
          <w:szCs w:val="24"/>
        </w:rPr>
        <w:t>i WSZ w Elblągu – znak sprawy 27/2019</w:t>
      </w:r>
      <w:r w:rsidRPr="007528C2">
        <w:rPr>
          <w:rFonts w:ascii="Arial" w:hAnsi="Arial" w:cs="Arial"/>
          <w:b/>
          <w:bCs/>
          <w:sz w:val="24"/>
          <w:szCs w:val="24"/>
        </w:rPr>
        <w:t>”</w:t>
      </w:r>
      <w:r w:rsidRPr="007528C2">
        <w:rPr>
          <w:rFonts w:ascii="Arial" w:hAnsi="Arial" w:cs="Arial"/>
          <w:sz w:val="24"/>
          <w:szCs w:val="24"/>
        </w:rPr>
        <w:t xml:space="preserve"> prowadzonego przez Wojewódzki Szpital Zespolony w Elblągu</w:t>
      </w:r>
      <w:r w:rsidRPr="007528C2">
        <w:rPr>
          <w:rFonts w:ascii="Arial" w:hAnsi="Arial" w:cs="Arial"/>
          <w:i/>
          <w:iCs/>
          <w:sz w:val="24"/>
          <w:szCs w:val="24"/>
        </w:rPr>
        <w:t xml:space="preserve"> </w:t>
      </w:r>
      <w:r w:rsidRPr="007528C2">
        <w:rPr>
          <w:rFonts w:ascii="Arial" w:hAnsi="Arial" w:cs="Arial"/>
          <w:sz w:val="24"/>
          <w:szCs w:val="24"/>
        </w:rPr>
        <w:t>oświadczam, co następuje:</w:t>
      </w:r>
    </w:p>
    <w:p w:rsidR="00B372E0" w:rsidRPr="00CC6896" w:rsidRDefault="00B372E0" w:rsidP="004C43B8">
      <w:pPr>
        <w:spacing w:after="0" w:line="360" w:lineRule="auto"/>
        <w:jc w:val="both"/>
        <w:rPr>
          <w:rFonts w:ascii="Arial" w:hAnsi="Arial" w:cs="Arial"/>
        </w:rPr>
      </w:pPr>
    </w:p>
    <w:p w:rsidR="00B372E0" w:rsidRPr="001448FB" w:rsidRDefault="00B372E0" w:rsidP="00A1471A">
      <w:pPr>
        <w:shd w:val="clear" w:color="auto" w:fill="BFBFBF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</w:t>
      </w:r>
      <w:r w:rsidRPr="001448FB">
        <w:rPr>
          <w:rFonts w:ascii="Arial" w:hAnsi="Arial" w:cs="Arial"/>
          <w:b/>
          <w:bCs/>
          <w:sz w:val="21"/>
          <w:szCs w:val="21"/>
        </w:rPr>
        <w:t xml:space="preserve"> DOTYCZĄCE WYKONAWCY:</w:t>
      </w:r>
    </w:p>
    <w:p w:rsidR="00B372E0" w:rsidRDefault="00B372E0" w:rsidP="0079713A">
      <w:pPr>
        <w:pStyle w:val="ListParagraph"/>
        <w:spacing w:after="0" w:line="360" w:lineRule="auto"/>
        <w:jc w:val="both"/>
        <w:rPr>
          <w:rFonts w:ascii="Arial" w:hAnsi="Arial" w:cs="Arial"/>
        </w:rPr>
      </w:pPr>
    </w:p>
    <w:p w:rsidR="00B372E0" w:rsidRDefault="00B372E0" w:rsidP="00300674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 1 pkt 12-23 ustawy Pzp.</w:t>
      </w:r>
    </w:p>
    <w:p w:rsidR="00B372E0" w:rsidRPr="0087311B" w:rsidRDefault="00B372E0" w:rsidP="00EE7725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ust. 5 ustawy Pzp</w:t>
      </w:r>
      <w:r w:rsidRPr="003E1710">
        <w:rPr>
          <w:rFonts w:ascii="Arial" w:hAnsi="Arial" w:cs="Arial"/>
          <w:sz w:val="20"/>
          <w:szCs w:val="20"/>
        </w:rPr>
        <w:t xml:space="preserve">  </w:t>
      </w:r>
      <w:r w:rsidRPr="00190D6E">
        <w:rPr>
          <w:rFonts w:ascii="Arial" w:hAnsi="Arial" w:cs="Arial"/>
          <w:sz w:val="16"/>
          <w:szCs w:val="16"/>
        </w:rPr>
        <w:t>.</w:t>
      </w:r>
    </w:p>
    <w:p w:rsidR="00B372E0" w:rsidRPr="003E1710" w:rsidRDefault="00B372E0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B372E0" w:rsidRPr="003E1710" w:rsidRDefault="00B372E0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B372E0" w:rsidRPr="003E1710" w:rsidRDefault="00B372E0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72E0" w:rsidRPr="003E1710" w:rsidRDefault="00B372E0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72E0" w:rsidRPr="00190D6E" w:rsidRDefault="00B372E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B372E0" w:rsidRPr="00307A36" w:rsidRDefault="00B372E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8"/>
          <w:szCs w:val="18"/>
        </w:rPr>
      </w:pPr>
    </w:p>
    <w:p w:rsidR="00B372E0" w:rsidRDefault="00B372E0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372E0" w:rsidRDefault="00B372E0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372E0" w:rsidRDefault="00B372E0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372E0" w:rsidRDefault="00B372E0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iCs/>
          <w:sz w:val="16"/>
          <w:szCs w:val="16"/>
        </w:rPr>
        <w:t>(podać mającą zastosowanie podstawę wykluczenia spośród wymienionych w art. 24 ust. 1 pkt 13-14, 16-20 lub art. 24 ust. 5 ustawy Pzp).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B372E0" w:rsidRPr="00A56074" w:rsidRDefault="00B372E0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72E0" w:rsidRPr="000F2452" w:rsidRDefault="00B372E0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72E0" w:rsidRPr="000F2452" w:rsidRDefault="00B372E0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iCs/>
          <w:sz w:val="16"/>
          <w:szCs w:val="16"/>
        </w:rPr>
        <w:t>(miejscowość)</w:t>
      </w:r>
      <w:r w:rsidRPr="000F2452">
        <w:rPr>
          <w:rFonts w:ascii="Arial" w:hAnsi="Arial" w:cs="Arial"/>
          <w:i/>
          <w:iCs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72E0" w:rsidRPr="000F2452" w:rsidRDefault="00B372E0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72E0" w:rsidRPr="000F2452" w:rsidRDefault="00B372E0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72E0" w:rsidRPr="000F2452" w:rsidRDefault="00B372E0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0F2452">
        <w:rPr>
          <w:rFonts w:ascii="Arial" w:hAnsi="Arial" w:cs="Arial"/>
          <w:i/>
          <w:iCs/>
          <w:sz w:val="16"/>
          <w:szCs w:val="16"/>
        </w:rPr>
        <w:t>(podpis)</w:t>
      </w:r>
    </w:p>
    <w:p w:rsidR="00B372E0" w:rsidRPr="009375EB" w:rsidRDefault="00B372E0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B372E0" w:rsidRPr="003C58F8" w:rsidRDefault="00B372E0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3C58F8">
        <w:rPr>
          <w:rFonts w:ascii="Arial" w:hAnsi="Arial" w:cs="Arial"/>
          <w:b/>
          <w:bCs/>
          <w:sz w:val="21"/>
          <w:szCs w:val="21"/>
        </w:rPr>
        <w:t>OŚWIADCZENIE DOTYCZĄCE PODMIOTU</w:t>
      </w:r>
      <w:r>
        <w:rPr>
          <w:rFonts w:ascii="Arial" w:hAnsi="Arial" w:cs="Arial"/>
          <w:b/>
          <w:bCs/>
          <w:sz w:val="21"/>
          <w:szCs w:val="21"/>
        </w:rPr>
        <w:t>,</w:t>
      </w:r>
      <w:r w:rsidRPr="003C58F8">
        <w:rPr>
          <w:rFonts w:ascii="Arial" w:hAnsi="Arial" w:cs="Arial"/>
          <w:b/>
          <w:bCs/>
          <w:sz w:val="21"/>
          <w:szCs w:val="21"/>
        </w:rPr>
        <w:t xml:space="preserve"> NA KTÓREGO ZASOBY POWOŁUJE SIĘ WYKONAWCA:</w:t>
      </w:r>
    </w:p>
    <w:p w:rsidR="00B372E0" w:rsidRPr="009375EB" w:rsidRDefault="00B372E0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B372E0" w:rsidRPr="00F54680" w:rsidRDefault="00B372E0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którego/ych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 xml:space="preserve"> 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 xml:space="preserve">……………………… </w:t>
      </w:r>
      <w:r w:rsidRPr="008560CF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B372E0" w:rsidRPr="005A73FB" w:rsidRDefault="00B372E0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72E0" w:rsidRPr="005A73FB" w:rsidRDefault="00B372E0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iCs/>
          <w:sz w:val="16"/>
          <w:szCs w:val="16"/>
        </w:rPr>
        <w:t>(miejscowość),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B372E0" w:rsidRPr="005A73FB" w:rsidRDefault="00B372E0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72E0" w:rsidRPr="005A73FB" w:rsidRDefault="00B372E0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72E0" w:rsidRPr="00351425" w:rsidRDefault="00B372E0" w:rsidP="00351425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8560CF">
        <w:rPr>
          <w:rFonts w:ascii="Arial" w:hAnsi="Arial" w:cs="Arial"/>
          <w:i/>
          <w:iCs/>
          <w:sz w:val="16"/>
          <w:szCs w:val="16"/>
        </w:rPr>
        <w:t>(podpis)</w:t>
      </w:r>
    </w:p>
    <w:p w:rsidR="00B372E0" w:rsidRPr="009375EB" w:rsidRDefault="00B372E0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B372E0" w:rsidRPr="001D3A19" w:rsidRDefault="00B372E0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B372E0" w:rsidRPr="009375EB" w:rsidRDefault="00B372E0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B372E0" w:rsidRPr="00193E01" w:rsidRDefault="00B372E0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B372E0" w:rsidRDefault="00B372E0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72E0" w:rsidRPr="001F4C82" w:rsidRDefault="00B372E0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72E0" w:rsidRPr="001F4C82" w:rsidRDefault="00B372E0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iCs/>
          <w:sz w:val="16"/>
          <w:szCs w:val="16"/>
        </w:rPr>
        <w:t>(miejscowość),</w:t>
      </w:r>
      <w:r w:rsidRPr="001F4C82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B372E0" w:rsidRPr="001F4C82" w:rsidRDefault="00B372E0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72E0" w:rsidRPr="00C00C2E" w:rsidRDefault="00B372E0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F4C82">
        <w:rPr>
          <w:rFonts w:ascii="Arial" w:hAnsi="Arial" w:cs="Arial"/>
          <w:i/>
          <w:iCs/>
          <w:sz w:val="16"/>
          <w:szCs w:val="16"/>
        </w:rPr>
        <w:t>(podpis)</w:t>
      </w:r>
    </w:p>
    <w:sectPr w:rsidR="00B372E0" w:rsidRPr="00C00C2E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72E0" w:rsidRDefault="00B372E0" w:rsidP="0038231F">
      <w:pPr>
        <w:spacing w:after="0" w:line="240" w:lineRule="auto"/>
      </w:pPr>
      <w:r>
        <w:separator/>
      </w:r>
    </w:p>
  </w:endnote>
  <w:endnote w:type="continuationSeparator" w:id="1">
    <w:p w:rsidR="00B372E0" w:rsidRDefault="00B372E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2E0" w:rsidRDefault="00B372E0" w:rsidP="003D1349">
    <w:pPr>
      <w:pStyle w:val="Footer"/>
      <w:framePr w:wrap="auto" w:vAnchor="text" w:hAnchor="page" w:x="10778" w:y="-44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B372E0" w:rsidRDefault="00B372E0" w:rsidP="00351425"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8640"/>
      </w:tabs>
      <w:suppressAutoHyphens/>
      <w:jc w:val="center"/>
      <w:rPr>
        <w:sz w:val="18"/>
        <w:szCs w:val="18"/>
      </w:rPr>
    </w:pPr>
    <w:r>
      <w:rPr>
        <w:sz w:val="18"/>
        <w:szCs w:val="18"/>
      </w:rPr>
      <w:t>_____________________________________________________________________________________________________</w:t>
    </w:r>
  </w:p>
  <w:p w:rsidR="00B372E0" w:rsidRPr="00B555B6" w:rsidRDefault="00B372E0" w:rsidP="00351425"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8640"/>
      </w:tabs>
      <w:suppressAutoHyphens/>
      <w:jc w:val="center"/>
      <w:rPr>
        <w:sz w:val="18"/>
        <w:szCs w:val="18"/>
      </w:rPr>
    </w:pPr>
    <w:r>
      <w:rPr>
        <w:sz w:val="18"/>
        <w:szCs w:val="18"/>
      </w:rPr>
      <w:t>SIWZ 27</w:t>
    </w:r>
    <w:r w:rsidRPr="007D1BB0">
      <w:rPr>
        <w:sz w:val="18"/>
        <w:szCs w:val="18"/>
      </w:rPr>
      <w:t xml:space="preserve">/2019 – </w:t>
    </w:r>
    <w:r w:rsidRPr="0091215B">
      <w:rPr>
        <w:sz w:val="18"/>
        <w:szCs w:val="18"/>
      </w:rPr>
      <w:t>dostawa miękkich opakowań sterylizacyjnych do sterylizacji parowej, plazmowej i gazowej w 4 pakietach dla potrzeb Działu Dezynfekcji i Centralnej Sterylizacji WSZ w Elblągu</w:t>
    </w:r>
  </w:p>
  <w:p w:rsidR="00B372E0" w:rsidRPr="007528C2" w:rsidRDefault="00B372E0" w:rsidP="00351425"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8640"/>
      </w:tabs>
      <w:suppressAutoHyphens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72E0" w:rsidRDefault="00B372E0" w:rsidP="0038231F">
      <w:pPr>
        <w:spacing w:after="0" w:line="240" w:lineRule="auto"/>
      </w:pPr>
      <w:r>
        <w:separator/>
      </w:r>
    </w:p>
  </w:footnote>
  <w:footnote w:type="continuationSeparator" w:id="1">
    <w:p w:rsidR="00B372E0" w:rsidRDefault="00B372E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36BFE"/>
    <w:rsid w:val="000613EB"/>
    <w:rsid w:val="000809B6"/>
    <w:rsid w:val="000817F4"/>
    <w:rsid w:val="000A103C"/>
    <w:rsid w:val="000B1025"/>
    <w:rsid w:val="000B1F47"/>
    <w:rsid w:val="000C021E"/>
    <w:rsid w:val="000D03AF"/>
    <w:rsid w:val="000D10D2"/>
    <w:rsid w:val="000D73C4"/>
    <w:rsid w:val="000E4D37"/>
    <w:rsid w:val="000F1229"/>
    <w:rsid w:val="000F2452"/>
    <w:rsid w:val="000F2C80"/>
    <w:rsid w:val="000F4C8A"/>
    <w:rsid w:val="00101F91"/>
    <w:rsid w:val="0010384A"/>
    <w:rsid w:val="001038CB"/>
    <w:rsid w:val="00103B61"/>
    <w:rsid w:val="0011121A"/>
    <w:rsid w:val="001247BD"/>
    <w:rsid w:val="001448FB"/>
    <w:rsid w:val="001670F2"/>
    <w:rsid w:val="0017648C"/>
    <w:rsid w:val="001807BF"/>
    <w:rsid w:val="00190D6E"/>
    <w:rsid w:val="00193E01"/>
    <w:rsid w:val="001957C5"/>
    <w:rsid w:val="001C6945"/>
    <w:rsid w:val="001C6A89"/>
    <w:rsid w:val="001D3A19"/>
    <w:rsid w:val="001D4C90"/>
    <w:rsid w:val="001F4C82"/>
    <w:rsid w:val="0021123F"/>
    <w:rsid w:val="002167D3"/>
    <w:rsid w:val="0024732C"/>
    <w:rsid w:val="0025263C"/>
    <w:rsid w:val="0025358A"/>
    <w:rsid w:val="00255142"/>
    <w:rsid w:val="00267089"/>
    <w:rsid w:val="00273187"/>
    <w:rsid w:val="0027560C"/>
    <w:rsid w:val="00277739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25483"/>
    <w:rsid w:val="003416FE"/>
    <w:rsid w:val="0034230E"/>
    <w:rsid w:val="00351425"/>
    <w:rsid w:val="0036178B"/>
    <w:rsid w:val="003617C8"/>
    <w:rsid w:val="003636E7"/>
    <w:rsid w:val="003761EA"/>
    <w:rsid w:val="0038231F"/>
    <w:rsid w:val="00392EC7"/>
    <w:rsid w:val="003A0827"/>
    <w:rsid w:val="003B214C"/>
    <w:rsid w:val="003B295A"/>
    <w:rsid w:val="003B482B"/>
    <w:rsid w:val="003B690E"/>
    <w:rsid w:val="003C3B64"/>
    <w:rsid w:val="003C4E34"/>
    <w:rsid w:val="003C5303"/>
    <w:rsid w:val="003C58F8"/>
    <w:rsid w:val="003D1349"/>
    <w:rsid w:val="003D272A"/>
    <w:rsid w:val="003D4276"/>
    <w:rsid w:val="003D7458"/>
    <w:rsid w:val="003E1710"/>
    <w:rsid w:val="003F024C"/>
    <w:rsid w:val="00425D88"/>
    <w:rsid w:val="00434CC2"/>
    <w:rsid w:val="00466838"/>
    <w:rsid w:val="004761C6"/>
    <w:rsid w:val="00484F88"/>
    <w:rsid w:val="004B00A9"/>
    <w:rsid w:val="004C43B8"/>
    <w:rsid w:val="004F09A3"/>
    <w:rsid w:val="004F23F7"/>
    <w:rsid w:val="004F3005"/>
    <w:rsid w:val="004F59A4"/>
    <w:rsid w:val="00500358"/>
    <w:rsid w:val="005031A7"/>
    <w:rsid w:val="00520174"/>
    <w:rsid w:val="005203CF"/>
    <w:rsid w:val="00520592"/>
    <w:rsid w:val="00525621"/>
    <w:rsid w:val="0053130C"/>
    <w:rsid w:val="005319CA"/>
    <w:rsid w:val="005641F0"/>
    <w:rsid w:val="005A2A9F"/>
    <w:rsid w:val="005A73FB"/>
    <w:rsid w:val="005D088F"/>
    <w:rsid w:val="005E176A"/>
    <w:rsid w:val="006440B0"/>
    <w:rsid w:val="00644C81"/>
    <w:rsid w:val="0064500B"/>
    <w:rsid w:val="00660DDF"/>
    <w:rsid w:val="0066671E"/>
    <w:rsid w:val="006755C1"/>
    <w:rsid w:val="00677C66"/>
    <w:rsid w:val="00687919"/>
    <w:rsid w:val="00692DF3"/>
    <w:rsid w:val="006A52B6"/>
    <w:rsid w:val="006E16A6"/>
    <w:rsid w:val="006F3D32"/>
    <w:rsid w:val="007118F0"/>
    <w:rsid w:val="00717669"/>
    <w:rsid w:val="00736657"/>
    <w:rsid w:val="00746532"/>
    <w:rsid w:val="007528C2"/>
    <w:rsid w:val="0077417F"/>
    <w:rsid w:val="007840F2"/>
    <w:rsid w:val="007936D6"/>
    <w:rsid w:val="0079713A"/>
    <w:rsid w:val="007D1BB0"/>
    <w:rsid w:val="007E25BD"/>
    <w:rsid w:val="007E2F69"/>
    <w:rsid w:val="00804F07"/>
    <w:rsid w:val="008053BE"/>
    <w:rsid w:val="00830AB1"/>
    <w:rsid w:val="0084205B"/>
    <w:rsid w:val="008560CF"/>
    <w:rsid w:val="00856924"/>
    <w:rsid w:val="0087311B"/>
    <w:rsid w:val="00874044"/>
    <w:rsid w:val="00875011"/>
    <w:rsid w:val="00892E48"/>
    <w:rsid w:val="008A5BE7"/>
    <w:rsid w:val="008C6DF8"/>
    <w:rsid w:val="008D0487"/>
    <w:rsid w:val="008E3274"/>
    <w:rsid w:val="008F3818"/>
    <w:rsid w:val="008F390B"/>
    <w:rsid w:val="0091215B"/>
    <w:rsid w:val="009129F3"/>
    <w:rsid w:val="00913C0A"/>
    <w:rsid w:val="00920F98"/>
    <w:rsid w:val="009301A2"/>
    <w:rsid w:val="0093479B"/>
    <w:rsid w:val="009375EB"/>
    <w:rsid w:val="0094581A"/>
    <w:rsid w:val="009469C7"/>
    <w:rsid w:val="009516A0"/>
    <w:rsid w:val="00956C26"/>
    <w:rsid w:val="00975C49"/>
    <w:rsid w:val="00991215"/>
    <w:rsid w:val="00991561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1923"/>
    <w:rsid w:val="00A9010F"/>
    <w:rsid w:val="00AB39E6"/>
    <w:rsid w:val="00AB5E32"/>
    <w:rsid w:val="00AB71A8"/>
    <w:rsid w:val="00AD5B8E"/>
    <w:rsid w:val="00AE6FF2"/>
    <w:rsid w:val="00AF33BF"/>
    <w:rsid w:val="00AF69CC"/>
    <w:rsid w:val="00B01B85"/>
    <w:rsid w:val="00B119F4"/>
    <w:rsid w:val="00B15219"/>
    <w:rsid w:val="00B154B4"/>
    <w:rsid w:val="00B22BBE"/>
    <w:rsid w:val="00B31AFF"/>
    <w:rsid w:val="00B35FDB"/>
    <w:rsid w:val="00B37134"/>
    <w:rsid w:val="00B372E0"/>
    <w:rsid w:val="00B40FC8"/>
    <w:rsid w:val="00B555B6"/>
    <w:rsid w:val="00BD06C3"/>
    <w:rsid w:val="00BF1F3F"/>
    <w:rsid w:val="00BF4CDE"/>
    <w:rsid w:val="00C00193"/>
    <w:rsid w:val="00C00C2E"/>
    <w:rsid w:val="00C22538"/>
    <w:rsid w:val="00C4103F"/>
    <w:rsid w:val="00C430C9"/>
    <w:rsid w:val="00C456FB"/>
    <w:rsid w:val="00C57DEB"/>
    <w:rsid w:val="00C75633"/>
    <w:rsid w:val="00CA5F28"/>
    <w:rsid w:val="00CB25CD"/>
    <w:rsid w:val="00CC6896"/>
    <w:rsid w:val="00CD4266"/>
    <w:rsid w:val="00CE6400"/>
    <w:rsid w:val="00CF4A74"/>
    <w:rsid w:val="00D07CBC"/>
    <w:rsid w:val="00D2726C"/>
    <w:rsid w:val="00D34D9A"/>
    <w:rsid w:val="00D409DE"/>
    <w:rsid w:val="00D42C9B"/>
    <w:rsid w:val="00D47D38"/>
    <w:rsid w:val="00D7532C"/>
    <w:rsid w:val="00DC324D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762"/>
    <w:rsid w:val="00E86A2B"/>
    <w:rsid w:val="00EA74CD"/>
    <w:rsid w:val="00EB3286"/>
    <w:rsid w:val="00EB3BC2"/>
    <w:rsid w:val="00ED62CD"/>
    <w:rsid w:val="00EE4535"/>
    <w:rsid w:val="00EE7725"/>
    <w:rsid w:val="00EF409D"/>
    <w:rsid w:val="00EF741B"/>
    <w:rsid w:val="00EF74CA"/>
    <w:rsid w:val="00F014B6"/>
    <w:rsid w:val="00F053EC"/>
    <w:rsid w:val="00F141B9"/>
    <w:rsid w:val="00F2074D"/>
    <w:rsid w:val="00F33AC3"/>
    <w:rsid w:val="00F365F2"/>
    <w:rsid w:val="00F54680"/>
    <w:rsid w:val="00F62374"/>
    <w:rsid w:val="00F74CAC"/>
    <w:rsid w:val="00FB7965"/>
    <w:rsid w:val="00FC0667"/>
    <w:rsid w:val="00FD2F2B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6762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link w:val="Znak1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nakZnakZnak1ZnakZnakZnakZnak">
    <w:name w:val="Znak Znak Znak1 Znak Znak Znak Znak"/>
    <w:basedOn w:val="Normal"/>
    <w:uiPriority w:val="99"/>
    <w:rsid w:val="0087311B"/>
    <w:pPr>
      <w:spacing w:after="0" w:line="240" w:lineRule="auto"/>
    </w:pPr>
    <w:rPr>
      <w:sz w:val="24"/>
      <w:szCs w:val="24"/>
      <w:lang w:eastAsia="pl-PL"/>
    </w:rPr>
  </w:style>
  <w:style w:type="character" w:styleId="PageNumber">
    <w:name w:val="page number"/>
    <w:basedOn w:val="DefaultParagraphFont"/>
    <w:uiPriority w:val="99"/>
    <w:rsid w:val="003B482B"/>
  </w:style>
  <w:style w:type="paragraph" w:customStyle="1" w:styleId="ZnakZnakZnak1ZnakZnakZnakZnak1">
    <w:name w:val="Znak Znak Znak1 Znak Znak Znak Znak1"/>
    <w:basedOn w:val="Normal"/>
    <w:uiPriority w:val="99"/>
    <w:rsid w:val="0021123F"/>
    <w:pPr>
      <w:spacing w:after="0" w:line="240" w:lineRule="auto"/>
    </w:pPr>
    <w:rPr>
      <w:sz w:val="24"/>
      <w:szCs w:val="24"/>
      <w:lang w:eastAsia="pl-PL"/>
    </w:rPr>
  </w:style>
  <w:style w:type="character" w:customStyle="1" w:styleId="ZnakZnak5">
    <w:name w:val="Znak Znak5"/>
    <w:basedOn w:val="DefaultParagraphFont"/>
    <w:uiPriority w:val="99"/>
    <w:semiHidden/>
    <w:rsid w:val="0021123F"/>
    <w:rPr>
      <w:sz w:val="24"/>
      <w:szCs w:val="24"/>
      <w:lang w:eastAsia="ar-SA" w:bidi="ar-SA"/>
    </w:rPr>
  </w:style>
  <w:style w:type="paragraph" w:customStyle="1" w:styleId="ZnakZnakZnakZnak">
    <w:name w:val="Znak Znak Znak Znak"/>
    <w:basedOn w:val="Normal"/>
    <w:uiPriority w:val="99"/>
    <w:rsid w:val="0021123F"/>
    <w:pPr>
      <w:spacing w:after="0" w:line="240" w:lineRule="auto"/>
    </w:pPr>
    <w:rPr>
      <w:sz w:val="24"/>
      <w:szCs w:val="24"/>
      <w:lang w:eastAsia="pl-PL"/>
    </w:rPr>
  </w:style>
  <w:style w:type="paragraph" w:customStyle="1" w:styleId="Znak">
    <w:name w:val="Znak"/>
    <w:basedOn w:val="Normal"/>
    <w:uiPriority w:val="99"/>
    <w:rsid w:val="007528C2"/>
    <w:pPr>
      <w:spacing w:after="0" w:line="240" w:lineRule="auto"/>
    </w:pPr>
    <w:rPr>
      <w:sz w:val="24"/>
      <w:szCs w:val="24"/>
      <w:lang w:eastAsia="pl-PL"/>
    </w:rPr>
  </w:style>
  <w:style w:type="paragraph" w:customStyle="1" w:styleId="Znak1">
    <w:name w:val="Znak1"/>
    <w:basedOn w:val="Normal"/>
    <w:link w:val="DefaultParagraphFont"/>
    <w:uiPriority w:val="99"/>
    <w:rsid w:val="00351425"/>
    <w:pPr>
      <w:spacing w:after="0" w:line="240" w:lineRule="auto"/>
    </w:pPr>
    <w:rPr>
      <w:rFonts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411</Words>
  <Characters>2466</Characters>
  <Application>Microsoft Office Outlook</Application>
  <DocSecurity>0</DocSecurity>
  <Lines>0</Lines>
  <Paragraphs>0</Paragraphs>
  <ScaleCrop>false</ScaleCrop>
  <Company>WSZZ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mdudzinska</cp:lastModifiedBy>
  <cp:revision>3</cp:revision>
  <cp:lastPrinted>2016-07-26T08:32:00Z</cp:lastPrinted>
  <dcterms:created xsi:type="dcterms:W3CDTF">2019-06-05T08:10:00Z</dcterms:created>
  <dcterms:modified xsi:type="dcterms:W3CDTF">2019-06-07T09:01:00Z</dcterms:modified>
</cp:coreProperties>
</file>