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17" w:rsidRDefault="006A201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6A2017" w:rsidRPr="00A058AD" w:rsidRDefault="006A2017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A2017" w:rsidRDefault="006A20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6A2017" w:rsidRDefault="006A20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A2017" w:rsidRDefault="006A2017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6A2017" w:rsidRPr="00736657" w:rsidRDefault="006A2017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A2017" w:rsidRPr="00A058AD" w:rsidRDefault="006A2017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A2017" w:rsidRPr="00A058AD" w:rsidRDefault="006A201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A2017" w:rsidRPr="00A058AD" w:rsidRDefault="006A201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A2017" w:rsidRPr="003D272A" w:rsidRDefault="006A2017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A2017" w:rsidRPr="00A058AD" w:rsidRDefault="006A201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A2017" w:rsidRPr="00A058AD" w:rsidRDefault="006A201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A2017" w:rsidRPr="009375EB" w:rsidRDefault="006A2017" w:rsidP="00C4103F">
      <w:pPr>
        <w:rPr>
          <w:rFonts w:ascii="Arial" w:hAnsi="Arial" w:cs="Arial"/>
        </w:rPr>
      </w:pPr>
    </w:p>
    <w:p w:rsidR="006A2017" w:rsidRPr="00EA74CD" w:rsidRDefault="006A2017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A2017" w:rsidRPr="005319CA" w:rsidRDefault="006A201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A2017" w:rsidRPr="005319CA" w:rsidRDefault="006A201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A2017" w:rsidRPr="00BF1F3F" w:rsidRDefault="006A2017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A2017" w:rsidRPr="001448FB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2017" w:rsidRPr="007528C2" w:rsidRDefault="006A2017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528C2">
        <w:rPr>
          <w:rFonts w:ascii="Arial" w:hAnsi="Arial" w:cs="Arial"/>
          <w:b/>
          <w:bCs/>
          <w:sz w:val="24"/>
          <w:szCs w:val="24"/>
        </w:rPr>
        <w:t xml:space="preserve">„dostawa </w:t>
      </w:r>
      <w:r>
        <w:rPr>
          <w:rFonts w:ascii="Arial" w:hAnsi="Arial" w:cs="Arial"/>
          <w:b/>
          <w:bCs/>
          <w:sz w:val="24"/>
          <w:szCs w:val="24"/>
        </w:rPr>
        <w:t>artykułów biurowych w 2 pakietach dla potrzeb  WSZ w Elblągu – znak sprawy 28/2019</w:t>
      </w:r>
      <w:r w:rsidRPr="007528C2">
        <w:rPr>
          <w:rFonts w:ascii="Arial" w:hAnsi="Arial" w:cs="Arial"/>
          <w:b/>
          <w:bCs/>
          <w:sz w:val="24"/>
          <w:szCs w:val="24"/>
        </w:rPr>
        <w:t>”</w:t>
      </w:r>
      <w:r w:rsidRPr="007528C2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6A2017" w:rsidRPr="00CC6896" w:rsidRDefault="006A2017" w:rsidP="004C43B8">
      <w:pPr>
        <w:spacing w:after="0" w:line="360" w:lineRule="auto"/>
        <w:jc w:val="both"/>
        <w:rPr>
          <w:rFonts w:ascii="Arial" w:hAnsi="Arial" w:cs="Arial"/>
        </w:rPr>
      </w:pPr>
    </w:p>
    <w:p w:rsidR="006A2017" w:rsidRPr="001448FB" w:rsidRDefault="006A2017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A2017" w:rsidRDefault="006A2017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A2017" w:rsidRDefault="006A2017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A2017" w:rsidRPr="0087311B" w:rsidRDefault="006A2017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A2017" w:rsidRPr="003E1710" w:rsidRDefault="006A201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A2017" w:rsidRPr="003E1710" w:rsidRDefault="006A20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A2017" w:rsidRPr="003E1710" w:rsidRDefault="006A20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3E1710" w:rsidRDefault="006A20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2017" w:rsidRPr="00190D6E" w:rsidRDefault="006A201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A2017" w:rsidRPr="00307A36" w:rsidRDefault="006A201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A2017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2017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2017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2017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A2017" w:rsidRPr="00A56074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2017" w:rsidRPr="000F2452" w:rsidRDefault="006A20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0F2452" w:rsidRDefault="006A20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A2017" w:rsidRPr="000F2452" w:rsidRDefault="006A20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0F2452" w:rsidRDefault="006A201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2017" w:rsidRPr="000F2452" w:rsidRDefault="006A2017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A2017" w:rsidRPr="009375EB" w:rsidRDefault="006A2017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A2017" w:rsidRPr="003C58F8" w:rsidRDefault="006A2017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A2017" w:rsidRPr="009375EB" w:rsidRDefault="006A201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A2017" w:rsidRPr="00F54680" w:rsidRDefault="006A201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A2017" w:rsidRPr="005A73FB" w:rsidRDefault="006A20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5A73FB" w:rsidRDefault="006A20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A2017" w:rsidRPr="005A73FB" w:rsidRDefault="006A20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5A73FB" w:rsidRDefault="006A201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2017" w:rsidRPr="00351425" w:rsidRDefault="006A2017" w:rsidP="0035142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A2017" w:rsidRPr="009375EB" w:rsidRDefault="006A2017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A2017" w:rsidRPr="001D3A19" w:rsidRDefault="006A2017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A2017" w:rsidRPr="009375EB" w:rsidRDefault="006A201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A2017" w:rsidRPr="00193E01" w:rsidRDefault="006A201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A2017" w:rsidRDefault="006A20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1F4C82" w:rsidRDefault="006A201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2017" w:rsidRPr="001F4C82" w:rsidRDefault="006A201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A2017" w:rsidRPr="001F4C82" w:rsidRDefault="006A201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2017" w:rsidRPr="00C00C2E" w:rsidRDefault="006A2017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A2017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017" w:rsidRDefault="006A2017" w:rsidP="0038231F">
      <w:pPr>
        <w:spacing w:after="0" w:line="240" w:lineRule="auto"/>
      </w:pPr>
      <w:r>
        <w:separator/>
      </w:r>
    </w:p>
  </w:endnote>
  <w:endnote w:type="continuationSeparator" w:id="1">
    <w:p w:rsidR="006A2017" w:rsidRDefault="006A20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17" w:rsidRDefault="006A2017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A2017" w:rsidRDefault="006A2017" w:rsidP="00CC2F9E">
    <w:pPr>
      <w:pStyle w:val="Footer"/>
      <w:ind w:right="360" w:firstLine="36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</w:t>
    </w:r>
  </w:p>
  <w:p w:rsidR="006A2017" w:rsidRPr="002A5B43" w:rsidRDefault="006A2017" w:rsidP="00CC2F9E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20"/>
        <w:szCs w:val="20"/>
      </w:rPr>
    </w:pPr>
    <w:r>
      <w:rPr>
        <w:sz w:val="18"/>
        <w:szCs w:val="18"/>
      </w:rPr>
      <w:t>SIWZ 28</w:t>
    </w:r>
    <w:r w:rsidRPr="007D1BB0">
      <w:rPr>
        <w:sz w:val="18"/>
        <w:szCs w:val="18"/>
      </w:rPr>
      <w:t>/2019 –</w:t>
    </w:r>
    <w:r>
      <w:rPr>
        <w:sz w:val="20"/>
        <w:szCs w:val="20"/>
      </w:rPr>
      <w:t>Dostawa artykułów biurowych dla potrzeb WSZ w Elblągu</w:t>
    </w:r>
  </w:p>
  <w:p w:rsidR="006A2017" w:rsidRPr="007D1BB0" w:rsidRDefault="006A2017" w:rsidP="00CC2F9E">
    <w:pPr>
      <w:rPr>
        <w:sz w:val="18"/>
        <w:szCs w:val="18"/>
      </w:rPr>
    </w:pPr>
  </w:p>
  <w:p w:rsidR="006A2017" w:rsidRDefault="006A2017" w:rsidP="00CC2F9E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017" w:rsidRDefault="006A2017" w:rsidP="0038231F">
      <w:pPr>
        <w:spacing w:after="0" w:line="240" w:lineRule="auto"/>
      </w:pPr>
      <w:r>
        <w:separator/>
      </w:r>
    </w:p>
  </w:footnote>
  <w:footnote w:type="continuationSeparator" w:id="1">
    <w:p w:rsidR="006A2017" w:rsidRDefault="006A201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479BC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47BD"/>
    <w:rsid w:val="001448FB"/>
    <w:rsid w:val="001670F2"/>
    <w:rsid w:val="0017648C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A5B43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1425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B7BCE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D088F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2017"/>
    <w:rsid w:val="006A52B6"/>
    <w:rsid w:val="006E16A6"/>
    <w:rsid w:val="006F3D32"/>
    <w:rsid w:val="007118F0"/>
    <w:rsid w:val="00717669"/>
    <w:rsid w:val="00736657"/>
    <w:rsid w:val="00746532"/>
    <w:rsid w:val="007528C2"/>
    <w:rsid w:val="0077417F"/>
    <w:rsid w:val="007840F2"/>
    <w:rsid w:val="007936D6"/>
    <w:rsid w:val="0079713A"/>
    <w:rsid w:val="007D1BB0"/>
    <w:rsid w:val="007E25BD"/>
    <w:rsid w:val="007E2F69"/>
    <w:rsid w:val="00804F07"/>
    <w:rsid w:val="008053BE"/>
    <w:rsid w:val="00830AB1"/>
    <w:rsid w:val="0084205B"/>
    <w:rsid w:val="008560CF"/>
    <w:rsid w:val="00856924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13C0A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372E0"/>
    <w:rsid w:val="00B40FC8"/>
    <w:rsid w:val="00B555B6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2F9E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C324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,Znak5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,Znak5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1">
    <w:name w:val="Znak1"/>
    <w:basedOn w:val="Normal"/>
    <w:uiPriority w:val="99"/>
    <w:rsid w:val="00351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link w:val="DefaultParagraphFont"/>
    <w:uiPriority w:val="99"/>
    <w:rsid w:val="00CC2F9E"/>
    <w:pPr>
      <w:spacing w:after="0" w:line="240" w:lineRule="auto"/>
    </w:pPr>
    <w:rPr>
      <w:rFonts w:cs="Times New Roman"/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CC2F9E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396</Words>
  <Characters>2377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4</cp:revision>
  <cp:lastPrinted>2016-07-26T08:32:00Z</cp:lastPrinted>
  <dcterms:created xsi:type="dcterms:W3CDTF">2019-06-05T08:10:00Z</dcterms:created>
  <dcterms:modified xsi:type="dcterms:W3CDTF">2019-07-03T08:52:00Z</dcterms:modified>
</cp:coreProperties>
</file>