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068" w:rsidRDefault="00223068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3 do SIWZ       </w:t>
      </w:r>
    </w:p>
    <w:p w:rsidR="00223068" w:rsidRPr="00A058AD" w:rsidRDefault="00223068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223068" w:rsidRDefault="00223068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223068" w:rsidRDefault="00223068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223068" w:rsidRDefault="00223068" w:rsidP="00E616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Ul. Królewiecka 146</w:t>
      </w:r>
    </w:p>
    <w:p w:rsidR="00223068" w:rsidRPr="001246B7" w:rsidRDefault="00223068" w:rsidP="001246B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223068" w:rsidRPr="00A058AD" w:rsidRDefault="00223068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223068" w:rsidRPr="00A058AD" w:rsidRDefault="00223068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23068" w:rsidRPr="00A058AD" w:rsidRDefault="00223068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223068" w:rsidRPr="003D272A" w:rsidRDefault="00223068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23068" w:rsidRPr="00A058AD" w:rsidRDefault="00223068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23068" w:rsidRPr="00A058AD" w:rsidRDefault="00223068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223068" w:rsidRPr="009375EB" w:rsidRDefault="00223068" w:rsidP="00C4103F">
      <w:pPr>
        <w:rPr>
          <w:rFonts w:ascii="Arial" w:hAnsi="Arial" w:cs="Arial"/>
        </w:rPr>
      </w:pPr>
    </w:p>
    <w:p w:rsidR="00223068" w:rsidRPr="00EA74CD" w:rsidRDefault="00223068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223068" w:rsidRPr="005319CA" w:rsidRDefault="00223068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223068" w:rsidRPr="005319CA" w:rsidRDefault="00223068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223068" w:rsidRPr="00BF1F3F" w:rsidRDefault="00223068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223068" w:rsidRPr="001448FB" w:rsidRDefault="0022306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23068" w:rsidRPr="001246B7" w:rsidRDefault="00223068" w:rsidP="001246B7">
      <w:pPr>
        <w:rPr>
          <w:rFonts w:ascii="Arial" w:hAnsi="Arial" w:cs="Arial"/>
          <w:sz w:val="20"/>
          <w:szCs w:val="20"/>
        </w:rPr>
      </w:pPr>
      <w:r w:rsidRPr="001246B7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1246B7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„</w:t>
      </w:r>
      <w:r w:rsidRPr="001246B7">
        <w:rPr>
          <w:rFonts w:ascii="Arial" w:hAnsi="Arial" w:cs="Arial"/>
          <w:b/>
          <w:bCs/>
          <w:i/>
          <w:iCs/>
          <w:sz w:val="20"/>
          <w:szCs w:val="20"/>
        </w:rPr>
        <w:t>Dostawa odczynników i materiałów eksploatacyjnych wraz z dzierżawą analizatora parametrów krytycznych dla potrzeb Oddziału Anestezjologii i Intensywnej Terapii Wojewódzkiego Szpitala Zespolonego w Elblągu w okresie 36 miesięcy oraz przeprowadzenie szkolenia personelu Oddziału Anestezjologii i Intensywnej Terapii i pracowników personelu obsługi technicznej (pracowników Sekcji Sprzętu Medycznego) w zakresie obsługi dzierżawionego analizatora”</w:t>
      </w:r>
      <w:r w:rsidRPr="001246B7">
        <w:rPr>
          <w:rFonts w:ascii="Arial" w:hAnsi="Arial" w:cs="Arial"/>
          <w:b/>
          <w:bCs/>
          <w:sz w:val="20"/>
          <w:szCs w:val="20"/>
        </w:rPr>
        <w:t xml:space="preserve"> – nr postępowania  32/2019. </w:t>
      </w:r>
    </w:p>
    <w:p w:rsidR="00223068" w:rsidRPr="00DA7A44" w:rsidRDefault="00223068" w:rsidP="00DA7A4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A7CC7">
        <w:rPr>
          <w:rFonts w:ascii="Arial" w:hAnsi="Arial" w:cs="Arial"/>
          <w:sz w:val="20"/>
          <w:szCs w:val="20"/>
        </w:rPr>
        <w:t>prowadzonego przez Wojewódzki Szpital Zespolony w Elblągu</w:t>
      </w:r>
      <w:r w:rsidRPr="00AA7CC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CC7">
        <w:rPr>
          <w:rFonts w:ascii="Arial" w:hAnsi="Arial" w:cs="Arial"/>
          <w:sz w:val="20"/>
          <w:szCs w:val="20"/>
        </w:rPr>
        <w:t>oświadczam, co następuje:</w:t>
      </w:r>
    </w:p>
    <w:p w:rsidR="00223068" w:rsidRPr="001448FB" w:rsidRDefault="00223068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223068" w:rsidRDefault="00223068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223068" w:rsidRDefault="00223068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223068" w:rsidRPr="0087311B" w:rsidRDefault="00223068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223068" w:rsidRPr="003E1710" w:rsidRDefault="00223068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223068" w:rsidRPr="003E1710" w:rsidRDefault="0022306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23068" w:rsidRPr="003E1710" w:rsidRDefault="0022306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23068" w:rsidRPr="003E1710" w:rsidRDefault="0022306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23068" w:rsidRPr="00190D6E" w:rsidRDefault="00223068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223068" w:rsidRPr="00307A36" w:rsidRDefault="00223068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223068" w:rsidRDefault="0022306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223068" w:rsidRPr="00A56074" w:rsidRDefault="0022306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3068" w:rsidRPr="000F2452" w:rsidRDefault="00223068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23068" w:rsidRPr="000F2452" w:rsidRDefault="00223068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223068" w:rsidRPr="000F2452" w:rsidRDefault="00223068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23068" w:rsidRPr="000F2452" w:rsidRDefault="00223068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23068" w:rsidRPr="000F2452" w:rsidRDefault="00223068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223068" w:rsidRPr="009375EB" w:rsidRDefault="00223068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223068" w:rsidRPr="003C58F8" w:rsidRDefault="00223068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223068" w:rsidRPr="009375EB" w:rsidRDefault="00223068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223068" w:rsidRPr="00F54680" w:rsidRDefault="00223068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223068" w:rsidRPr="005A73FB" w:rsidRDefault="0022306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23068" w:rsidRPr="005A73FB" w:rsidRDefault="0022306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223068" w:rsidRPr="005A73FB" w:rsidRDefault="0022306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23068" w:rsidRPr="005A73FB" w:rsidRDefault="0022306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23068" w:rsidRPr="009D3E32" w:rsidRDefault="00223068" w:rsidP="009D3E32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223068" w:rsidRPr="001D3A19" w:rsidRDefault="00223068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223068" w:rsidRPr="009375EB" w:rsidRDefault="00223068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223068" w:rsidRPr="00193E01" w:rsidRDefault="0022306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23068" w:rsidRPr="001F4C82" w:rsidRDefault="0022306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23068" w:rsidRPr="001F4C82" w:rsidRDefault="0022306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23068" w:rsidRPr="001F4C82" w:rsidRDefault="0022306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23068" w:rsidRPr="001F4C82" w:rsidRDefault="0022306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23068" w:rsidRPr="00C00C2E" w:rsidRDefault="0022306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223068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068" w:rsidRDefault="00223068" w:rsidP="0038231F">
      <w:pPr>
        <w:spacing w:after="0" w:line="240" w:lineRule="auto"/>
      </w:pPr>
      <w:r>
        <w:separator/>
      </w:r>
    </w:p>
  </w:endnote>
  <w:endnote w:type="continuationSeparator" w:id="1">
    <w:p w:rsidR="00223068" w:rsidRDefault="002230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068" w:rsidRDefault="00223068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23068" w:rsidRDefault="00223068" w:rsidP="001246B7">
    <w:pPr>
      <w:pStyle w:val="Footer"/>
      <w:ind w:right="360" w:firstLine="360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</w:t>
    </w:r>
  </w:p>
  <w:p w:rsidR="00223068" w:rsidRPr="00E32188" w:rsidRDefault="00223068" w:rsidP="001246B7">
    <w:pPr>
      <w:pStyle w:val="Header"/>
      <w:jc w:val="center"/>
      <w:rPr>
        <w:sz w:val="20"/>
        <w:szCs w:val="20"/>
      </w:rPr>
    </w:pPr>
    <w:r>
      <w:rPr>
        <w:sz w:val="20"/>
        <w:szCs w:val="20"/>
      </w:rPr>
      <w:t>SIWZ 32/2019 WS</w:t>
    </w:r>
    <w:r w:rsidRPr="00E32188">
      <w:rPr>
        <w:sz w:val="20"/>
        <w:szCs w:val="20"/>
      </w:rPr>
      <w:t xml:space="preserve">Z Elbląg – dostawa odczynników i materiałów eksploatacyjnych wraz z dzierżawą analizatora parametrów krytycznych dla potrzeb Oddziału Anestezjologii i Intensywnej Terapii Wojewódzkiego Szpitala Zespolonego w Elblągu </w:t>
    </w:r>
  </w:p>
  <w:p w:rsidR="00223068" w:rsidRPr="006602DA" w:rsidRDefault="00223068" w:rsidP="009D3E32">
    <w:pPr>
      <w:pStyle w:val="Footer"/>
      <w:ind w:right="360"/>
      <w:jc w:val="center"/>
      <w:rPr>
        <w:sz w:val="16"/>
        <w:szCs w:val="16"/>
      </w:rPr>
    </w:pPr>
  </w:p>
  <w:p w:rsidR="00223068" w:rsidRDefault="00223068" w:rsidP="00886BA6">
    <w:pPr>
      <w:jc w:val="center"/>
      <w:rPr>
        <w:sz w:val="16"/>
        <w:szCs w:val="16"/>
      </w:rPr>
    </w:pPr>
  </w:p>
  <w:p w:rsidR="00223068" w:rsidRDefault="00223068" w:rsidP="00886BA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068" w:rsidRDefault="00223068" w:rsidP="0038231F">
      <w:pPr>
        <w:spacing w:after="0" w:line="240" w:lineRule="auto"/>
      </w:pPr>
      <w:r>
        <w:separator/>
      </w:r>
    </w:p>
  </w:footnote>
  <w:footnote w:type="continuationSeparator" w:id="1">
    <w:p w:rsidR="00223068" w:rsidRDefault="0022306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317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04D3"/>
    <w:rsid w:val="0011121A"/>
    <w:rsid w:val="00121DC7"/>
    <w:rsid w:val="001246B7"/>
    <w:rsid w:val="00137D9F"/>
    <w:rsid w:val="001448FB"/>
    <w:rsid w:val="00147B67"/>
    <w:rsid w:val="001670F2"/>
    <w:rsid w:val="001807BF"/>
    <w:rsid w:val="001811FB"/>
    <w:rsid w:val="00190D6E"/>
    <w:rsid w:val="00193E01"/>
    <w:rsid w:val="001957C5"/>
    <w:rsid w:val="001B697F"/>
    <w:rsid w:val="001C2A99"/>
    <w:rsid w:val="001C6945"/>
    <w:rsid w:val="001C6A89"/>
    <w:rsid w:val="001D3A19"/>
    <w:rsid w:val="001D4C90"/>
    <w:rsid w:val="001D7BCC"/>
    <w:rsid w:val="001F3092"/>
    <w:rsid w:val="001F4C82"/>
    <w:rsid w:val="002167D3"/>
    <w:rsid w:val="00223068"/>
    <w:rsid w:val="0023714F"/>
    <w:rsid w:val="00242DC2"/>
    <w:rsid w:val="0024732C"/>
    <w:rsid w:val="0025263C"/>
    <w:rsid w:val="0025358A"/>
    <w:rsid w:val="00255142"/>
    <w:rsid w:val="00267089"/>
    <w:rsid w:val="00273187"/>
    <w:rsid w:val="0027560C"/>
    <w:rsid w:val="00276089"/>
    <w:rsid w:val="00287BCD"/>
    <w:rsid w:val="002B3675"/>
    <w:rsid w:val="002C42F8"/>
    <w:rsid w:val="002C4948"/>
    <w:rsid w:val="002E641A"/>
    <w:rsid w:val="00300674"/>
    <w:rsid w:val="00302C42"/>
    <w:rsid w:val="00304292"/>
    <w:rsid w:val="00307A36"/>
    <w:rsid w:val="00313911"/>
    <w:rsid w:val="003178CE"/>
    <w:rsid w:val="003416FE"/>
    <w:rsid w:val="0034230E"/>
    <w:rsid w:val="003478EF"/>
    <w:rsid w:val="003617C8"/>
    <w:rsid w:val="003636E7"/>
    <w:rsid w:val="003761EA"/>
    <w:rsid w:val="0038231F"/>
    <w:rsid w:val="00392EC7"/>
    <w:rsid w:val="003A6F71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4276"/>
    <w:rsid w:val="003D7458"/>
    <w:rsid w:val="003E1710"/>
    <w:rsid w:val="003F024C"/>
    <w:rsid w:val="003F267C"/>
    <w:rsid w:val="003F45C6"/>
    <w:rsid w:val="0040751F"/>
    <w:rsid w:val="00425D88"/>
    <w:rsid w:val="00431598"/>
    <w:rsid w:val="00432B25"/>
    <w:rsid w:val="00434CC2"/>
    <w:rsid w:val="0043756B"/>
    <w:rsid w:val="00466838"/>
    <w:rsid w:val="00474B5C"/>
    <w:rsid w:val="004761C6"/>
    <w:rsid w:val="00484F88"/>
    <w:rsid w:val="00495C90"/>
    <w:rsid w:val="004B00A9"/>
    <w:rsid w:val="004C43B8"/>
    <w:rsid w:val="004D7FB6"/>
    <w:rsid w:val="004F23F7"/>
    <w:rsid w:val="004F3005"/>
    <w:rsid w:val="00500358"/>
    <w:rsid w:val="005031A7"/>
    <w:rsid w:val="00520174"/>
    <w:rsid w:val="005203CF"/>
    <w:rsid w:val="00520592"/>
    <w:rsid w:val="00525621"/>
    <w:rsid w:val="0053130C"/>
    <w:rsid w:val="005319CA"/>
    <w:rsid w:val="005539E6"/>
    <w:rsid w:val="005641F0"/>
    <w:rsid w:val="005829F2"/>
    <w:rsid w:val="005A73FB"/>
    <w:rsid w:val="005C29D5"/>
    <w:rsid w:val="005E176A"/>
    <w:rsid w:val="006440B0"/>
    <w:rsid w:val="00644243"/>
    <w:rsid w:val="00644C81"/>
    <w:rsid w:val="0064500B"/>
    <w:rsid w:val="0065644E"/>
    <w:rsid w:val="006602DA"/>
    <w:rsid w:val="00660DDF"/>
    <w:rsid w:val="00664382"/>
    <w:rsid w:val="0066671E"/>
    <w:rsid w:val="006755C1"/>
    <w:rsid w:val="00677C66"/>
    <w:rsid w:val="00687919"/>
    <w:rsid w:val="00692DF3"/>
    <w:rsid w:val="006A52B6"/>
    <w:rsid w:val="006B0A1C"/>
    <w:rsid w:val="006E16A6"/>
    <w:rsid w:val="006F1EB4"/>
    <w:rsid w:val="006F3D32"/>
    <w:rsid w:val="007118F0"/>
    <w:rsid w:val="007239EC"/>
    <w:rsid w:val="00746532"/>
    <w:rsid w:val="00771A16"/>
    <w:rsid w:val="00775CAE"/>
    <w:rsid w:val="007840F2"/>
    <w:rsid w:val="00784DBD"/>
    <w:rsid w:val="007936D6"/>
    <w:rsid w:val="0079713A"/>
    <w:rsid w:val="007A4023"/>
    <w:rsid w:val="007A4F2C"/>
    <w:rsid w:val="007D0D22"/>
    <w:rsid w:val="007D1BB0"/>
    <w:rsid w:val="007E25BD"/>
    <w:rsid w:val="007E2F69"/>
    <w:rsid w:val="007F71E1"/>
    <w:rsid w:val="00804F07"/>
    <w:rsid w:val="008267A4"/>
    <w:rsid w:val="00830AB1"/>
    <w:rsid w:val="00842952"/>
    <w:rsid w:val="008464D9"/>
    <w:rsid w:val="008560CF"/>
    <w:rsid w:val="0087311B"/>
    <w:rsid w:val="00874044"/>
    <w:rsid w:val="00875011"/>
    <w:rsid w:val="00875456"/>
    <w:rsid w:val="00886BA6"/>
    <w:rsid w:val="00892051"/>
    <w:rsid w:val="00892E48"/>
    <w:rsid w:val="008A5BE7"/>
    <w:rsid w:val="008B359A"/>
    <w:rsid w:val="008C6DF8"/>
    <w:rsid w:val="008D0487"/>
    <w:rsid w:val="008E3274"/>
    <w:rsid w:val="008F1379"/>
    <w:rsid w:val="008F3818"/>
    <w:rsid w:val="008F390B"/>
    <w:rsid w:val="009129F3"/>
    <w:rsid w:val="00920F98"/>
    <w:rsid w:val="009301A2"/>
    <w:rsid w:val="00934C6F"/>
    <w:rsid w:val="009375EB"/>
    <w:rsid w:val="00940822"/>
    <w:rsid w:val="009469C7"/>
    <w:rsid w:val="009516A0"/>
    <w:rsid w:val="00956C26"/>
    <w:rsid w:val="00975C49"/>
    <w:rsid w:val="00997D95"/>
    <w:rsid w:val="009A331C"/>
    <w:rsid w:val="009A397D"/>
    <w:rsid w:val="009C0C6C"/>
    <w:rsid w:val="009C6DDE"/>
    <w:rsid w:val="009D18DF"/>
    <w:rsid w:val="009D314C"/>
    <w:rsid w:val="009D3E32"/>
    <w:rsid w:val="009E0275"/>
    <w:rsid w:val="009F0F69"/>
    <w:rsid w:val="009F5900"/>
    <w:rsid w:val="00A02639"/>
    <w:rsid w:val="00A058AD"/>
    <w:rsid w:val="00A0658E"/>
    <w:rsid w:val="00A101BE"/>
    <w:rsid w:val="00A1401D"/>
    <w:rsid w:val="00A1471A"/>
    <w:rsid w:val="00A1685D"/>
    <w:rsid w:val="00A24B76"/>
    <w:rsid w:val="00A32B30"/>
    <w:rsid w:val="00A3431A"/>
    <w:rsid w:val="00A347DE"/>
    <w:rsid w:val="00A36E95"/>
    <w:rsid w:val="00A511ED"/>
    <w:rsid w:val="00A56074"/>
    <w:rsid w:val="00A56607"/>
    <w:rsid w:val="00A62798"/>
    <w:rsid w:val="00A758D4"/>
    <w:rsid w:val="00A776FE"/>
    <w:rsid w:val="00A9010F"/>
    <w:rsid w:val="00AA7CC7"/>
    <w:rsid w:val="00AB39E6"/>
    <w:rsid w:val="00AB5E32"/>
    <w:rsid w:val="00AB71A8"/>
    <w:rsid w:val="00AD15D1"/>
    <w:rsid w:val="00AD1D1B"/>
    <w:rsid w:val="00AD5B8E"/>
    <w:rsid w:val="00AE5028"/>
    <w:rsid w:val="00AE6FF2"/>
    <w:rsid w:val="00AF33BF"/>
    <w:rsid w:val="00AF69CC"/>
    <w:rsid w:val="00B01B85"/>
    <w:rsid w:val="00B07051"/>
    <w:rsid w:val="00B119F4"/>
    <w:rsid w:val="00B15219"/>
    <w:rsid w:val="00B154B4"/>
    <w:rsid w:val="00B1691A"/>
    <w:rsid w:val="00B22BBE"/>
    <w:rsid w:val="00B35FDB"/>
    <w:rsid w:val="00B37134"/>
    <w:rsid w:val="00B40FC8"/>
    <w:rsid w:val="00B53C4F"/>
    <w:rsid w:val="00B5762B"/>
    <w:rsid w:val="00B74E4C"/>
    <w:rsid w:val="00BD06C3"/>
    <w:rsid w:val="00BD2D6C"/>
    <w:rsid w:val="00BF1F3F"/>
    <w:rsid w:val="00C00C2E"/>
    <w:rsid w:val="00C14286"/>
    <w:rsid w:val="00C1666B"/>
    <w:rsid w:val="00C22538"/>
    <w:rsid w:val="00C24789"/>
    <w:rsid w:val="00C279B8"/>
    <w:rsid w:val="00C4103F"/>
    <w:rsid w:val="00C456FB"/>
    <w:rsid w:val="00C5572C"/>
    <w:rsid w:val="00C57DEB"/>
    <w:rsid w:val="00C61CDA"/>
    <w:rsid w:val="00C6541C"/>
    <w:rsid w:val="00C7391F"/>
    <w:rsid w:val="00C73BF4"/>
    <w:rsid w:val="00C75633"/>
    <w:rsid w:val="00C80314"/>
    <w:rsid w:val="00C919CE"/>
    <w:rsid w:val="00C953B9"/>
    <w:rsid w:val="00CA5F28"/>
    <w:rsid w:val="00CA61A1"/>
    <w:rsid w:val="00CC6896"/>
    <w:rsid w:val="00CE04B3"/>
    <w:rsid w:val="00CE6400"/>
    <w:rsid w:val="00CF4A74"/>
    <w:rsid w:val="00D11BF6"/>
    <w:rsid w:val="00D2726C"/>
    <w:rsid w:val="00D34D9A"/>
    <w:rsid w:val="00D409DE"/>
    <w:rsid w:val="00D40C8F"/>
    <w:rsid w:val="00D42C9B"/>
    <w:rsid w:val="00D47D38"/>
    <w:rsid w:val="00D52355"/>
    <w:rsid w:val="00D5259F"/>
    <w:rsid w:val="00D55A4A"/>
    <w:rsid w:val="00D701B8"/>
    <w:rsid w:val="00D71CF9"/>
    <w:rsid w:val="00D7532C"/>
    <w:rsid w:val="00D8240F"/>
    <w:rsid w:val="00DA7A44"/>
    <w:rsid w:val="00DB0CBF"/>
    <w:rsid w:val="00DB4F19"/>
    <w:rsid w:val="00DC22B8"/>
    <w:rsid w:val="00DC3F44"/>
    <w:rsid w:val="00DD146A"/>
    <w:rsid w:val="00DD3E9D"/>
    <w:rsid w:val="00DE73EE"/>
    <w:rsid w:val="00E14552"/>
    <w:rsid w:val="00E15D59"/>
    <w:rsid w:val="00E214B4"/>
    <w:rsid w:val="00E21B42"/>
    <w:rsid w:val="00E30517"/>
    <w:rsid w:val="00E32188"/>
    <w:rsid w:val="00E42CC3"/>
    <w:rsid w:val="00E55512"/>
    <w:rsid w:val="00E616C7"/>
    <w:rsid w:val="00E676CD"/>
    <w:rsid w:val="00E70F08"/>
    <w:rsid w:val="00E86762"/>
    <w:rsid w:val="00E86A2B"/>
    <w:rsid w:val="00EA432B"/>
    <w:rsid w:val="00EA74CD"/>
    <w:rsid w:val="00EB3286"/>
    <w:rsid w:val="00EB3BC2"/>
    <w:rsid w:val="00EC2CB6"/>
    <w:rsid w:val="00ED5FD9"/>
    <w:rsid w:val="00EE0397"/>
    <w:rsid w:val="00EE4535"/>
    <w:rsid w:val="00EE5A2C"/>
    <w:rsid w:val="00EE7725"/>
    <w:rsid w:val="00EE7C62"/>
    <w:rsid w:val="00EF741B"/>
    <w:rsid w:val="00EF74CA"/>
    <w:rsid w:val="00F014B6"/>
    <w:rsid w:val="00F053EC"/>
    <w:rsid w:val="00F2074D"/>
    <w:rsid w:val="00F2239D"/>
    <w:rsid w:val="00F25E64"/>
    <w:rsid w:val="00F33AC3"/>
    <w:rsid w:val="00F365F2"/>
    <w:rsid w:val="00F374FD"/>
    <w:rsid w:val="00F54680"/>
    <w:rsid w:val="00F66A3D"/>
    <w:rsid w:val="00F74CAC"/>
    <w:rsid w:val="00F8063D"/>
    <w:rsid w:val="00FB7965"/>
    <w:rsid w:val="00FC0667"/>
    <w:rsid w:val="00FC7286"/>
    <w:rsid w:val="00FD190E"/>
    <w:rsid w:val="00FE7798"/>
    <w:rsid w:val="00FF4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ZnakZnakZnakZnakZnakZnakZnakZnakZnakZnakZnakZnakZnakZnakZnakZnakZnakZnak4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,Znak5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,Znak5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C919C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AD1D1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886BA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B53C4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9D3E32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9D3E32"/>
    <w:rPr>
      <w:sz w:val="24"/>
      <w:szCs w:val="24"/>
      <w:lang w:val="pl-PL"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9E027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1">
    <w:name w:val="Znak Znak Znak1 Znak1"/>
    <w:basedOn w:val="Normal"/>
    <w:uiPriority w:val="99"/>
    <w:rsid w:val="00EA432B"/>
    <w:pPr>
      <w:spacing w:after="0" w:line="240" w:lineRule="auto"/>
    </w:pPr>
    <w:rPr>
      <w:sz w:val="24"/>
      <w:szCs w:val="24"/>
      <w:lang w:eastAsia="pl-PL"/>
    </w:rPr>
  </w:style>
  <w:style w:type="character" w:customStyle="1" w:styleId="Znak5ZnakZnak">
    <w:name w:val="Znak5 Znak Znak"/>
    <w:basedOn w:val="DefaultParagraphFont"/>
    <w:uiPriority w:val="99"/>
    <w:semiHidden/>
    <w:rsid w:val="001B697F"/>
    <w:rPr>
      <w:sz w:val="24"/>
      <w:szCs w:val="24"/>
      <w:lang w:val="pl-PL" w:eastAsia="pl-PL"/>
    </w:rPr>
  </w:style>
  <w:style w:type="paragraph" w:customStyle="1" w:styleId="ZnakZnakZnakZnak">
    <w:name w:val="Znak Znak Znak Znak"/>
    <w:basedOn w:val="Normal"/>
    <w:uiPriority w:val="99"/>
    <w:rsid w:val="001B697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3">
    <w:name w:val="Znak Znak Znak1 Znak Znak Znak Znak Znak Znak Znak Znak Znak Znak Znak Znak Znak Znak Znak Znak Znak Znak Znak3"/>
    <w:basedOn w:val="Normal"/>
    <w:uiPriority w:val="99"/>
    <w:rsid w:val="00F25E64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ZnakZnak1">
    <w:name w:val="Znak Znak Znak Znak1"/>
    <w:basedOn w:val="DefaultParagraphFont"/>
    <w:uiPriority w:val="99"/>
    <w:rsid w:val="001246B7"/>
    <w:rPr>
      <w:sz w:val="24"/>
      <w:szCs w:val="24"/>
      <w:lang w:val="pl-PL" w:eastAsia="pl-PL"/>
    </w:rPr>
  </w:style>
  <w:style w:type="paragraph" w:customStyle="1" w:styleId="ZnakZnakZnak1ZnakZnakZnakZnakZnakZnakZnakZnakZnakZnakZnakZnakZnakZnakZnakZnakZnakZnakZnak4">
    <w:name w:val="Znak Znak Znak1 Znak Znak Znak Znak Znak Znak Znak Znak Znak Znak Znak Znak Znak Znak Znak Znak Znak Znak Znak4"/>
    <w:basedOn w:val="Normal"/>
    <w:link w:val="DefaultParagraphFont"/>
    <w:uiPriority w:val="99"/>
    <w:rsid w:val="001246B7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49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2</Pages>
  <Words>468</Words>
  <Characters>2813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40</cp:revision>
  <cp:lastPrinted>2019-03-11T06:56:00Z</cp:lastPrinted>
  <dcterms:created xsi:type="dcterms:W3CDTF">2016-09-13T09:42:00Z</dcterms:created>
  <dcterms:modified xsi:type="dcterms:W3CDTF">2019-08-01T10:37:00Z</dcterms:modified>
</cp:coreProperties>
</file>