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E10" w:rsidRDefault="006A1E10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5 do SIWZ       </w:t>
      </w:r>
    </w:p>
    <w:p w:rsidR="006A1E10" w:rsidRPr="00A058AD" w:rsidRDefault="006A1E10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6A1E10" w:rsidRDefault="006A1E10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6A1E10" w:rsidRDefault="006A1E10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6A1E10" w:rsidRDefault="006A1E10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6A1E10" w:rsidRPr="00736657" w:rsidRDefault="006A1E10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6A1E10" w:rsidRPr="00A058AD" w:rsidRDefault="006A1E10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6A1E10" w:rsidRPr="00A058AD" w:rsidRDefault="006A1E1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A1E10" w:rsidRPr="00A058AD" w:rsidRDefault="006A1E10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6A1E10" w:rsidRPr="003D272A" w:rsidRDefault="006A1E10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A1E10" w:rsidRPr="00A058AD" w:rsidRDefault="006A1E1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A1E10" w:rsidRPr="00A058AD" w:rsidRDefault="006A1E10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6A1E10" w:rsidRPr="009375EB" w:rsidRDefault="006A1E10" w:rsidP="00C4103F">
      <w:pPr>
        <w:rPr>
          <w:rFonts w:ascii="Arial" w:hAnsi="Arial" w:cs="Arial"/>
        </w:rPr>
      </w:pPr>
    </w:p>
    <w:p w:rsidR="006A1E10" w:rsidRPr="00EA74CD" w:rsidRDefault="006A1E10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6A1E10" w:rsidRPr="005319CA" w:rsidRDefault="006A1E1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6A1E10" w:rsidRPr="005319CA" w:rsidRDefault="006A1E10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6A1E10" w:rsidRPr="00BF1F3F" w:rsidRDefault="006A1E10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6A1E10" w:rsidRPr="001448FB" w:rsidRDefault="006A1E1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A1E10" w:rsidRPr="003F035F" w:rsidRDefault="006A1E10" w:rsidP="00FF60E3">
      <w:pPr>
        <w:ind w:right="360"/>
        <w:jc w:val="both"/>
        <w:rPr>
          <w:rFonts w:ascii="Arial" w:hAnsi="Arial" w:cs="Arial"/>
        </w:rPr>
      </w:pPr>
      <w:r w:rsidRPr="003F035F">
        <w:rPr>
          <w:rFonts w:ascii="Arial" w:hAnsi="Arial" w:cs="Arial"/>
        </w:rPr>
        <w:t xml:space="preserve">Na potrzeby postępowania o udzielenie zamówienia publicznego pn. </w:t>
      </w:r>
      <w:r w:rsidRPr="00FF6247">
        <w:rPr>
          <w:rFonts w:ascii="Arial" w:hAnsi="Arial" w:cs="Arial"/>
          <w:b/>
          <w:bCs/>
        </w:rPr>
        <w:t xml:space="preserve">„dostawa staplerów do zespoleń jelitowych i ładunków do staplerów w 3 pakietach dla potrzeb Chirurgii Onkologicznej WSZ w Elblągu – znak sprawy 36/2019” </w:t>
      </w:r>
      <w:r w:rsidRPr="003F035F">
        <w:rPr>
          <w:rFonts w:ascii="Arial" w:hAnsi="Arial" w:cs="Arial"/>
        </w:rPr>
        <w:t>prowadzonego przez Wojewódzki Szpital Zespolony w Elblągu</w:t>
      </w:r>
      <w:r w:rsidRPr="003F035F">
        <w:rPr>
          <w:rFonts w:ascii="Arial" w:hAnsi="Arial" w:cs="Arial"/>
          <w:i/>
          <w:iCs/>
        </w:rPr>
        <w:t xml:space="preserve"> </w:t>
      </w:r>
      <w:r w:rsidRPr="003F035F">
        <w:rPr>
          <w:rFonts w:ascii="Arial" w:hAnsi="Arial" w:cs="Arial"/>
        </w:rPr>
        <w:t>oświadczam, co następuje:</w:t>
      </w:r>
    </w:p>
    <w:p w:rsidR="006A1E10" w:rsidRPr="00CC6896" w:rsidRDefault="006A1E10" w:rsidP="004C43B8">
      <w:pPr>
        <w:spacing w:after="0" w:line="360" w:lineRule="auto"/>
        <w:jc w:val="both"/>
        <w:rPr>
          <w:rFonts w:ascii="Arial" w:hAnsi="Arial" w:cs="Arial"/>
        </w:rPr>
      </w:pPr>
    </w:p>
    <w:p w:rsidR="006A1E10" w:rsidRPr="001448FB" w:rsidRDefault="006A1E10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6A1E10" w:rsidRDefault="006A1E10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6A1E10" w:rsidRDefault="006A1E10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6A1E10" w:rsidRPr="0087311B" w:rsidRDefault="006A1E10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6A1E10" w:rsidRPr="003E1710" w:rsidRDefault="006A1E1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6A1E10" w:rsidRPr="003E1710" w:rsidRDefault="006A1E1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6A1E10" w:rsidRPr="003E1710" w:rsidRDefault="006A1E1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1E10" w:rsidRPr="003E1710" w:rsidRDefault="006A1E1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A1E10" w:rsidRPr="00190D6E" w:rsidRDefault="006A1E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6A1E10" w:rsidRPr="00307A36" w:rsidRDefault="006A1E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6A1E10" w:rsidRDefault="006A1E1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A1E10" w:rsidRDefault="006A1E1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A1E10" w:rsidRDefault="006A1E1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A1E10" w:rsidRDefault="006A1E1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6A1E10" w:rsidRPr="00A56074" w:rsidRDefault="006A1E1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A1E10" w:rsidRPr="000F2452" w:rsidRDefault="006A1E1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1E10" w:rsidRPr="000F2452" w:rsidRDefault="006A1E1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6A1E10" w:rsidRPr="000F2452" w:rsidRDefault="006A1E1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1E10" w:rsidRPr="000F2452" w:rsidRDefault="006A1E10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A1E10" w:rsidRPr="000F2452" w:rsidRDefault="006A1E10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6A1E10" w:rsidRPr="009375EB" w:rsidRDefault="006A1E10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6A1E10" w:rsidRPr="003C58F8" w:rsidRDefault="006A1E10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6A1E10" w:rsidRPr="009375EB" w:rsidRDefault="006A1E1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6A1E10" w:rsidRPr="00F54680" w:rsidRDefault="006A1E10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6A1E10" w:rsidRPr="005A73FB" w:rsidRDefault="006A1E1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1E10" w:rsidRPr="005A73FB" w:rsidRDefault="006A1E1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6A1E10" w:rsidRPr="005A73FB" w:rsidRDefault="006A1E1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1E10" w:rsidRPr="005A73FB" w:rsidRDefault="006A1E10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A1E10" w:rsidRPr="008560CF" w:rsidRDefault="006A1E10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6A1E10" w:rsidRDefault="006A1E10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6A1E10" w:rsidRPr="009375EB" w:rsidRDefault="006A1E10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6A1E10" w:rsidRPr="001D3A19" w:rsidRDefault="006A1E10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6A1E10" w:rsidRPr="009375EB" w:rsidRDefault="006A1E10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6A1E10" w:rsidRPr="00193E01" w:rsidRDefault="006A1E10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A1E10" w:rsidRDefault="006A1E1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1E10" w:rsidRPr="001F4C82" w:rsidRDefault="006A1E10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1E10" w:rsidRPr="001F4C82" w:rsidRDefault="006A1E1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6A1E10" w:rsidRPr="001F4C82" w:rsidRDefault="006A1E1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A1E10" w:rsidRPr="001F4C82" w:rsidRDefault="006A1E10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6A1E10" w:rsidRPr="00C00C2E" w:rsidRDefault="006A1E10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6A1E10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E10" w:rsidRDefault="006A1E10" w:rsidP="0038231F">
      <w:pPr>
        <w:spacing w:after="0" w:line="240" w:lineRule="auto"/>
      </w:pPr>
      <w:r>
        <w:separator/>
      </w:r>
    </w:p>
  </w:endnote>
  <w:endnote w:type="continuationSeparator" w:id="1">
    <w:p w:rsidR="006A1E10" w:rsidRDefault="006A1E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E10" w:rsidRDefault="006A1E10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6A1E10" w:rsidRPr="003F035F" w:rsidRDefault="006A1E10" w:rsidP="003F035F">
    <w:pPr>
      <w:jc w:val="center"/>
      <w:rPr>
        <w:sz w:val="20"/>
        <w:szCs w:val="20"/>
      </w:rPr>
    </w:pPr>
    <w:r w:rsidRPr="00DF037E">
      <w:t>36/2019 SIWZ –dostawa staplerów do zespoleń jelitowych i ładunków do staplerów w 3 pakietach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E10" w:rsidRDefault="006A1E10" w:rsidP="0038231F">
      <w:pPr>
        <w:spacing w:after="0" w:line="240" w:lineRule="auto"/>
      </w:pPr>
      <w:r>
        <w:separator/>
      </w:r>
    </w:p>
  </w:footnote>
  <w:footnote w:type="continuationSeparator" w:id="1">
    <w:p w:rsidR="006A1E10" w:rsidRDefault="006A1E1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numFmt w:val="decimal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4E55"/>
    <w:rsid w:val="000319B7"/>
    <w:rsid w:val="00031EBB"/>
    <w:rsid w:val="00036BFE"/>
    <w:rsid w:val="000613EB"/>
    <w:rsid w:val="0007699B"/>
    <w:rsid w:val="000809B6"/>
    <w:rsid w:val="000817F4"/>
    <w:rsid w:val="000A103C"/>
    <w:rsid w:val="000B1025"/>
    <w:rsid w:val="000B1F47"/>
    <w:rsid w:val="000C021E"/>
    <w:rsid w:val="000D03AF"/>
    <w:rsid w:val="000D10D2"/>
    <w:rsid w:val="000D73C4"/>
    <w:rsid w:val="000E0880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448FB"/>
    <w:rsid w:val="001670F2"/>
    <w:rsid w:val="001744A1"/>
    <w:rsid w:val="001807BF"/>
    <w:rsid w:val="0018682F"/>
    <w:rsid w:val="00190D6E"/>
    <w:rsid w:val="00193E01"/>
    <w:rsid w:val="001957C5"/>
    <w:rsid w:val="001C6945"/>
    <w:rsid w:val="001C6A89"/>
    <w:rsid w:val="001D3A19"/>
    <w:rsid w:val="001D4C90"/>
    <w:rsid w:val="001F4C82"/>
    <w:rsid w:val="0021123F"/>
    <w:rsid w:val="002167D3"/>
    <w:rsid w:val="0024732C"/>
    <w:rsid w:val="0025263C"/>
    <w:rsid w:val="0025358A"/>
    <w:rsid w:val="00255142"/>
    <w:rsid w:val="00267089"/>
    <w:rsid w:val="00273187"/>
    <w:rsid w:val="0027560C"/>
    <w:rsid w:val="00277739"/>
    <w:rsid w:val="00283792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2236D"/>
    <w:rsid w:val="00325483"/>
    <w:rsid w:val="0033307F"/>
    <w:rsid w:val="003416FE"/>
    <w:rsid w:val="0034230E"/>
    <w:rsid w:val="0036178B"/>
    <w:rsid w:val="003617C8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1349"/>
    <w:rsid w:val="003D272A"/>
    <w:rsid w:val="003D4276"/>
    <w:rsid w:val="003D617F"/>
    <w:rsid w:val="003D7458"/>
    <w:rsid w:val="003E1710"/>
    <w:rsid w:val="003F024C"/>
    <w:rsid w:val="003F035F"/>
    <w:rsid w:val="00421352"/>
    <w:rsid w:val="00425D88"/>
    <w:rsid w:val="00434CC2"/>
    <w:rsid w:val="00456C07"/>
    <w:rsid w:val="00466838"/>
    <w:rsid w:val="004761C6"/>
    <w:rsid w:val="00484F88"/>
    <w:rsid w:val="00485785"/>
    <w:rsid w:val="004B00A9"/>
    <w:rsid w:val="004C43B8"/>
    <w:rsid w:val="004D5E40"/>
    <w:rsid w:val="004E7E88"/>
    <w:rsid w:val="004F09A3"/>
    <w:rsid w:val="004F0D91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319D6"/>
    <w:rsid w:val="005641F0"/>
    <w:rsid w:val="00566FDA"/>
    <w:rsid w:val="005A2A9F"/>
    <w:rsid w:val="005A73FB"/>
    <w:rsid w:val="005D6181"/>
    <w:rsid w:val="005E176A"/>
    <w:rsid w:val="0061254F"/>
    <w:rsid w:val="00634BCF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1E10"/>
    <w:rsid w:val="006A52B6"/>
    <w:rsid w:val="006E16A6"/>
    <w:rsid w:val="006F3D32"/>
    <w:rsid w:val="007118F0"/>
    <w:rsid w:val="00717669"/>
    <w:rsid w:val="00724C41"/>
    <w:rsid w:val="00736657"/>
    <w:rsid w:val="00746532"/>
    <w:rsid w:val="007528C2"/>
    <w:rsid w:val="007557DA"/>
    <w:rsid w:val="00765DFF"/>
    <w:rsid w:val="00771B8D"/>
    <w:rsid w:val="0077417F"/>
    <w:rsid w:val="007840F2"/>
    <w:rsid w:val="007936D6"/>
    <w:rsid w:val="007946DC"/>
    <w:rsid w:val="00795E45"/>
    <w:rsid w:val="0079713A"/>
    <w:rsid w:val="007D542A"/>
    <w:rsid w:val="007E25BD"/>
    <w:rsid w:val="007E2AD5"/>
    <w:rsid w:val="007E2F69"/>
    <w:rsid w:val="00804F07"/>
    <w:rsid w:val="008053BE"/>
    <w:rsid w:val="00830AB1"/>
    <w:rsid w:val="008560CF"/>
    <w:rsid w:val="0087311B"/>
    <w:rsid w:val="00874044"/>
    <w:rsid w:val="00875011"/>
    <w:rsid w:val="00887053"/>
    <w:rsid w:val="00887C74"/>
    <w:rsid w:val="00891E99"/>
    <w:rsid w:val="00892E48"/>
    <w:rsid w:val="008A5BE7"/>
    <w:rsid w:val="008C01C8"/>
    <w:rsid w:val="008C6DF8"/>
    <w:rsid w:val="008C745C"/>
    <w:rsid w:val="008D0487"/>
    <w:rsid w:val="008E3274"/>
    <w:rsid w:val="008F3818"/>
    <w:rsid w:val="008F390B"/>
    <w:rsid w:val="0091215B"/>
    <w:rsid w:val="009129F3"/>
    <w:rsid w:val="00920F98"/>
    <w:rsid w:val="009217F5"/>
    <w:rsid w:val="009301A2"/>
    <w:rsid w:val="0093479B"/>
    <w:rsid w:val="009375EB"/>
    <w:rsid w:val="0094581A"/>
    <w:rsid w:val="009469C7"/>
    <w:rsid w:val="009516A0"/>
    <w:rsid w:val="00956C26"/>
    <w:rsid w:val="00975C49"/>
    <w:rsid w:val="00991215"/>
    <w:rsid w:val="00991561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25617"/>
    <w:rsid w:val="00A3431A"/>
    <w:rsid w:val="00A347DE"/>
    <w:rsid w:val="00A36E95"/>
    <w:rsid w:val="00A56074"/>
    <w:rsid w:val="00A56607"/>
    <w:rsid w:val="00A62798"/>
    <w:rsid w:val="00A776FE"/>
    <w:rsid w:val="00A81923"/>
    <w:rsid w:val="00A87FF4"/>
    <w:rsid w:val="00A9010F"/>
    <w:rsid w:val="00AA143D"/>
    <w:rsid w:val="00AB39E6"/>
    <w:rsid w:val="00AB5E32"/>
    <w:rsid w:val="00AB71A8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40FC8"/>
    <w:rsid w:val="00B46A72"/>
    <w:rsid w:val="00B53000"/>
    <w:rsid w:val="00B57558"/>
    <w:rsid w:val="00B71AD6"/>
    <w:rsid w:val="00BD06C3"/>
    <w:rsid w:val="00BF1F3F"/>
    <w:rsid w:val="00BF4CDE"/>
    <w:rsid w:val="00C00193"/>
    <w:rsid w:val="00C00C2E"/>
    <w:rsid w:val="00C06723"/>
    <w:rsid w:val="00C22538"/>
    <w:rsid w:val="00C249D4"/>
    <w:rsid w:val="00C301C0"/>
    <w:rsid w:val="00C4103F"/>
    <w:rsid w:val="00C430C9"/>
    <w:rsid w:val="00C456FB"/>
    <w:rsid w:val="00C574BC"/>
    <w:rsid w:val="00C57DEB"/>
    <w:rsid w:val="00C61076"/>
    <w:rsid w:val="00C75633"/>
    <w:rsid w:val="00CA197B"/>
    <w:rsid w:val="00CA5F28"/>
    <w:rsid w:val="00CB25CD"/>
    <w:rsid w:val="00CC6896"/>
    <w:rsid w:val="00CD4266"/>
    <w:rsid w:val="00CE6400"/>
    <w:rsid w:val="00CF4A74"/>
    <w:rsid w:val="00CF5D08"/>
    <w:rsid w:val="00D07CBC"/>
    <w:rsid w:val="00D2726C"/>
    <w:rsid w:val="00D34D9A"/>
    <w:rsid w:val="00D409DE"/>
    <w:rsid w:val="00D42C9B"/>
    <w:rsid w:val="00D47D38"/>
    <w:rsid w:val="00D56DF5"/>
    <w:rsid w:val="00D7532C"/>
    <w:rsid w:val="00D90FD7"/>
    <w:rsid w:val="00DB76F0"/>
    <w:rsid w:val="00DC324D"/>
    <w:rsid w:val="00DC3F44"/>
    <w:rsid w:val="00DD146A"/>
    <w:rsid w:val="00DD3E9D"/>
    <w:rsid w:val="00DE73EE"/>
    <w:rsid w:val="00DF037E"/>
    <w:rsid w:val="00E045AC"/>
    <w:rsid w:val="00E14552"/>
    <w:rsid w:val="00E15D59"/>
    <w:rsid w:val="00E21164"/>
    <w:rsid w:val="00E21B42"/>
    <w:rsid w:val="00E260B9"/>
    <w:rsid w:val="00E30517"/>
    <w:rsid w:val="00E31EA2"/>
    <w:rsid w:val="00E42CC3"/>
    <w:rsid w:val="00E55512"/>
    <w:rsid w:val="00E86762"/>
    <w:rsid w:val="00E86A2B"/>
    <w:rsid w:val="00EA74CD"/>
    <w:rsid w:val="00EB3286"/>
    <w:rsid w:val="00EB3BC2"/>
    <w:rsid w:val="00EC41D8"/>
    <w:rsid w:val="00ED4B07"/>
    <w:rsid w:val="00ED62CD"/>
    <w:rsid w:val="00EE4535"/>
    <w:rsid w:val="00EE7725"/>
    <w:rsid w:val="00EF14BC"/>
    <w:rsid w:val="00EF409D"/>
    <w:rsid w:val="00EF741B"/>
    <w:rsid w:val="00EF74CA"/>
    <w:rsid w:val="00F014B6"/>
    <w:rsid w:val="00F053EC"/>
    <w:rsid w:val="00F141B9"/>
    <w:rsid w:val="00F2074D"/>
    <w:rsid w:val="00F269C2"/>
    <w:rsid w:val="00F33AC3"/>
    <w:rsid w:val="00F365F2"/>
    <w:rsid w:val="00F54680"/>
    <w:rsid w:val="00F62374"/>
    <w:rsid w:val="00F63A28"/>
    <w:rsid w:val="00F74CAC"/>
    <w:rsid w:val="00FB7965"/>
    <w:rsid w:val="00FC0667"/>
    <w:rsid w:val="00FD2F2B"/>
    <w:rsid w:val="00FE7798"/>
    <w:rsid w:val="00FF60E3"/>
    <w:rsid w:val="00FF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1ZnakZnakZnakZnakZnakZnakZnakZnakZnakZnak1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7946DC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F60E3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Znak">
    <w:name w:val="Znak14 Znak Znak Znak"/>
    <w:uiPriority w:val="99"/>
    <w:rsid w:val="00891E99"/>
    <w:rPr>
      <w:sz w:val="24"/>
      <w:szCs w:val="24"/>
      <w:lang w:val="pl-PL" w:eastAsia="pl-PL"/>
    </w:rPr>
  </w:style>
  <w:style w:type="paragraph" w:customStyle="1" w:styleId="ZnakZnakZnak1ZnakZnakZnakZnakZnakZnakZnakZnakZnakZnak1">
    <w:name w:val="Znak Znak Znak1 Znak Znak Znak Znak Znak Znak Znak Znak Znak Znak1"/>
    <w:basedOn w:val="Normal"/>
    <w:link w:val="DefaultParagraphFont"/>
    <w:uiPriority w:val="99"/>
    <w:rsid w:val="003F035F"/>
    <w:pPr>
      <w:spacing w:after="0" w:line="240" w:lineRule="auto"/>
    </w:pPr>
    <w:rPr>
      <w:rFonts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457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7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405</Words>
  <Characters>2430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user</cp:lastModifiedBy>
  <cp:revision>4</cp:revision>
  <cp:lastPrinted>2016-07-26T08:32:00Z</cp:lastPrinted>
  <dcterms:created xsi:type="dcterms:W3CDTF">2019-08-21T12:48:00Z</dcterms:created>
  <dcterms:modified xsi:type="dcterms:W3CDTF">2019-08-21T12:53:00Z</dcterms:modified>
</cp:coreProperties>
</file>