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3B" w:rsidRDefault="00821E3B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do SIWZ       </w:t>
      </w:r>
    </w:p>
    <w:p w:rsidR="00821E3B" w:rsidRPr="00D52378" w:rsidRDefault="00821E3B" w:rsidP="00164B3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</w:p>
    <w:p w:rsidR="00821E3B" w:rsidRDefault="00821E3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821E3B" w:rsidRDefault="00821E3B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821E3B" w:rsidRPr="00736657" w:rsidRDefault="00821E3B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821E3B" w:rsidRPr="00A058AD" w:rsidRDefault="00821E3B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821E3B" w:rsidRPr="00A058AD" w:rsidRDefault="00821E3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21E3B" w:rsidRPr="00A058AD" w:rsidRDefault="00821E3B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821E3B" w:rsidRPr="003D272A" w:rsidRDefault="00821E3B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21E3B" w:rsidRPr="00A058AD" w:rsidRDefault="00821E3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21E3B" w:rsidRPr="00A058AD" w:rsidRDefault="00821E3B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821E3B" w:rsidRPr="009375EB" w:rsidRDefault="00821E3B" w:rsidP="00C4103F">
      <w:pPr>
        <w:rPr>
          <w:rFonts w:ascii="Arial" w:hAnsi="Arial" w:cs="Arial"/>
        </w:rPr>
      </w:pPr>
    </w:p>
    <w:p w:rsidR="00821E3B" w:rsidRPr="00EA74CD" w:rsidRDefault="00821E3B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821E3B" w:rsidRPr="005319CA" w:rsidRDefault="00821E3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821E3B" w:rsidRPr="005319CA" w:rsidRDefault="00821E3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821E3B" w:rsidRPr="00BF1F3F" w:rsidRDefault="00821E3B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821E3B" w:rsidRPr="001448FB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1E3B" w:rsidRPr="003F035F" w:rsidRDefault="00821E3B" w:rsidP="00FF60E3">
      <w:pPr>
        <w:ind w:right="360"/>
        <w:jc w:val="both"/>
        <w:rPr>
          <w:rFonts w:ascii="Arial" w:hAnsi="Arial" w:cs="Arial"/>
        </w:rPr>
      </w:pPr>
      <w:r w:rsidRPr="003F035F">
        <w:rPr>
          <w:rFonts w:ascii="Arial" w:hAnsi="Arial" w:cs="Arial"/>
        </w:rPr>
        <w:t xml:space="preserve">Na potrzeby postępowania o udzielenie zamówienia publicznego pn. </w:t>
      </w:r>
      <w:r w:rsidRPr="00FF6247">
        <w:rPr>
          <w:rFonts w:ascii="Arial" w:hAnsi="Arial" w:cs="Arial"/>
          <w:b/>
          <w:bCs/>
        </w:rPr>
        <w:t>„</w:t>
      </w:r>
      <w:r w:rsidRPr="00070927">
        <w:rPr>
          <w:rFonts w:ascii="Arial" w:hAnsi="Arial" w:cs="Arial"/>
          <w:b/>
          <w:bCs/>
        </w:rPr>
        <w:t>dostawa jednorazowych końcówek do noża harmonicznego dla potrzeb Bloku Operacyjnego</w:t>
      </w:r>
      <w:r w:rsidRPr="00FF6247">
        <w:rPr>
          <w:rFonts w:ascii="Arial" w:hAnsi="Arial" w:cs="Arial"/>
          <w:b/>
          <w:bCs/>
        </w:rPr>
        <w:t xml:space="preserve"> WSZ w Elblągu – znak sprawy </w:t>
      </w:r>
      <w:r w:rsidRPr="00CE7A33">
        <w:rPr>
          <w:rFonts w:ascii="Arial" w:hAnsi="Arial" w:cs="Arial"/>
          <w:b/>
          <w:bCs/>
        </w:rPr>
        <w:t>2/2020</w:t>
      </w:r>
      <w:r w:rsidRPr="00FF6247">
        <w:rPr>
          <w:rFonts w:ascii="Arial" w:hAnsi="Arial" w:cs="Arial"/>
          <w:b/>
          <w:bCs/>
        </w:rPr>
        <w:t xml:space="preserve">” </w:t>
      </w:r>
      <w:r w:rsidRPr="003F035F">
        <w:rPr>
          <w:rFonts w:ascii="Arial" w:hAnsi="Arial" w:cs="Arial"/>
        </w:rPr>
        <w:t>prowadzonego przez Wojewódzki Szpital Zespolony w Elblągu</w:t>
      </w:r>
      <w:r w:rsidRPr="003F035F">
        <w:rPr>
          <w:rFonts w:ascii="Arial" w:hAnsi="Arial" w:cs="Arial"/>
          <w:i/>
          <w:iCs/>
        </w:rPr>
        <w:t xml:space="preserve"> </w:t>
      </w:r>
      <w:r w:rsidRPr="003F035F">
        <w:rPr>
          <w:rFonts w:ascii="Arial" w:hAnsi="Arial" w:cs="Arial"/>
        </w:rPr>
        <w:t>oświadczam, co następuje:</w:t>
      </w:r>
    </w:p>
    <w:p w:rsidR="00821E3B" w:rsidRPr="00CC6896" w:rsidRDefault="00821E3B" w:rsidP="004C43B8">
      <w:pPr>
        <w:spacing w:after="0" w:line="360" w:lineRule="auto"/>
        <w:jc w:val="both"/>
        <w:rPr>
          <w:rFonts w:ascii="Arial" w:hAnsi="Arial" w:cs="Arial"/>
        </w:rPr>
      </w:pPr>
    </w:p>
    <w:p w:rsidR="00821E3B" w:rsidRPr="001448FB" w:rsidRDefault="00821E3B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821E3B" w:rsidRDefault="00821E3B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821E3B" w:rsidRDefault="00821E3B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821E3B" w:rsidRPr="0087311B" w:rsidRDefault="00821E3B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821E3B" w:rsidRPr="003E1710" w:rsidRDefault="00821E3B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821E3B" w:rsidRPr="003E1710" w:rsidRDefault="00821E3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21E3B" w:rsidRPr="003E1710" w:rsidRDefault="00821E3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3E1710" w:rsidRDefault="00821E3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21E3B" w:rsidRPr="009D288C" w:rsidRDefault="00821E3B" w:rsidP="009D288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21E3B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1E3B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1E3B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1E3B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1E3B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1E3B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821E3B" w:rsidRPr="00A56074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21E3B" w:rsidRPr="000F2452" w:rsidRDefault="00821E3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0F2452" w:rsidRDefault="00821E3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821E3B" w:rsidRPr="000F2452" w:rsidRDefault="00821E3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0F2452" w:rsidRDefault="00821E3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21E3B" w:rsidRPr="000F2452" w:rsidRDefault="00821E3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821E3B" w:rsidRPr="009375EB" w:rsidRDefault="00821E3B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21E3B" w:rsidRPr="003C58F8" w:rsidRDefault="00821E3B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821E3B" w:rsidRPr="009375EB" w:rsidRDefault="00821E3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21E3B" w:rsidRPr="00F54680" w:rsidRDefault="00821E3B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821E3B" w:rsidRPr="005A73FB" w:rsidRDefault="00821E3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5A73FB" w:rsidRDefault="00821E3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821E3B" w:rsidRPr="005A73FB" w:rsidRDefault="00821E3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5A73FB" w:rsidRDefault="00821E3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21E3B" w:rsidRPr="008560CF" w:rsidRDefault="00821E3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821E3B" w:rsidRDefault="00821E3B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21E3B" w:rsidRPr="009375EB" w:rsidRDefault="00821E3B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21E3B" w:rsidRPr="001D3A19" w:rsidRDefault="00821E3B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821E3B" w:rsidRPr="009375EB" w:rsidRDefault="00821E3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21E3B" w:rsidRPr="00193E01" w:rsidRDefault="00821E3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21E3B" w:rsidRDefault="00821E3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1F4C82" w:rsidRDefault="00821E3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1F4C82" w:rsidRDefault="00821E3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821E3B" w:rsidRPr="001F4C82" w:rsidRDefault="00821E3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1E3B" w:rsidRPr="001F4C82" w:rsidRDefault="00821E3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21E3B" w:rsidRPr="00C00C2E" w:rsidRDefault="00821E3B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821E3B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E3B" w:rsidRDefault="00821E3B" w:rsidP="0038231F">
      <w:pPr>
        <w:spacing w:after="0" w:line="240" w:lineRule="auto"/>
      </w:pPr>
      <w:r>
        <w:separator/>
      </w:r>
    </w:p>
  </w:endnote>
  <w:endnote w:type="continuationSeparator" w:id="1">
    <w:p w:rsidR="00821E3B" w:rsidRDefault="00821E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E3B" w:rsidRDefault="00821E3B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21E3B" w:rsidRPr="00095436" w:rsidRDefault="00821E3B" w:rsidP="00095436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2/2020</w:t>
    </w:r>
    <w:r w:rsidRPr="00146D90">
      <w:rPr>
        <w:sz w:val="20"/>
        <w:szCs w:val="20"/>
      </w:rPr>
      <w:t xml:space="preserve"> WSzZ Elbląg – dostawa jednorazowych końcówek do noża harmonicznego dla potrzeb Bloku Operacyjnego Wojewódzkiego Szpitala Zespolonego w Elblągu w okresie 24 miesięcy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E3B" w:rsidRDefault="00821E3B" w:rsidP="0038231F">
      <w:pPr>
        <w:spacing w:after="0" w:line="240" w:lineRule="auto"/>
      </w:pPr>
      <w:r>
        <w:separator/>
      </w:r>
    </w:p>
  </w:footnote>
  <w:footnote w:type="continuationSeparator" w:id="1">
    <w:p w:rsidR="00821E3B" w:rsidRDefault="00821E3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0927"/>
    <w:rsid w:val="0007699B"/>
    <w:rsid w:val="00076D7C"/>
    <w:rsid w:val="000809B6"/>
    <w:rsid w:val="000817F4"/>
    <w:rsid w:val="00095436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46D90"/>
    <w:rsid w:val="00164B3E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6838"/>
    <w:rsid w:val="004745D0"/>
    <w:rsid w:val="004761C6"/>
    <w:rsid w:val="0048274B"/>
    <w:rsid w:val="00484F88"/>
    <w:rsid w:val="00485785"/>
    <w:rsid w:val="004B00A9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A2A9F"/>
    <w:rsid w:val="005A73FB"/>
    <w:rsid w:val="005D6181"/>
    <w:rsid w:val="005E176A"/>
    <w:rsid w:val="0061254F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3E41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AD5"/>
    <w:rsid w:val="007E2F69"/>
    <w:rsid w:val="00804F07"/>
    <w:rsid w:val="008053BE"/>
    <w:rsid w:val="00821E3B"/>
    <w:rsid w:val="00830AB1"/>
    <w:rsid w:val="008560CF"/>
    <w:rsid w:val="0087311B"/>
    <w:rsid w:val="00874044"/>
    <w:rsid w:val="00875011"/>
    <w:rsid w:val="00887053"/>
    <w:rsid w:val="00887C74"/>
    <w:rsid w:val="008909DB"/>
    <w:rsid w:val="00891E99"/>
    <w:rsid w:val="00892E48"/>
    <w:rsid w:val="008A5BE7"/>
    <w:rsid w:val="008C01C8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288C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1B9D"/>
    <w:rsid w:val="00A776FE"/>
    <w:rsid w:val="00A81923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E7A33"/>
    <w:rsid w:val="00CF4A74"/>
    <w:rsid w:val="00CF5D08"/>
    <w:rsid w:val="00D07CBC"/>
    <w:rsid w:val="00D2726C"/>
    <w:rsid w:val="00D34D9A"/>
    <w:rsid w:val="00D409DE"/>
    <w:rsid w:val="00D42C9B"/>
    <w:rsid w:val="00D47D38"/>
    <w:rsid w:val="00D5237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DF037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095436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400</Words>
  <Characters>2405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11</cp:revision>
  <cp:lastPrinted>2016-07-26T08:32:00Z</cp:lastPrinted>
  <dcterms:created xsi:type="dcterms:W3CDTF">2019-08-21T12:48:00Z</dcterms:created>
  <dcterms:modified xsi:type="dcterms:W3CDTF">2020-01-09T10:50:00Z</dcterms:modified>
</cp:coreProperties>
</file>