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902" w:rsidRDefault="00F84902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2 do SIWZ       </w:t>
      </w:r>
    </w:p>
    <w:p w:rsidR="00F84902" w:rsidRPr="00D52378" w:rsidRDefault="00F84902" w:rsidP="00164B3E">
      <w:pPr>
        <w:spacing w:after="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</w:t>
      </w:r>
      <w:r>
        <w:rPr>
          <w:rFonts w:ascii="Arial" w:hAnsi="Arial" w:cs="Arial"/>
          <w:b/>
          <w:bCs/>
          <w:sz w:val="20"/>
          <w:szCs w:val="20"/>
        </w:rPr>
        <w:tab/>
        <w:t xml:space="preserve">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</w:t>
      </w:r>
    </w:p>
    <w:p w:rsidR="00F84902" w:rsidRDefault="00F84902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F84902" w:rsidRDefault="00F84902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Królewiecka 146</w:t>
      </w:r>
    </w:p>
    <w:p w:rsidR="00F84902" w:rsidRPr="00736657" w:rsidRDefault="00F84902" w:rsidP="00736657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F84902" w:rsidRPr="00A058AD" w:rsidRDefault="00F84902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F84902" w:rsidRPr="00A058AD" w:rsidRDefault="00F8490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F84902" w:rsidRPr="00A058AD" w:rsidRDefault="00F84902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F84902" w:rsidRPr="003D272A" w:rsidRDefault="00F84902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F84902" w:rsidRPr="00A058AD" w:rsidRDefault="00F8490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F84902" w:rsidRPr="00A058AD" w:rsidRDefault="00F84902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F84902" w:rsidRPr="009375EB" w:rsidRDefault="00F84902" w:rsidP="00C4103F">
      <w:pPr>
        <w:rPr>
          <w:rFonts w:ascii="Arial" w:hAnsi="Arial" w:cs="Arial"/>
        </w:rPr>
      </w:pPr>
    </w:p>
    <w:p w:rsidR="00F84902" w:rsidRPr="00EA74CD" w:rsidRDefault="00F84902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F84902" w:rsidRPr="005319CA" w:rsidRDefault="00F84902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F84902" w:rsidRPr="005319CA" w:rsidRDefault="00F84902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F84902" w:rsidRPr="00BF1F3F" w:rsidRDefault="00F84902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F84902" w:rsidRPr="001448FB" w:rsidRDefault="00F84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84902" w:rsidRPr="003F035F" w:rsidRDefault="00F84902" w:rsidP="00FF60E3">
      <w:pPr>
        <w:ind w:right="360"/>
        <w:jc w:val="both"/>
        <w:rPr>
          <w:rFonts w:ascii="Arial" w:hAnsi="Arial" w:cs="Arial"/>
        </w:rPr>
      </w:pPr>
      <w:r w:rsidRPr="003F035F">
        <w:rPr>
          <w:rFonts w:ascii="Arial" w:hAnsi="Arial" w:cs="Arial"/>
        </w:rPr>
        <w:t xml:space="preserve">Na potrzeby postępowania o udzielenie zamówienia publicznego pn. </w:t>
      </w:r>
      <w:r w:rsidRPr="00FF6247">
        <w:rPr>
          <w:rFonts w:ascii="Arial" w:hAnsi="Arial" w:cs="Arial"/>
          <w:b/>
          <w:bCs/>
        </w:rPr>
        <w:t>„</w:t>
      </w:r>
      <w:r w:rsidRPr="00070927">
        <w:rPr>
          <w:rFonts w:ascii="Arial" w:hAnsi="Arial" w:cs="Arial"/>
          <w:b/>
          <w:bCs/>
        </w:rPr>
        <w:t xml:space="preserve">dostawa </w:t>
      </w:r>
      <w:r w:rsidRPr="005E265C">
        <w:rPr>
          <w:rFonts w:ascii="Arial" w:hAnsi="Arial" w:cs="Arial"/>
          <w:b/>
          <w:bCs/>
        </w:rPr>
        <w:t>środków dezynfekujących i myjących dedykowanych do użytkowanych myjni/dezynfektorów Olympus ETD-3 dla potrzeb Pracowni Endoskopii Gastroenterologicznej WSZ w Elblągu</w:t>
      </w:r>
      <w:r w:rsidRPr="00FF6247">
        <w:rPr>
          <w:rFonts w:ascii="Arial" w:hAnsi="Arial" w:cs="Arial"/>
          <w:b/>
          <w:bCs/>
        </w:rPr>
        <w:t xml:space="preserve"> – znak sprawy </w:t>
      </w:r>
      <w:r>
        <w:rPr>
          <w:rFonts w:ascii="Arial" w:hAnsi="Arial" w:cs="Arial"/>
          <w:b/>
          <w:bCs/>
        </w:rPr>
        <w:t>1</w:t>
      </w:r>
      <w:r w:rsidRPr="00CE7A33">
        <w:rPr>
          <w:rFonts w:ascii="Arial" w:hAnsi="Arial" w:cs="Arial"/>
          <w:b/>
          <w:bCs/>
        </w:rPr>
        <w:t>2/2020</w:t>
      </w:r>
      <w:r w:rsidRPr="00FF6247">
        <w:rPr>
          <w:rFonts w:ascii="Arial" w:hAnsi="Arial" w:cs="Arial"/>
          <w:b/>
          <w:bCs/>
        </w:rPr>
        <w:t xml:space="preserve">” </w:t>
      </w:r>
      <w:r w:rsidRPr="003F035F">
        <w:rPr>
          <w:rFonts w:ascii="Arial" w:hAnsi="Arial" w:cs="Arial"/>
        </w:rPr>
        <w:t>prowadzonego przez Wojewódzki Szpital Zespolony w Elblągu</w:t>
      </w:r>
      <w:r w:rsidRPr="003F035F">
        <w:rPr>
          <w:rFonts w:ascii="Arial" w:hAnsi="Arial" w:cs="Arial"/>
          <w:i/>
          <w:iCs/>
        </w:rPr>
        <w:t xml:space="preserve"> </w:t>
      </w:r>
      <w:r w:rsidRPr="003F035F">
        <w:rPr>
          <w:rFonts w:ascii="Arial" w:hAnsi="Arial" w:cs="Arial"/>
        </w:rPr>
        <w:t>oświadczam, co następuje:</w:t>
      </w:r>
    </w:p>
    <w:p w:rsidR="00F84902" w:rsidRPr="00CC6896" w:rsidRDefault="00F84902" w:rsidP="004C43B8">
      <w:pPr>
        <w:spacing w:after="0" w:line="360" w:lineRule="auto"/>
        <w:jc w:val="both"/>
        <w:rPr>
          <w:rFonts w:ascii="Arial" w:hAnsi="Arial" w:cs="Arial"/>
        </w:rPr>
      </w:pPr>
    </w:p>
    <w:p w:rsidR="00F84902" w:rsidRPr="001448FB" w:rsidRDefault="00F84902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F84902" w:rsidRDefault="00F84902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F84902" w:rsidRDefault="00F84902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F84902" w:rsidRPr="0087311B" w:rsidRDefault="00F84902" w:rsidP="00EE772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 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F84902" w:rsidRPr="003E1710" w:rsidRDefault="00F84902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F84902" w:rsidRPr="003E1710" w:rsidRDefault="00F8490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84902" w:rsidRPr="003E1710" w:rsidRDefault="00F8490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4902" w:rsidRPr="003E1710" w:rsidRDefault="00F8490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4902" w:rsidRPr="009D288C" w:rsidRDefault="00F84902" w:rsidP="009D288C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F84902" w:rsidRDefault="00F84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84902" w:rsidRDefault="00F84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84902" w:rsidRDefault="00F84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84902" w:rsidRDefault="00F84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84902" w:rsidRDefault="00F84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84902" w:rsidRDefault="00F84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F84902" w:rsidRPr="00A56074" w:rsidRDefault="00F84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84902" w:rsidRPr="000F2452" w:rsidRDefault="00F84902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4902" w:rsidRPr="000F2452" w:rsidRDefault="00F84902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F84902" w:rsidRPr="000F2452" w:rsidRDefault="00F84902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4902" w:rsidRPr="000F2452" w:rsidRDefault="00F84902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4902" w:rsidRPr="000F2452" w:rsidRDefault="00F84902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F84902" w:rsidRPr="009375EB" w:rsidRDefault="00F84902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F84902" w:rsidRPr="003C58F8" w:rsidRDefault="00F84902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F84902" w:rsidRPr="009375EB" w:rsidRDefault="00F84902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F84902" w:rsidRPr="00F54680" w:rsidRDefault="00F84902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F84902" w:rsidRPr="005A73FB" w:rsidRDefault="00F84902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4902" w:rsidRPr="005A73FB" w:rsidRDefault="00F84902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F84902" w:rsidRPr="005A73FB" w:rsidRDefault="00F84902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4902" w:rsidRPr="005A73FB" w:rsidRDefault="00F84902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4902" w:rsidRPr="008560CF" w:rsidRDefault="00F84902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F84902" w:rsidRDefault="00F84902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F84902" w:rsidRPr="009375EB" w:rsidRDefault="00F84902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F84902" w:rsidRPr="001D3A19" w:rsidRDefault="00F84902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F84902" w:rsidRPr="009375EB" w:rsidRDefault="00F84902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F84902" w:rsidRPr="00193E01" w:rsidRDefault="00F84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F84902" w:rsidRDefault="00F8490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4902" w:rsidRPr="001F4C82" w:rsidRDefault="00F8490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4902" w:rsidRPr="001F4C82" w:rsidRDefault="00F84902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F84902" w:rsidRPr="001F4C82" w:rsidRDefault="00F84902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4902" w:rsidRPr="001F4C82" w:rsidRDefault="00F84902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4902" w:rsidRPr="00C00C2E" w:rsidRDefault="00F84902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F84902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4902" w:rsidRDefault="00F84902" w:rsidP="0038231F">
      <w:pPr>
        <w:spacing w:after="0" w:line="240" w:lineRule="auto"/>
      </w:pPr>
      <w:r>
        <w:separator/>
      </w:r>
    </w:p>
  </w:endnote>
  <w:endnote w:type="continuationSeparator" w:id="1">
    <w:p w:rsidR="00F84902" w:rsidRDefault="00F849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902" w:rsidRDefault="00F84902" w:rsidP="003D1349">
    <w:pPr>
      <w:pStyle w:val="Footer"/>
      <w:framePr w:wrap="auto" w:vAnchor="text" w:hAnchor="page" w:x="10778" w:y="-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84902" w:rsidRPr="00E115F4" w:rsidRDefault="00F84902" w:rsidP="004C21DA">
    <w:pPr>
      <w:pStyle w:val="Footer"/>
      <w:ind w:right="360"/>
      <w:jc w:val="center"/>
      <w:rPr>
        <w:sz w:val="16"/>
        <w:szCs w:val="16"/>
      </w:rPr>
    </w:pPr>
    <w:r>
      <w:rPr>
        <w:sz w:val="16"/>
        <w:szCs w:val="16"/>
      </w:rPr>
      <w:t>12/2020  SIWZ WS</w:t>
    </w:r>
    <w:r w:rsidRPr="007E3ED0">
      <w:rPr>
        <w:sz w:val="16"/>
        <w:szCs w:val="16"/>
      </w:rPr>
      <w:t xml:space="preserve">Z Elbląg – dostawa </w:t>
    </w:r>
    <w:r>
      <w:rPr>
        <w:sz w:val="16"/>
        <w:szCs w:val="16"/>
      </w:rPr>
      <w:t>preparatów chemicznych do myjni/dezynfektorów Olympus ETD-3</w:t>
    </w:r>
  </w:p>
  <w:p w:rsidR="00F84902" w:rsidRPr="00095436" w:rsidRDefault="00F84902" w:rsidP="004C21DA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4902" w:rsidRDefault="00F84902" w:rsidP="0038231F">
      <w:pPr>
        <w:spacing w:after="0" w:line="240" w:lineRule="auto"/>
      </w:pPr>
      <w:r>
        <w:separator/>
      </w:r>
    </w:p>
  </w:footnote>
  <w:footnote w:type="continuationSeparator" w:id="1">
    <w:p w:rsidR="00F84902" w:rsidRDefault="00F8490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4E55"/>
    <w:rsid w:val="000319B7"/>
    <w:rsid w:val="00031EBB"/>
    <w:rsid w:val="00036BFE"/>
    <w:rsid w:val="000613EB"/>
    <w:rsid w:val="00070927"/>
    <w:rsid w:val="0007699B"/>
    <w:rsid w:val="00076D7C"/>
    <w:rsid w:val="000809B6"/>
    <w:rsid w:val="000817F4"/>
    <w:rsid w:val="00095436"/>
    <w:rsid w:val="000A103C"/>
    <w:rsid w:val="000B1025"/>
    <w:rsid w:val="000B1F47"/>
    <w:rsid w:val="000C021E"/>
    <w:rsid w:val="000D03AF"/>
    <w:rsid w:val="000D10D2"/>
    <w:rsid w:val="000D73C4"/>
    <w:rsid w:val="000E0880"/>
    <w:rsid w:val="000E4D37"/>
    <w:rsid w:val="000F1229"/>
    <w:rsid w:val="000F2452"/>
    <w:rsid w:val="000F2C80"/>
    <w:rsid w:val="000F3B4D"/>
    <w:rsid w:val="000F4C8A"/>
    <w:rsid w:val="00101F91"/>
    <w:rsid w:val="0010384A"/>
    <w:rsid w:val="001038CB"/>
    <w:rsid w:val="00103B61"/>
    <w:rsid w:val="0011121A"/>
    <w:rsid w:val="001448FB"/>
    <w:rsid w:val="00146D90"/>
    <w:rsid w:val="00164B3E"/>
    <w:rsid w:val="001670F2"/>
    <w:rsid w:val="001744A1"/>
    <w:rsid w:val="001807BF"/>
    <w:rsid w:val="0018682F"/>
    <w:rsid w:val="00190D6E"/>
    <w:rsid w:val="00193E01"/>
    <w:rsid w:val="001957C5"/>
    <w:rsid w:val="001C6945"/>
    <w:rsid w:val="001C6A89"/>
    <w:rsid w:val="001D3A19"/>
    <w:rsid w:val="001D4C90"/>
    <w:rsid w:val="001F4C82"/>
    <w:rsid w:val="0021123F"/>
    <w:rsid w:val="002167D3"/>
    <w:rsid w:val="0024732C"/>
    <w:rsid w:val="0025263C"/>
    <w:rsid w:val="0025358A"/>
    <w:rsid w:val="00255142"/>
    <w:rsid w:val="00267089"/>
    <w:rsid w:val="00273187"/>
    <w:rsid w:val="0027560C"/>
    <w:rsid w:val="00277739"/>
    <w:rsid w:val="00283792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236D"/>
    <w:rsid w:val="00325483"/>
    <w:rsid w:val="0033307F"/>
    <w:rsid w:val="003416FE"/>
    <w:rsid w:val="0034230E"/>
    <w:rsid w:val="0036178B"/>
    <w:rsid w:val="003617C8"/>
    <w:rsid w:val="003636E7"/>
    <w:rsid w:val="003761EA"/>
    <w:rsid w:val="0038231F"/>
    <w:rsid w:val="00392EC7"/>
    <w:rsid w:val="003A0827"/>
    <w:rsid w:val="003B214C"/>
    <w:rsid w:val="003B295A"/>
    <w:rsid w:val="003B482B"/>
    <w:rsid w:val="003B690E"/>
    <w:rsid w:val="003C3B64"/>
    <w:rsid w:val="003C4E34"/>
    <w:rsid w:val="003C5303"/>
    <w:rsid w:val="003C58F8"/>
    <w:rsid w:val="003D1349"/>
    <w:rsid w:val="003D272A"/>
    <w:rsid w:val="003D4276"/>
    <w:rsid w:val="003D617F"/>
    <w:rsid w:val="003D7458"/>
    <w:rsid w:val="003E1710"/>
    <w:rsid w:val="003F024C"/>
    <w:rsid w:val="003F035F"/>
    <w:rsid w:val="00421352"/>
    <w:rsid w:val="00425D88"/>
    <w:rsid w:val="00434CC2"/>
    <w:rsid w:val="00456C07"/>
    <w:rsid w:val="00465FE2"/>
    <w:rsid w:val="00466838"/>
    <w:rsid w:val="004745D0"/>
    <w:rsid w:val="004761C6"/>
    <w:rsid w:val="0048274B"/>
    <w:rsid w:val="00484F88"/>
    <w:rsid w:val="00485785"/>
    <w:rsid w:val="004B00A9"/>
    <w:rsid w:val="004C21DA"/>
    <w:rsid w:val="004C43B8"/>
    <w:rsid w:val="004D5E40"/>
    <w:rsid w:val="004E7E88"/>
    <w:rsid w:val="004F09A3"/>
    <w:rsid w:val="004F0D91"/>
    <w:rsid w:val="004F23F7"/>
    <w:rsid w:val="004F3005"/>
    <w:rsid w:val="004F59A4"/>
    <w:rsid w:val="00500358"/>
    <w:rsid w:val="005031A7"/>
    <w:rsid w:val="00520174"/>
    <w:rsid w:val="005203CF"/>
    <w:rsid w:val="00520592"/>
    <w:rsid w:val="00525621"/>
    <w:rsid w:val="0053130C"/>
    <w:rsid w:val="005319CA"/>
    <w:rsid w:val="005319D6"/>
    <w:rsid w:val="005641F0"/>
    <w:rsid w:val="00566FDA"/>
    <w:rsid w:val="005A2A9F"/>
    <w:rsid w:val="005A73FB"/>
    <w:rsid w:val="005D6181"/>
    <w:rsid w:val="005E176A"/>
    <w:rsid w:val="005E265C"/>
    <w:rsid w:val="0061254F"/>
    <w:rsid w:val="006230A9"/>
    <w:rsid w:val="00634BCF"/>
    <w:rsid w:val="006440B0"/>
    <w:rsid w:val="00644C81"/>
    <w:rsid w:val="0064500B"/>
    <w:rsid w:val="00660DDF"/>
    <w:rsid w:val="0066671E"/>
    <w:rsid w:val="006755C1"/>
    <w:rsid w:val="00677C66"/>
    <w:rsid w:val="00687919"/>
    <w:rsid w:val="00692DF3"/>
    <w:rsid w:val="006A1E10"/>
    <w:rsid w:val="006A52B6"/>
    <w:rsid w:val="006E16A6"/>
    <w:rsid w:val="006F3D32"/>
    <w:rsid w:val="007118F0"/>
    <w:rsid w:val="00717669"/>
    <w:rsid w:val="00724C41"/>
    <w:rsid w:val="00736657"/>
    <w:rsid w:val="00746532"/>
    <w:rsid w:val="007528C2"/>
    <w:rsid w:val="00753E41"/>
    <w:rsid w:val="007557DA"/>
    <w:rsid w:val="00765DFF"/>
    <w:rsid w:val="00771B8D"/>
    <w:rsid w:val="0077417F"/>
    <w:rsid w:val="007840F2"/>
    <w:rsid w:val="007936D6"/>
    <w:rsid w:val="007946DC"/>
    <w:rsid w:val="00795E45"/>
    <w:rsid w:val="0079713A"/>
    <w:rsid w:val="007D542A"/>
    <w:rsid w:val="007E25BD"/>
    <w:rsid w:val="007E2AD5"/>
    <w:rsid w:val="007E2F69"/>
    <w:rsid w:val="007E3ED0"/>
    <w:rsid w:val="00804F07"/>
    <w:rsid w:val="008053BE"/>
    <w:rsid w:val="00821E3B"/>
    <w:rsid w:val="00830AB1"/>
    <w:rsid w:val="008560CF"/>
    <w:rsid w:val="0087311B"/>
    <w:rsid w:val="00874044"/>
    <w:rsid w:val="00875011"/>
    <w:rsid w:val="00887053"/>
    <w:rsid w:val="00887C74"/>
    <w:rsid w:val="008909DB"/>
    <w:rsid w:val="00891E99"/>
    <w:rsid w:val="00892E48"/>
    <w:rsid w:val="008A5BE7"/>
    <w:rsid w:val="008C01C8"/>
    <w:rsid w:val="008C6DF8"/>
    <w:rsid w:val="008C745C"/>
    <w:rsid w:val="008D0487"/>
    <w:rsid w:val="008E3274"/>
    <w:rsid w:val="008F3818"/>
    <w:rsid w:val="008F390B"/>
    <w:rsid w:val="0091215B"/>
    <w:rsid w:val="009129F3"/>
    <w:rsid w:val="00920F98"/>
    <w:rsid w:val="009217F5"/>
    <w:rsid w:val="009301A2"/>
    <w:rsid w:val="0093479B"/>
    <w:rsid w:val="009375EB"/>
    <w:rsid w:val="0094581A"/>
    <w:rsid w:val="009469C7"/>
    <w:rsid w:val="009516A0"/>
    <w:rsid w:val="00956C26"/>
    <w:rsid w:val="00975C49"/>
    <w:rsid w:val="00991215"/>
    <w:rsid w:val="00991561"/>
    <w:rsid w:val="009A397D"/>
    <w:rsid w:val="009C0C6C"/>
    <w:rsid w:val="009C6DDE"/>
    <w:rsid w:val="009D288C"/>
    <w:rsid w:val="009D314C"/>
    <w:rsid w:val="00A058AD"/>
    <w:rsid w:val="00A0658E"/>
    <w:rsid w:val="00A1401D"/>
    <w:rsid w:val="00A1471A"/>
    <w:rsid w:val="00A1685D"/>
    <w:rsid w:val="00A25617"/>
    <w:rsid w:val="00A3431A"/>
    <w:rsid w:val="00A347DE"/>
    <w:rsid w:val="00A36E95"/>
    <w:rsid w:val="00A56074"/>
    <w:rsid w:val="00A56607"/>
    <w:rsid w:val="00A62798"/>
    <w:rsid w:val="00A71B9D"/>
    <w:rsid w:val="00A776FE"/>
    <w:rsid w:val="00A81923"/>
    <w:rsid w:val="00A87FF4"/>
    <w:rsid w:val="00A9010F"/>
    <w:rsid w:val="00AA143D"/>
    <w:rsid w:val="00AB39E6"/>
    <w:rsid w:val="00AB5E32"/>
    <w:rsid w:val="00AB71A8"/>
    <w:rsid w:val="00AD5B8E"/>
    <w:rsid w:val="00AE6FF2"/>
    <w:rsid w:val="00AF33BF"/>
    <w:rsid w:val="00AF69CC"/>
    <w:rsid w:val="00B01B85"/>
    <w:rsid w:val="00B119F4"/>
    <w:rsid w:val="00B15219"/>
    <w:rsid w:val="00B154B4"/>
    <w:rsid w:val="00B22BBE"/>
    <w:rsid w:val="00B31AFF"/>
    <w:rsid w:val="00B35FDB"/>
    <w:rsid w:val="00B37134"/>
    <w:rsid w:val="00B40FC8"/>
    <w:rsid w:val="00B46A72"/>
    <w:rsid w:val="00B53000"/>
    <w:rsid w:val="00B57558"/>
    <w:rsid w:val="00B71AD6"/>
    <w:rsid w:val="00BD06C3"/>
    <w:rsid w:val="00BF1F3F"/>
    <w:rsid w:val="00BF4CDE"/>
    <w:rsid w:val="00C00193"/>
    <w:rsid w:val="00C00C2E"/>
    <w:rsid w:val="00C06723"/>
    <w:rsid w:val="00C22538"/>
    <w:rsid w:val="00C249D4"/>
    <w:rsid w:val="00C301C0"/>
    <w:rsid w:val="00C4103F"/>
    <w:rsid w:val="00C430C9"/>
    <w:rsid w:val="00C456FB"/>
    <w:rsid w:val="00C574BC"/>
    <w:rsid w:val="00C57DEB"/>
    <w:rsid w:val="00C61076"/>
    <w:rsid w:val="00C75633"/>
    <w:rsid w:val="00CA197B"/>
    <w:rsid w:val="00CA5F28"/>
    <w:rsid w:val="00CB25CD"/>
    <w:rsid w:val="00CC6896"/>
    <w:rsid w:val="00CD4266"/>
    <w:rsid w:val="00CE6400"/>
    <w:rsid w:val="00CE7A33"/>
    <w:rsid w:val="00CF4A74"/>
    <w:rsid w:val="00CF5D08"/>
    <w:rsid w:val="00D07CBC"/>
    <w:rsid w:val="00D2726C"/>
    <w:rsid w:val="00D34D9A"/>
    <w:rsid w:val="00D409DE"/>
    <w:rsid w:val="00D42C9B"/>
    <w:rsid w:val="00D47D38"/>
    <w:rsid w:val="00D52378"/>
    <w:rsid w:val="00D56DF5"/>
    <w:rsid w:val="00D7532C"/>
    <w:rsid w:val="00D90FD7"/>
    <w:rsid w:val="00DB76F0"/>
    <w:rsid w:val="00DC324D"/>
    <w:rsid w:val="00DC3F44"/>
    <w:rsid w:val="00DD146A"/>
    <w:rsid w:val="00DD3E9D"/>
    <w:rsid w:val="00DE73EE"/>
    <w:rsid w:val="00DF037E"/>
    <w:rsid w:val="00E045AC"/>
    <w:rsid w:val="00E115F4"/>
    <w:rsid w:val="00E14552"/>
    <w:rsid w:val="00E15D59"/>
    <w:rsid w:val="00E21164"/>
    <w:rsid w:val="00E21B42"/>
    <w:rsid w:val="00E260B9"/>
    <w:rsid w:val="00E30517"/>
    <w:rsid w:val="00E31EA2"/>
    <w:rsid w:val="00E42CC3"/>
    <w:rsid w:val="00E55512"/>
    <w:rsid w:val="00E86762"/>
    <w:rsid w:val="00E86A2B"/>
    <w:rsid w:val="00EA74CD"/>
    <w:rsid w:val="00EB3286"/>
    <w:rsid w:val="00EB3BC2"/>
    <w:rsid w:val="00EC41D8"/>
    <w:rsid w:val="00ED4B07"/>
    <w:rsid w:val="00ED62CD"/>
    <w:rsid w:val="00EE4535"/>
    <w:rsid w:val="00EE7725"/>
    <w:rsid w:val="00EF14BC"/>
    <w:rsid w:val="00EF409D"/>
    <w:rsid w:val="00EF741B"/>
    <w:rsid w:val="00EF74CA"/>
    <w:rsid w:val="00F014B6"/>
    <w:rsid w:val="00F053EC"/>
    <w:rsid w:val="00F141B9"/>
    <w:rsid w:val="00F2074D"/>
    <w:rsid w:val="00F269C2"/>
    <w:rsid w:val="00F33AC3"/>
    <w:rsid w:val="00F365F2"/>
    <w:rsid w:val="00F54680"/>
    <w:rsid w:val="00F62374"/>
    <w:rsid w:val="00F63A28"/>
    <w:rsid w:val="00F74CAC"/>
    <w:rsid w:val="00F84902"/>
    <w:rsid w:val="00FB7965"/>
    <w:rsid w:val="00FC0667"/>
    <w:rsid w:val="00FD2F2B"/>
    <w:rsid w:val="00FE7798"/>
    <w:rsid w:val="00FF60E3"/>
    <w:rsid w:val="00FF6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link w:val="ZnakZnakZnak1Znak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,Znak14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3B482B"/>
  </w:style>
  <w:style w:type="paragraph" w:customStyle="1" w:styleId="ZnakZnakZnak1ZnakZnakZnakZnak1">
    <w:name w:val="Znak Znak Znak1 Znak Znak Znak Znak1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character" w:customStyle="1" w:styleId="ZnakZnak5">
    <w:name w:val="Znak Znak5"/>
    <w:basedOn w:val="DefaultParagraphFont"/>
    <w:uiPriority w:val="99"/>
    <w:semiHidden/>
    <w:rsid w:val="0021123F"/>
    <w:rPr>
      <w:sz w:val="24"/>
      <w:szCs w:val="24"/>
      <w:lang w:eastAsia="ar-SA" w:bidi="ar-SA"/>
    </w:rPr>
  </w:style>
  <w:style w:type="paragraph" w:customStyle="1" w:styleId="ZnakZnakZnakZnak">
    <w:name w:val="Znak Znak Znak Znak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7528C2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"/>
    <w:uiPriority w:val="99"/>
    <w:rsid w:val="007946DC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FF60E3"/>
    <w:pPr>
      <w:spacing w:after="0" w:line="240" w:lineRule="auto"/>
    </w:pPr>
    <w:rPr>
      <w:sz w:val="24"/>
      <w:szCs w:val="24"/>
      <w:lang w:eastAsia="pl-PL"/>
    </w:rPr>
  </w:style>
  <w:style w:type="character" w:customStyle="1" w:styleId="Znak14ZnakZnakZnak">
    <w:name w:val="Znak14 Znak Znak Znak"/>
    <w:uiPriority w:val="99"/>
    <w:rsid w:val="00891E99"/>
    <w:rPr>
      <w:sz w:val="24"/>
      <w:szCs w:val="24"/>
      <w:lang w:val="pl-PL" w:eastAsia="pl-PL"/>
    </w:rPr>
  </w:style>
  <w:style w:type="paragraph" w:customStyle="1" w:styleId="ZnakZnakZnak1ZnakZnakZnakZnakZnakZnakZnakZnakZnakZnak1">
    <w:name w:val="Znak Znak Znak1 Znak Znak Znak Znak Znak Znak Znak Znak Znak Znak1"/>
    <w:basedOn w:val="Normal"/>
    <w:uiPriority w:val="99"/>
    <w:rsid w:val="003F035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2">
    <w:name w:val="Znak Znak Znak1 Znak Znak Znak Znak2"/>
    <w:basedOn w:val="Normal"/>
    <w:uiPriority w:val="99"/>
    <w:rsid w:val="00095436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">
    <w:name w:val="Znak Znak Znak1 Znak"/>
    <w:basedOn w:val="Normal"/>
    <w:link w:val="DefaultParagraphFont"/>
    <w:uiPriority w:val="99"/>
    <w:rsid w:val="004C21DA"/>
    <w:pPr>
      <w:spacing w:after="0" w:line="240" w:lineRule="auto"/>
    </w:pPr>
    <w:rPr>
      <w:sz w:val="24"/>
      <w:szCs w:val="24"/>
      <w:lang w:eastAsia="pl-PL"/>
    </w:rPr>
  </w:style>
  <w:style w:type="character" w:customStyle="1" w:styleId="Znak14ZnakZnakZnak1">
    <w:name w:val="Znak14 Znak Znak Znak1"/>
    <w:uiPriority w:val="99"/>
    <w:rsid w:val="004C21DA"/>
    <w:rPr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649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9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2</Pages>
  <Words>411</Words>
  <Characters>2471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jboronski</cp:lastModifiedBy>
  <cp:revision>14</cp:revision>
  <cp:lastPrinted>2016-07-26T08:32:00Z</cp:lastPrinted>
  <dcterms:created xsi:type="dcterms:W3CDTF">2019-08-21T12:48:00Z</dcterms:created>
  <dcterms:modified xsi:type="dcterms:W3CDTF">2020-03-05T13:21:00Z</dcterms:modified>
</cp:coreProperties>
</file>