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B5A" w:rsidRDefault="00517B5A" w:rsidP="00AB1A34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Załącznik Nr 5 do SIWZ</w:t>
      </w:r>
    </w:p>
    <w:p w:rsidR="00517B5A" w:rsidRPr="00A22DCF" w:rsidRDefault="00517B5A" w:rsidP="00AB1A34">
      <w:pPr>
        <w:spacing w:after="0" w:line="480" w:lineRule="auto"/>
        <w:ind w:left="5246" w:firstLine="708"/>
        <w:jc w:val="right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Zamawiający:</w:t>
      </w:r>
    </w:p>
    <w:p w:rsidR="00517B5A" w:rsidRDefault="00517B5A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Wojewódzki Szpital Zespolony w Elblągu</w:t>
      </w:r>
    </w:p>
    <w:p w:rsidR="00517B5A" w:rsidRDefault="00517B5A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                                        ul. Królewiecka 146</w:t>
      </w:r>
    </w:p>
    <w:p w:rsidR="00517B5A" w:rsidRPr="00A22DCF" w:rsidRDefault="00517B5A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82-300 Elbląg</w:t>
      </w:r>
    </w:p>
    <w:p w:rsidR="00517B5A" w:rsidRPr="00A22DCF" w:rsidRDefault="00517B5A" w:rsidP="00F04280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Wykonawca:</w:t>
      </w:r>
    </w:p>
    <w:p w:rsidR="00517B5A" w:rsidRPr="00A22DCF" w:rsidRDefault="00517B5A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517B5A" w:rsidRPr="00842991" w:rsidRDefault="00517B5A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:rsidR="00517B5A" w:rsidRPr="00262D61" w:rsidRDefault="00517B5A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517B5A" w:rsidRPr="00A22DCF" w:rsidRDefault="00517B5A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517B5A" w:rsidRPr="00842991" w:rsidRDefault="00517B5A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(imię, nazwisko, stanowisko/podstawa do  reprezentacji)</w:t>
      </w:r>
    </w:p>
    <w:p w:rsidR="00517B5A" w:rsidRDefault="00517B5A" w:rsidP="00C4103F">
      <w:pPr>
        <w:rPr>
          <w:rFonts w:ascii="Arial" w:hAnsi="Arial" w:cs="Arial"/>
          <w:sz w:val="21"/>
          <w:szCs w:val="21"/>
        </w:rPr>
      </w:pPr>
    </w:p>
    <w:p w:rsidR="00517B5A" w:rsidRPr="00A22DCF" w:rsidRDefault="00517B5A" w:rsidP="00C4103F">
      <w:pPr>
        <w:rPr>
          <w:rFonts w:ascii="Arial" w:hAnsi="Arial" w:cs="Arial"/>
          <w:sz w:val="21"/>
          <w:szCs w:val="21"/>
        </w:rPr>
      </w:pPr>
    </w:p>
    <w:p w:rsidR="00517B5A" w:rsidRPr="00262D61" w:rsidRDefault="00517B5A" w:rsidP="00262D61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262D61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517B5A" w:rsidRDefault="00517B5A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składane na podstawie art. 25a ust. 1 ust</w:t>
      </w:r>
      <w:r>
        <w:rPr>
          <w:rFonts w:ascii="Arial" w:hAnsi="Arial" w:cs="Arial"/>
          <w:b/>
          <w:bCs/>
          <w:sz w:val="21"/>
          <w:szCs w:val="21"/>
        </w:rPr>
        <w:t xml:space="preserve">awy z dnia 29 stycznia 2004 r. </w:t>
      </w:r>
    </w:p>
    <w:p w:rsidR="00517B5A" w:rsidRPr="00A22DCF" w:rsidRDefault="00517B5A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 xml:space="preserve"> Prawo zamówień publicznych (dalej jako: ustawa Pzp), </w:t>
      </w:r>
    </w:p>
    <w:p w:rsidR="00517B5A" w:rsidRPr="00262D61" w:rsidRDefault="00517B5A" w:rsidP="00262D61">
      <w:pPr>
        <w:spacing w:before="120" w:after="0" w:line="360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  <w:r w:rsidRPr="00262D61">
        <w:rPr>
          <w:rFonts w:ascii="Arial" w:hAnsi="Arial" w:cs="Arial"/>
          <w:b/>
          <w:bCs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bCs/>
          <w:sz w:val="21"/>
          <w:szCs w:val="21"/>
          <w:u w:val="single"/>
        </w:rPr>
        <w:br/>
      </w:r>
    </w:p>
    <w:p w:rsidR="00517B5A" w:rsidRPr="00A22DCF" w:rsidRDefault="00517B5A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517B5A" w:rsidRPr="00853DD0" w:rsidRDefault="00517B5A" w:rsidP="00853DD0">
      <w:pPr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  <w:r w:rsidRPr="005E5859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Pr="00AA7CC7">
        <w:rPr>
          <w:rFonts w:ascii="Arial" w:hAnsi="Arial" w:cs="Arial"/>
          <w:b/>
          <w:bCs/>
          <w:i/>
          <w:iCs/>
          <w:sz w:val="20"/>
          <w:szCs w:val="20"/>
        </w:rPr>
        <w:t>„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Dzierżawa koncentratorów tlenu </w:t>
      </w:r>
      <w:r w:rsidRPr="00745DE8">
        <w:rPr>
          <w:rFonts w:ascii="Arial" w:hAnsi="Arial" w:cs="Arial"/>
          <w:b/>
          <w:bCs/>
          <w:i/>
          <w:iCs/>
          <w:sz w:val="20"/>
          <w:szCs w:val="20"/>
        </w:rPr>
        <w:t>dla potrzeb Ośrodka Domowego Leczenia Tlenem WSZ w Elblągu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– znak sprawy 14/2020</w:t>
      </w:r>
      <w:r w:rsidRPr="00AA7CC7">
        <w:rPr>
          <w:rFonts w:ascii="Arial" w:hAnsi="Arial" w:cs="Arial"/>
          <w:b/>
          <w:bCs/>
          <w:sz w:val="20"/>
          <w:szCs w:val="20"/>
        </w:rPr>
        <w:t>”</w:t>
      </w:r>
    </w:p>
    <w:p w:rsidR="00517B5A" w:rsidRPr="005E5859" w:rsidRDefault="00517B5A" w:rsidP="00AB1A34">
      <w:pPr>
        <w:jc w:val="both"/>
        <w:rPr>
          <w:b/>
          <w:bCs/>
          <w:sz w:val="20"/>
          <w:szCs w:val="20"/>
        </w:rPr>
      </w:pPr>
      <w:r w:rsidRPr="005E5859">
        <w:rPr>
          <w:rFonts w:ascii="Arial" w:hAnsi="Arial" w:cs="Arial"/>
          <w:sz w:val="20"/>
          <w:szCs w:val="20"/>
        </w:rPr>
        <w:t>prowadzonego przez Wojewódzki Szpital Zespolony w Elblągu</w:t>
      </w:r>
      <w:r>
        <w:rPr>
          <w:rFonts w:ascii="Arial" w:hAnsi="Arial" w:cs="Arial"/>
          <w:sz w:val="20"/>
          <w:szCs w:val="20"/>
        </w:rPr>
        <w:t xml:space="preserve"> </w:t>
      </w:r>
      <w:r w:rsidRPr="005E5859">
        <w:rPr>
          <w:rFonts w:ascii="Arial" w:hAnsi="Arial" w:cs="Arial"/>
          <w:sz w:val="20"/>
          <w:szCs w:val="20"/>
        </w:rPr>
        <w:t>oświadczam, co następuje:</w:t>
      </w:r>
    </w:p>
    <w:p w:rsidR="00517B5A" w:rsidRPr="00A22DCF" w:rsidRDefault="00517B5A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517B5A" w:rsidRPr="00E31C06" w:rsidRDefault="00517B5A" w:rsidP="00C014B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E31C06">
        <w:rPr>
          <w:rFonts w:ascii="Arial" w:hAnsi="Arial" w:cs="Arial"/>
          <w:b/>
          <w:bCs/>
          <w:sz w:val="21"/>
          <w:szCs w:val="21"/>
        </w:rPr>
        <w:t>INFORMACJA DOTYCZĄCA WYKONAWCY</w:t>
      </w:r>
      <w:r>
        <w:rPr>
          <w:rFonts w:ascii="Arial" w:hAnsi="Arial" w:cs="Arial"/>
          <w:b/>
          <w:bCs/>
          <w:sz w:val="21"/>
          <w:szCs w:val="21"/>
        </w:rPr>
        <w:t>:</w:t>
      </w:r>
    </w:p>
    <w:p w:rsidR="00517B5A" w:rsidRDefault="00517B5A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517B5A" w:rsidRDefault="00517B5A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  SIWZ – znak sprawy 14/2020</w:t>
      </w:r>
    </w:p>
    <w:p w:rsidR="00517B5A" w:rsidRPr="00025C8D" w:rsidRDefault="00517B5A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517B5A" w:rsidRPr="003E1710" w:rsidRDefault="00517B5A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517B5A" w:rsidRPr="003E1710" w:rsidRDefault="00517B5A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17B5A" w:rsidRPr="003E1710" w:rsidRDefault="00517B5A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517B5A" w:rsidRPr="00190D6E" w:rsidRDefault="00517B5A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517B5A" w:rsidRPr="00A22DCF" w:rsidRDefault="00517B5A" w:rsidP="00073C3D">
      <w:pPr>
        <w:spacing w:line="360" w:lineRule="auto"/>
        <w:jc w:val="both"/>
        <w:rPr>
          <w:rFonts w:ascii="Arial" w:hAnsi="Arial" w:cs="Arial"/>
          <w:i/>
          <w:iCs/>
          <w:sz w:val="21"/>
          <w:szCs w:val="21"/>
        </w:rPr>
      </w:pPr>
      <w:bookmarkStart w:id="0" w:name="_GoBack"/>
      <w:bookmarkEnd w:id="0"/>
    </w:p>
    <w:p w:rsidR="00517B5A" w:rsidRDefault="00517B5A" w:rsidP="002C34E1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:rsidR="00517B5A" w:rsidRPr="004D7E48" w:rsidRDefault="00517B5A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517B5A" w:rsidRPr="00B15FD3" w:rsidRDefault="00517B5A" w:rsidP="00A24C2D">
      <w:pPr>
        <w:shd w:val="clear" w:color="auto" w:fill="BFBF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bCs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</w:p>
    <w:p w:rsidR="00517B5A" w:rsidRDefault="00517B5A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 w:cs="Arial"/>
          <w:sz w:val="21"/>
          <w:szCs w:val="21"/>
        </w:rPr>
        <w:t xml:space="preserve">     SIWZ – znak sprawy 14/2020 </w:t>
      </w:r>
      <w:r w:rsidRPr="00A22DCF">
        <w:rPr>
          <w:rFonts w:ascii="Arial" w:hAnsi="Arial" w:cs="Arial"/>
          <w:sz w:val="21"/>
          <w:szCs w:val="21"/>
        </w:rPr>
        <w:t>polegam</w:t>
      </w:r>
      <w:r>
        <w:rPr>
          <w:rFonts w:ascii="Arial" w:hAnsi="Arial" w:cs="Arial"/>
          <w:sz w:val="21"/>
          <w:szCs w:val="21"/>
        </w:rPr>
        <w:t xml:space="preserve"> na zasobach następującego/ych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517B5A" w:rsidRDefault="00517B5A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………………………………………….……………………………………..,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</w:t>
      </w:r>
    </w:p>
    <w:p w:rsidR="00517B5A" w:rsidRDefault="00517B5A" w:rsidP="00FC0317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Pr="009C7756">
        <w:rPr>
          <w:rFonts w:ascii="Arial" w:hAnsi="Arial" w:cs="Arial"/>
          <w:i/>
          <w:iCs/>
          <w:sz w:val="16"/>
          <w:szCs w:val="16"/>
        </w:rPr>
        <w:t xml:space="preserve">(wskazać podmiot i określić odpowiedni zakres dla wskazanego podmiotu). </w:t>
      </w:r>
    </w:p>
    <w:p w:rsidR="00517B5A" w:rsidRDefault="00517B5A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517B5A" w:rsidRDefault="00517B5A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17B5A" w:rsidRPr="003E1710" w:rsidRDefault="00517B5A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517B5A" w:rsidRPr="003E1710" w:rsidRDefault="00517B5A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17B5A" w:rsidRPr="003E1710" w:rsidRDefault="00517B5A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517B5A" w:rsidRPr="00190D6E" w:rsidRDefault="00517B5A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517B5A" w:rsidRDefault="00517B5A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517B5A" w:rsidRDefault="00517B5A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517B5A" w:rsidRPr="00190D6E" w:rsidRDefault="00517B5A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517B5A" w:rsidRPr="001D3A19" w:rsidRDefault="00517B5A" w:rsidP="00634311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517B5A" w:rsidRPr="00A22DCF" w:rsidRDefault="00517B5A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517B5A" w:rsidRPr="00A22DCF" w:rsidRDefault="00517B5A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517B5A" w:rsidRDefault="00517B5A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17B5A" w:rsidRPr="003E1710" w:rsidRDefault="00517B5A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517B5A" w:rsidRPr="003E1710" w:rsidRDefault="00517B5A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17B5A" w:rsidRPr="003E1710" w:rsidRDefault="00517B5A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517B5A" w:rsidRPr="00190D6E" w:rsidRDefault="00517B5A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517B5A" w:rsidRPr="00A22DCF" w:rsidRDefault="00517B5A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517B5A" w:rsidRPr="00A22DCF" w:rsidSect="00025C8D">
      <w:footerReference w:type="default" r:id="rId7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7B5A" w:rsidRDefault="00517B5A" w:rsidP="0038231F">
      <w:pPr>
        <w:spacing w:after="0" w:line="240" w:lineRule="auto"/>
      </w:pPr>
      <w:r>
        <w:separator/>
      </w:r>
    </w:p>
  </w:endnote>
  <w:endnote w:type="continuationSeparator" w:id="1">
    <w:p w:rsidR="00517B5A" w:rsidRDefault="00517B5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7B5A" w:rsidRDefault="00517B5A" w:rsidP="000718D2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517B5A" w:rsidRPr="003029AE" w:rsidRDefault="00517B5A" w:rsidP="004A1015">
    <w:pPr>
      <w:jc w:val="center"/>
      <w:rPr>
        <w:sz w:val="18"/>
        <w:szCs w:val="18"/>
      </w:rPr>
    </w:pPr>
    <w:r w:rsidRPr="003029AE">
      <w:rPr>
        <w:sz w:val="18"/>
        <w:szCs w:val="18"/>
      </w:rPr>
      <w:t>___________________________________________________________________________________________</w:t>
    </w:r>
  </w:p>
  <w:p w:rsidR="00517B5A" w:rsidRPr="00570261" w:rsidRDefault="00517B5A" w:rsidP="004A1015">
    <w:pPr>
      <w:pStyle w:val="Footer"/>
      <w:jc w:val="center"/>
      <w:rPr>
        <w:rFonts w:ascii="Arial" w:hAnsi="Arial" w:cs="Arial"/>
      </w:rPr>
    </w:pPr>
    <w:r>
      <w:rPr>
        <w:rFonts w:ascii="Arial" w:hAnsi="Arial" w:cs="Arial"/>
        <w:sz w:val="16"/>
        <w:szCs w:val="16"/>
      </w:rPr>
      <w:t>14/2020 SIWZ – Dzierżawa koncentratorów tlenu  dla potrzeb Ośrodka Domowego Leczenia Tlenem WSZ w Elblągu</w:t>
    </w:r>
  </w:p>
  <w:p w:rsidR="00517B5A" w:rsidRDefault="00517B5A" w:rsidP="004A1015">
    <w:pPr>
      <w:pStyle w:val="Footer"/>
      <w:jc w:val="center"/>
    </w:pPr>
  </w:p>
  <w:p w:rsidR="00517B5A" w:rsidRDefault="00517B5A" w:rsidP="004A1015">
    <w:pPr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7B5A" w:rsidRDefault="00517B5A" w:rsidP="0038231F">
      <w:pPr>
        <w:spacing w:after="0" w:line="240" w:lineRule="auto"/>
      </w:pPr>
      <w:r>
        <w:separator/>
      </w:r>
    </w:p>
  </w:footnote>
  <w:footnote w:type="continuationSeparator" w:id="1">
    <w:p w:rsidR="00517B5A" w:rsidRDefault="00517B5A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numFmt w:val="decimal"/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25C8D"/>
    <w:rsid w:val="000303EE"/>
    <w:rsid w:val="00032A15"/>
    <w:rsid w:val="00063138"/>
    <w:rsid w:val="000718D2"/>
    <w:rsid w:val="00073C3D"/>
    <w:rsid w:val="000809B6"/>
    <w:rsid w:val="000A6F44"/>
    <w:rsid w:val="000B1025"/>
    <w:rsid w:val="000B54D1"/>
    <w:rsid w:val="000C021E"/>
    <w:rsid w:val="000C18AF"/>
    <w:rsid w:val="000C3A3F"/>
    <w:rsid w:val="000D53B1"/>
    <w:rsid w:val="000D6F17"/>
    <w:rsid w:val="000D73C4"/>
    <w:rsid w:val="000E4D37"/>
    <w:rsid w:val="001101A2"/>
    <w:rsid w:val="00111CDA"/>
    <w:rsid w:val="00115C60"/>
    <w:rsid w:val="00136452"/>
    <w:rsid w:val="00146D90"/>
    <w:rsid w:val="001811FB"/>
    <w:rsid w:val="001902D2"/>
    <w:rsid w:val="00190D6E"/>
    <w:rsid w:val="001C2E9D"/>
    <w:rsid w:val="001C6945"/>
    <w:rsid w:val="001D3A19"/>
    <w:rsid w:val="001F027E"/>
    <w:rsid w:val="001F1BB1"/>
    <w:rsid w:val="00203A40"/>
    <w:rsid w:val="002168A8"/>
    <w:rsid w:val="00241F20"/>
    <w:rsid w:val="002544B8"/>
    <w:rsid w:val="00255142"/>
    <w:rsid w:val="00256CEC"/>
    <w:rsid w:val="00262D61"/>
    <w:rsid w:val="00290B01"/>
    <w:rsid w:val="002C1C2B"/>
    <w:rsid w:val="002C1C7B"/>
    <w:rsid w:val="002C34E1"/>
    <w:rsid w:val="002C4948"/>
    <w:rsid w:val="002E3979"/>
    <w:rsid w:val="002E641A"/>
    <w:rsid w:val="003029AE"/>
    <w:rsid w:val="00313417"/>
    <w:rsid w:val="00313911"/>
    <w:rsid w:val="00322434"/>
    <w:rsid w:val="00333209"/>
    <w:rsid w:val="00337073"/>
    <w:rsid w:val="0035070B"/>
    <w:rsid w:val="00350CD9"/>
    <w:rsid w:val="00351F8A"/>
    <w:rsid w:val="003617C8"/>
    <w:rsid w:val="00364235"/>
    <w:rsid w:val="0038231F"/>
    <w:rsid w:val="00396DA5"/>
    <w:rsid w:val="003A7FCB"/>
    <w:rsid w:val="003B2070"/>
    <w:rsid w:val="003B214C"/>
    <w:rsid w:val="003B7238"/>
    <w:rsid w:val="003C3B64"/>
    <w:rsid w:val="003C497C"/>
    <w:rsid w:val="003D2721"/>
    <w:rsid w:val="003E1710"/>
    <w:rsid w:val="003E41EA"/>
    <w:rsid w:val="003F024C"/>
    <w:rsid w:val="0041725F"/>
    <w:rsid w:val="00434CC2"/>
    <w:rsid w:val="0045416D"/>
    <w:rsid w:val="004609F1"/>
    <w:rsid w:val="004651B5"/>
    <w:rsid w:val="00467983"/>
    <w:rsid w:val="004761C6"/>
    <w:rsid w:val="00476E7D"/>
    <w:rsid w:val="00482F6E"/>
    <w:rsid w:val="00484F88"/>
    <w:rsid w:val="004A1015"/>
    <w:rsid w:val="004C2B4A"/>
    <w:rsid w:val="004C4854"/>
    <w:rsid w:val="004D7E48"/>
    <w:rsid w:val="004F1723"/>
    <w:rsid w:val="004F23F7"/>
    <w:rsid w:val="004F40EF"/>
    <w:rsid w:val="00500026"/>
    <w:rsid w:val="00517B5A"/>
    <w:rsid w:val="00520174"/>
    <w:rsid w:val="00550707"/>
    <w:rsid w:val="005641F0"/>
    <w:rsid w:val="00570261"/>
    <w:rsid w:val="00576503"/>
    <w:rsid w:val="00584103"/>
    <w:rsid w:val="0059539D"/>
    <w:rsid w:val="005B6D26"/>
    <w:rsid w:val="005C0EB3"/>
    <w:rsid w:val="005C1EAD"/>
    <w:rsid w:val="005C39CA"/>
    <w:rsid w:val="005E176A"/>
    <w:rsid w:val="005E5859"/>
    <w:rsid w:val="00626A77"/>
    <w:rsid w:val="00634311"/>
    <w:rsid w:val="006574B3"/>
    <w:rsid w:val="006705A4"/>
    <w:rsid w:val="00676924"/>
    <w:rsid w:val="00690B7C"/>
    <w:rsid w:val="00694E13"/>
    <w:rsid w:val="006A3A1F"/>
    <w:rsid w:val="006A52B6"/>
    <w:rsid w:val="006C75CC"/>
    <w:rsid w:val="006D3214"/>
    <w:rsid w:val="006E718E"/>
    <w:rsid w:val="006F0034"/>
    <w:rsid w:val="006F3D32"/>
    <w:rsid w:val="007118F0"/>
    <w:rsid w:val="0072542E"/>
    <w:rsid w:val="0072560B"/>
    <w:rsid w:val="00730CF9"/>
    <w:rsid w:val="00732134"/>
    <w:rsid w:val="00745DE8"/>
    <w:rsid w:val="00746532"/>
    <w:rsid w:val="00751725"/>
    <w:rsid w:val="00752883"/>
    <w:rsid w:val="00756C8F"/>
    <w:rsid w:val="007759BC"/>
    <w:rsid w:val="007840F2"/>
    <w:rsid w:val="00785E47"/>
    <w:rsid w:val="007936D6"/>
    <w:rsid w:val="007961C8"/>
    <w:rsid w:val="007B01C8"/>
    <w:rsid w:val="007C3F09"/>
    <w:rsid w:val="007D5B61"/>
    <w:rsid w:val="007E2F69"/>
    <w:rsid w:val="007E3247"/>
    <w:rsid w:val="00804F07"/>
    <w:rsid w:val="00825A09"/>
    <w:rsid w:val="00830AB1"/>
    <w:rsid w:val="00831250"/>
    <w:rsid w:val="00833FCD"/>
    <w:rsid w:val="00842991"/>
    <w:rsid w:val="00853DD0"/>
    <w:rsid w:val="0087311B"/>
    <w:rsid w:val="008757E1"/>
    <w:rsid w:val="00883CCD"/>
    <w:rsid w:val="00892E48"/>
    <w:rsid w:val="008B359A"/>
    <w:rsid w:val="008C1344"/>
    <w:rsid w:val="008C5709"/>
    <w:rsid w:val="008C6DF8"/>
    <w:rsid w:val="008D0487"/>
    <w:rsid w:val="008E3274"/>
    <w:rsid w:val="008E47C0"/>
    <w:rsid w:val="008F3B4E"/>
    <w:rsid w:val="008F6913"/>
    <w:rsid w:val="0091204F"/>
    <w:rsid w:val="0091264E"/>
    <w:rsid w:val="009234E6"/>
    <w:rsid w:val="009301A2"/>
    <w:rsid w:val="009440B7"/>
    <w:rsid w:val="00952535"/>
    <w:rsid w:val="00956C26"/>
    <w:rsid w:val="00960337"/>
    <w:rsid w:val="0097308F"/>
    <w:rsid w:val="00975019"/>
    <w:rsid w:val="00975C49"/>
    <w:rsid w:val="009A5CAB"/>
    <w:rsid w:val="009B0BEE"/>
    <w:rsid w:val="009B23FD"/>
    <w:rsid w:val="009C7756"/>
    <w:rsid w:val="009D15BF"/>
    <w:rsid w:val="009D608F"/>
    <w:rsid w:val="009E140A"/>
    <w:rsid w:val="00A15F7E"/>
    <w:rsid w:val="00A166B0"/>
    <w:rsid w:val="00A2004E"/>
    <w:rsid w:val="00A22DCF"/>
    <w:rsid w:val="00A24C2D"/>
    <w:rsid w:val="00A276E4"/>
    <w:rsid w:val="00A3062E"/>
    <w:rsid w:val="00A347DE"/>
    <w:rsid w:val="00AA7CC7"/>
    <w:rsid w:val="00AB1A34"/>
    <w:rsid w:val="00AE6FF2"/>
    <w:rsid w:val="00B0088C"/>
    <w:rsid w:val="00B15219"/>
    <w:rsid w:val="00B15FD3"/>
    <w:rsid w:val="00B27685"/>
    <w:rsid w:val="00B34079"/>
    <w:rsid w:val="00B43425"/>
    <w:rsid w:val="00B565C1"/>
    <w:rsid w:val="00B7515B"/>
    <w:rsid w:val="00B8005E"/>
    <w:rsid w:val="00B800CD"/>
    <w:rsid w:val="00B90E42"/>
    <w:rsid w:val="00B95333"/>
    <w:rsid w:val="00BA3D42"/>
    <w:rsid w:val="00BA7FF6"/>
    <w:rsid w:val="00BB0C3C"/>
    <w:rsid w:val="00BB1AA1"/>
    <w:rsid w:val="00BD03BA"/>
    <w:rsid w:val="00BE0C32"/>
    <w:rsid w:val="00BE3DF6"/>
    <w:rsid w:val="00BF5253"/>
    <w:rsid w:val="00C00401"/>
    <w:rsid w:val="00C014B5"/>
    <w:rsid w:val="00C4103F"/>
    <w:rsid w:val="00C46FB8"/>
    <w:rsid w:val="00C47895"/>
    <w:rsid w:val="00C57DEB"/>
    <w:rsid w:val="00C6077D"/>
    <w:rsid w:val="00C81012"/>
    <w:rsid w:val="00CB5B63"/>
    <w:rsid w:val="00CE4D22"/>
    <w:rsid w:val="00CF4E94"/>
    <w:rsid w:val="00D014E3"/>
    <w:rsid w:val="00D23F3D"/>
    <w:rsid w:val="00D34D9A"/>
    <w:rsid w:val="00D409DE"/>
    <w:rsid w:val="00D42C9B"/>
    <w:rsid w:val="00D531D5"/>
    <w:rsid w:val="00D57AE5"/>
    <w:rsid w:val="00D62C36"/>
    <w:rsid w:val="00D7532C"/>
    <w:rsid w:val="00DA6EAD"/>
    <w:rsid w:val="00DA6EC7"/>
    <w:rsid w:val="00DC6EA3"/>
    <w:rsid w:val="00DD146A"/>
    <w:rsid w:val="00DD3E9D"/>
    <w:rsid w:val="00E022A1"/>
    <w:rsid w:val="00E107EB"/>
    <w:rsid w:val="00E21B42"/>
    <w:rsid w:val="00E309E9"/>
    <w:rsid w:val="00E31C06"/>
    <w:rsid w:val="00E64482"/>
    <w:rsid w:val="00E65685"/>
    <w:rsid w:val="00E73190"/>
    <w:rsid w:val="00E73CEB"/>
    <w:rsid w:val="00EB7CDE"/>
    <w:rsid w:val="00EC1B10"/>
    <w:rsid w:val="00EC2E4F"/>
    <w:rsid w:val="00EE1FBF"/>
    <w:rsid w:val="00EF74CA"/>
    <w:rsid w:val="00F04280"/>
    <w:rsid w:val="00F120CA"/>
    <w:rsid w:val="00F162AE"/>
    <w:rsid w:val="00F22213"/>
    <w:rsid w:val="00F32285"/>
    <w:rsid w:val="00F354F9"/>
    <w:rsid w:val="00F365F2"/>
    <w:rsid w:val="00F43919"/>
    <w:rsid w:val="00F93542"/>
    <w:rsid w:val="00FC031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77D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1A2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</w:style>
  <w:style w:type="paragraph" w:styleId="Footer">
    <w:name w:val="footer"/>
    <w:aliases w:val="Footer Char"/>
    <w:basedOn w:val="Normal"/>
    <w:link w:val="FooterChar2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1">
    <w:name w:val="Footer Char1"/>
    <w:aliases w:val="Footer Char Char"/>
    <w:basedOn w:val="DefaultParagraphFont"/>
    <w:link w:val="Footer"/>
    <w:uiPriority w:val="99"/>
    <w:semiHidden/>
    <w:locked/>
    <w:rsid w:val="00241F20"/>
    <w:rPr>
      <w:lang w:eastAsia="en-US"/>
    </w:rPr>
  </w:style>
  <w:style w:type="character" w:customStyle="1" w:styleId="FooterChar2">
    <w:name w:val="Footer Char2"/>
    <w:aliases w:val="Footer Char Char1"/>
    <w:basedOn w:val="DefaultParagraphFont"/>
    <w:link w:val="Footer"/>
    <w:uiPriority w:val="99"/>
    <w:locked/>
    <w:rsid w:val="001C6945"/>
  </w:style>
  <w:style w:type="character" w:styleId="CommentReference">
    <w:name w:val="annotation reference"/>
    <w:basedOn w:val="DefaultParagraphFont"/>
    <w:uiPriority w:val="99"/>
    <w:semiHidden/>
    <w:rsid w:val="005201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2C34E1"/>
  </w:style>
  <w:style w:type="paragraph" w:customStyle="1" w:styleId="ZnakZnakZnak1ZnakZnakZnakZnakZnakZnakZnakZnakZnak">
    <w:name w:val="Znak Znak Znak1 Znak Znak Znak Znak Znak Znak Znak Znak Znak"/>
    <w:basedOn w:val="Normal"/>
    <w:uiPriority w:val="99"/>
    <w:rsid w:val="002544B8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">
    <w:name w:val="Znak Znak Znak1 Znak Znak Znak Znak Znak Znak Znak Znak Znak Znak Znak Znak Znak"/>
    <w:basedOn w:val="Normal"/>
    <w:uiPriority w:val="99"/>
    <w:rsid w:val="00732134"/>
    <w:pPr>
      <w:spacing w:after="0" w:line="240" w:lineRule="auto"/>
    </w:pPr>
    <w:rPr>
      <w:sz w:val="24"/>
      <w:szCs w:val="24"/>
      <w:lang w:eastAsia="pl-PL"/>
    </w:rPr>
  </w:style>
  <w:style w:type="paragraph" w:customStyle="1" w:styleId="Znak">
    <w:name w:val="Znak"/>
    <w:basedOn w:val="Normal"/>
    <w:uiPriority w:val="99"/>
    <w:rsid w:val="00853DD0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ZnakZnakZnak">
    <w:name w:val="Znak Znak Znak1 Znak Znak Znak Znak Znak Znak Znak Znak Znak Znak Znak Znak Znak Znak Znak Znak"/>
    <w:basedOn w:val="Normal"/>
    <w:uiPriority w:val="99"/>
    <w:rsid w:val="003E41EA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">
    <w:name w:val="Znak Znak Znak1 Znak"/>
    <w:basedOn w:val="Normal"/>
    <w:uiPriority w:val="99"/>
    <w:rsid w:val="002C1C2B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ZnakZnakZnakZnakZnakZnak">
    <w:name w:val="Znak Znak Znak1 Znak Znak Znak Znak Znak Znak Znak Znak Znak Znak Znak Znak Znak Znak Znak Znak Znak Znak Znak"/>
    <w:basedOn w:val="Normal"/>
    <w:uiPriority w:val="99"/>
    <w:rsid w:val="00C47895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">
    <w:name w:val="Znak Znak Znak1 Znak Znak Znak Znak"/>
    <w:basedOn w:val="Normal"/>
    <w:uiPriority w:val="99"/>
    <w:rsid w:val="007759BC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1">
    <w:name w:val="Znak Znak Znak1 Znak Znak Znak Znak1"/>
    <w:basedOn w:val="Normal"/>
    <w:uiPriority w:val="99"/>
    <w:rsid w:val="00DC6EA3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2">
    <w:name w:val="Znak Znak Znak1 Znak Znak Znak Znak2"/>
    <w:basedOn w:val="Normal"/>
    <w:uiPriority w:val="99"/>
    <w:rsid w:val="004C2B4A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3">
    <w:name w:val="Znak Znak Znak1 Znak Znak Znak Znak3"/>
    <w:basedOn w:val="Normal"/>
    <w:uiPriority w:val="99"/>
    <w:rsid w:val="00BA7FF6"/>
    <w:pPr>
      <w:spacing w:after="0" w:line="240" w:lineRule="auto"/>
    </w:pPr>
    <w:rPr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498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98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98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25</TotalTime>
  <Pages>2</Pages>
  <Words>290</Words>
  <Characters>1740</Characters>
  <Application>Microsoft Office Outlook</Application>
  <DocSecurity>0</DocSecurity>
  <Lines>0</Lines>
  <Paragraphs>0</Paragraphs>
  <ScaleCrop>false</ScaleCrop>
  <Company>WSZZ Elbląg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dc:description/>
  <cp:lastModifiedBy>user</cp:lastModifiedBy>
  <cp:revision>30</cp:revision>
  <cp:lastPrinted>2018-01-18T11:23:00Z</cp:lastPrinted>
  <dcterms:created xsi:type="dcterms:W3CDTF">2016-09-13T09:43:00Z</dcterms:created>
  <dcterms:modified xsi:type="dcterms:W3CDTF">2020-04-01T14:25:00Z</dcterms:modified>
</cp:coreProperties>
</file>