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6F" w:rsidRDefault="0033346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do SIWZ       </w:t>
      </w:r>
    </w:p>
    <w:p w:rsidR="0033346F" w:rsidRPr="00A058AD" w:rsidRDefault="0033346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33346F" w:rsidRDefault="0033346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3346F" w:rsidRDefault="0033346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33346F" w:rsidRDefault="0033346F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33346F" w:rsidRPr="00CD74D0" w:rsidRDefault="0033346F" w:rsidP="00CD74D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33346F" w:rsidRDefault="0033346F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33346F" w:rsidRPr="00A058AD" w:rsidRDefault="0033346F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33346F" w:rsidRPr="00A058AD" w:rsidRDefault="0033346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3346F" w:rsidRPr="00A058AD" w:rsidRDefault="0033346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33346F" w:rsidRPr="003D272A" w:rsidRDefault="0033346F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3346F" w:rsidRPr="00A058AD" w:rsidRDefault="0033346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3346F" w:rsidRPr="00A058AD" w:rsidRDefault="0033346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33346F" w:rsidRDefault="0033346F" w:rsidP="00C4103F">
      <w:pPr>
        <w:rPr>
          <w:rFonts w:ascii="Arial" w:hAnsi="Arial" w:cs="Arial"/>
        </w:rPr>
      </w:pPr>
    </w:p>
    <w:p w:rsidR="0033346F" w:rsidRPr="009375EB" w:rsidRDefault="0033346F" w:rsidP="00C4103F">
      <w:pPr>
        <w:rPr>
          <w:rFonts w:ascii="Arial" w:hAnsi="Arial" w:cs="Arial"/>
        </w:rPr>
      </w:pPr>
    </w:p>
    <w:p w:rsidR="0033346F" w:rsidRPr="00EA74CD" w:rsidRDefault="0033346F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3346F" w:rsidRPr="005319CA" w:rsidRDefault="0033346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33346F" w:rsidRPr="005319CA" w:rsidRDefault="0033346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33346F" w:rsidRPr="00BF1F3F" w:rsidRDefault="0033346F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33346F" w:rsidRPr="001448FB" w:rsidRDefault="0033346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346F" w:rsidRPr="00AA7CC7" w:rsidRDefault="0033346F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AA7CC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Dzierżawa koncentratorów tlenu </w:t>
      </w:r>
      <w:r w:rsidRPr="00745DE8">
        <w:rPr>
          <w:rFonts w:ascii="Arial" w:hAnsi="Arial" w:cs="Arial"/>
          <w:b/>
          <w:bCs/>
          <w:i/>
          <w:iCs/>
          <w:sz w:val="20"/>
          <w:szCs w:val="20"/>
        </w:rPr>
        <w:t>dla potrzeb Ośrodka Domowego Leczenia Tlenem WSZ w Elblągu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– znak sprawy 14/2020</w:t>
      </w:r>
      <w:r w:rsidRPr="00AA7CC7">
        <w:rPr>
          <w:rFonts w:ascii="Arial" w:hAnsi="Arial" w:cs="Arial"/>
          <w:b/>
          <w:bCs/>
          <w:sz w:val="20"/>
          <w:szCs w:val="20"/>
        </w:rPr>
        <w:t>”</w:t>
      </w:r>
      <w:r w:rsidRPr="00AA7CC7">
        <w:rPr>
          <w:rFonts w:ascii="Arial" w:hAnsi="Arial" w:cs="Arial"/>
          <w:sz w:val="20"/>
          <w:szCs w:val="20"/>
        </w:rPr>
        <w:t xml:space="preserve"> prowadzonego przez Wojewódzki Szpital Zespolony w Elblągu</w:t>
      </w:r>
      <w:r>
        <w:rPr>
          <w:rFonts w:ascii="Arial" w:hAnsi="Arial" w:cs="Arial"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33346F" w:rsidRPr="00CC6896" w:rsidRDefault="0033346F" w:rsidP="004C43B8">
      <w:pPr>
        <w:spacing w:after="0" w:line="360" w:lineRule="auto"/>
        <w:jc w:val="both"/>
        <w:rPr>
          <w:rFonts w:ascii="Arial" w:hAnsi="Arial" w:cs="Arial"/>
        </w:rPr>
      </w:pPr>
    </w:p>
    <w:p w:rsidR="0033346F" w:rsidRPr="001448FB" w:rsidRDefault="0033346F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33346F" w:rsidRDefault="0033346F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33346F" w:rsidRDefault="0033346F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33346F" w:rsidRPr="0087311B" w:rsidRDefault="0033346F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33346F" w:rsidRPr="003E1710" w:rsidRDefault="0033346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33346F" w:rsidRPr="003E1710" w:rsidRDefault="0033346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3346F" w:rsidRPr="003E1710" w:rsidRDefault="0033346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346F" w:rsidRPr="003E1710" w:rsidRDefault="0033346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346F" w:rsidRPr="00190D6E" w:rsidRDefault="0033346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3346F" w:rsidRPr="00307A36" w:rsidRDefault="0033346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  <w:bookmarkStart w:id="0" w:name="_GoBack"/>
      <w:bookmarkEnd w:id="0"/>
    </w:p>
    <w:p w:rsidR="0033346F" w:rsidRDefault="0033346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3346F" w:rsidRPr="00A56074" w:rsidRDefault="0033346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346F" w:rsidRPr="000F2452" w:rsidRDefault="0033346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346F" w:rsidRPr="000F2452" w:rsidRDefault="0033346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33346F" w:rsidRPr="000F2452" w:rsidRDefault="0033346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346F" w:rsidRPr="000F2452" w:rsidRDefault="0033346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346F" w:rsidRPr="000F2452" w:rsidRDefault="0033346F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33346F" w:rsidRPr="009375EB" w:rsidRDefault="0033346F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3346F" w:rsidRPr="003C58F8" w:rsidRDefault="0033346F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33346F" w:rsidRPr="009375EB" w:rsidRDefault="0033346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3346F" w:rsidRPr="00F54680" w:rsidRDefault="0033346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33346F" w:rsidRPr="005A73FB" w:rsidRDefault="0033346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346F" w:rsidRPr="005A73FB" w:rsidRDefault="0033346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33346F" w:rsidRPr="005A73FB" w:rsidRDefault="0033346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346F" w:rsidRPr="005A73FB" w:rsidRDefault="0033346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346F" w:rsidRPr="008560CF" w:rsidRDefault="0033346F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33346F" w:rsidRPr="009375EB" w:rsidRDefault="0033346F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3346F" w:rsidRPr="001D3A19" w:rsidRDefault="0033346F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3346F" w:rsidRPr="009375EB" w:rsidRDefault="0033346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3346F" w:rsidRPr="00193E01" w:rsidRDefault="0033346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3346F" w:rsidRPr="001F4C82" w:rsidRDefault="0033346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346F" w:rsidRPr="001F4C82" w:rsidRDefault="003334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33346F" w:rsidRPr="001F4C82" w:rsidRDefault="003334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3346F" w:rsidRPr="00C00C2E" w:rsidRDefault="003334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33346F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46F" w:rsidRDefault="0033346F" w:rsidP="0038231F">
      <w:pPr>
        <w:spacing w:after="0" w:line="240" w:lineRule="auto"/>
      </w:pPr>
      <w:r>
        <w:separator/>
      </w:r>
    </w:p>
  </w:endnote>
  <w:endnote w:type="continuationSeparator" w:id="1">
    <w:p w:rsidR="0033346F" w:rsidRDefault="003334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46F" w:rsidRDefault="0033346F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3346F" w:rsidRPr="003029AE" w:rsidRDefault="0033346F" w:rsidP="00CD74D0">
    <w:pPr>
      <w:jc w:val="center"/>
      <w:rPr>
        <w:sz w:val="18"/>
        <w:szCs w:val="18"/>
      </w:rPr>
    </w:pPr>
    <w:r w:rsidRPr="003029AE">
      <w:rPr>
        <w:sz w:val="18"/>
        <w:szCs w:val="18"/>
      </w:rPr>
      <w:t>___________________________________________________________________________________________</w:t>
    </w:r>
  </w:p>
  <w:p w:rsidR="0033346F" w:rsidRPr="00570261" w:rsidRDefault="0033346F" w:rsidP="00E35C3B">
    <w:pPr>
      <w:pStyle w:val="Footer"/>
      <w:jc w:val="center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14/2020 SIWZ – Dzierżawa koncentratorów tlenu  dla potrzeb Ośrodka Domowego Leczenia Tlenem WSZ w Elblągu</w:t>
    </w:r>
  </w:p>
  <w:p w:rsidR="0033346F" w:rsidRDefault="0033346F" w:rsidP="00E35C3B">
    <w:pPr>
      <w:pStyle w:val="Footer"/>
      <w:jc w:val="center"/>
    </w:pPr>
  </w:p>
  <w:p w:rsidR="0033346F" w:rsidRDefault="0033346F" w:rsidP="00886BA6">
    <w:pPr>
      <w:jc w:val="center"/>
      <w:rPr>
        <w:sz w:val="16"/>
        <w:szCs w:val="16"/>
      </w:rPr>
    </w:pPr>
  </w:p>
  <w:p w:rsidR="0033346F" w:rsidRDefault="0033346F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46F" w:rsidRDefault="0033346F" w:rsidP="0038231F">
      <w:pPr>
        <w:spacing w:after="0" w:line="240" w:lineRule="auto"/>
      </w:pPr>
      <w:r>
        <w:separator/>
      </w:r>
    </w:p>
  </w:footnote>
  <w:footnote w:type="continuationSeparator" w:id="1">
    <w:p w:rsidR="0033346F" w:rsidRDefault="0033346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49E"/>
    <w:rsid w:val="000F1229"/>
    <w:rsid w:val="000F2452"/>
    <w:rsid w:val="000F4C8A"/>
    <w:rsid w:val="0010384A"/>
    <w:rsid w:val="00103B61"/>
    <w:rsid w:val="00110BD9"/>
    <w:rsid w:val="0011121A"/>
    <w:rsid w:val="00121DC7"/>
    <w:rsid w:val="00131B25"/>
    <w:rsid w:val="00137D9F"/>
    <w:rsid w:val="001448FB"/>
    <w:rsid w:val="00146D90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6027"/>
    <w:rsid w:val="001D7BCC"/>
    <w:rsid w:val="001F4C82"/>
    <w:rsid w:val="002167D3"/>
    <w:rsid w:val="0023714F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D2E7A"/>
    <w:rsid w:val="002E641A"/>
    <w:rsid w:val="00300674"/>
    <w:rsid w:val="003029AE"/>
    <w:rsid w:val="00302C42"/>
    <w:rsid w:val="00304292"/>
    <w:rsid w:val="00307A36"/>
    <w:rsid w:val="00313911"/>
    <w:rsid w:val="003178CE"/>
    <w:rsid w:val="00324026"/>
    <w:rsid w:val="00324C86"/>
    <w:rsid w:val="0033346F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7458"/>
    <w:rsid w:val="003E1710"/>
    <w:rsid w:val="003F024C"/>
    <w:rsid w:val="003F45C6"/>
    <w:rsid w:val="00425B7B"/>
    <w:rsid w:val="00425D88"/>
    <w:rsid w:val="00430D71"/>
    <w:rsid w:val="00431598"/>
    <w:rsid w:val="00434CC2"/>
    <w:rsid w:val="00466838"/>
    <w:rsid w:val="004761C6"/>
    <w:rsid w:val="00484F88"/>
    <w:rsid w:val="00486143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3C9A"/>
    <w:rsid w:val="005250D4"/>
    <w:rsid w:val="00525621"/>
    <w:rsid w:val="0053130C"/>
    <w:rsid w:val="005319CA"/>
    <w:rsid w:val="005641F0"/>
    <w:rsid w:val="00570261"/>
    <w:rsid w:val="00584103"/>
    <w:rsid w:val="005A73FB"/>
    <w:rsid w:val="005E176A"/>
    <w:rsid w:val="006235BA"/>
    <w:rsid w:val="00632D17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B0A1C"/>
    <w:rsid w:val="006B0A64"/>
    <w:rsid w:val="006E16A6"/>
    <w:rsid w:val="006F0D4C"/>
    <w:rsid w:val="006F1EB4"/>
    <w:rsid w:val="006F3D32"/>
    <w:rsid w:val="007118F0"/>
    <w:rsid w:val="00712B0C"/>
    <w:rsid w:val="00745DE8"/>
    <w:rsid w:val="00746532"/>
    <w:rsid w:val="00771A16"/>
    <w:rsid w:val="00775CAE"/>
    <w:rsid w:val="007840F2"/>
    <w:rsid w:val="00784DBD"/>
    <w:rsid w:val="00790E24"/>
    <w:rsid w:val="007936D6"/>
    <w:rsid w:val="0079713A"/>
    <w:rsid w:val="007A4F2C"/>
    <w:rsid w:val="007B1761"/>
    <w:rsid w:val="007B366E"/>
    <w:rsid w:val="007B661B"/>
    <w:rsid w:val="007E25BD"/>
    <w:rsid w:val="007E2F69"/>
    <w:rsid w:val="007E61CB"/>
    <w:rsid w:val="007F71E1"/>
    <w:rsid w:val="00804F07"/>
    <w:rsid w:val="008244E5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B462A"/>
    <w:rsid w:val="008C6DF8"/>
    <w:rsid w:val="008D0487"/>
    <w:rsid w:val="008E3274"/>
    <w:rsid w:val="008F3818"/>
    <w:rsid w:val="009129F3"/>
    <w:rsid w:val="00920F98"/>
    <w:rsid w:val="009301A2"/>
    <w:rsid w:val="00934C6F"/>
    <w:rsid w:val="009375EB"/>
    <w:rsid w:val="009469C7"/>
    <w:rsid w:val="009516A0"/>
    <w:rsid w:val="00956C26"/>
    <w:rsid w:val="00960322"/>
    <w:rsid w:val="00967925"/>
    <w:rsid w:val="0097308F"/>
    <w:rsid w:val="00975C49"/>
    <w:rsid w:val="009A331C"/>
    <w:rsid w:val="009A397D"/>
    <w:rsid w:val="009C0C6C"/>
    <w:rsid w:val="009C6DDE"/>
    <w:rsid w:val="009D1751"/>
    <w:rsid w:val="009D314C"/>
    <w:rsid w:val="009F047C"/>
    <w:rsid w:val="00A058AD"/>
    <w:rsid w:val="00A0658E"/>
    <w:rsid w:val="00A101BE"/>
    <w:rsid w:val="00A1401D"/>
    <w:rsid w:val="00A1471A"/>
    <w:rsid w:val="00A1685D"/>
    <w:rsid w:val="00A22BBB"/>
    <w:rsid w:val="00A24B76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39E6"/>
    <w:rsid w:val="00AB3A91"/>
    <w:rsid w:val="00AB5E32"/>
    <w:rsid w:val="00AB71A8"/>
    <w:rsid w:val="00AD15D1"/>
    <w:rsid w:val="00AD1D1B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FD4"/>
    <w:rsid w:val="00B53C4F"/>
    <w:rsid w:val="00B62D8C"/>
    <w:rsid w:val="00BA3807"/>
    <w:rsid w:val="00BB2E76"/>
    <w:rsid w:val="00BD06C3"/>
    <w:rsid w:val="00BF1F3F"/>
    <w:rsid w:val="00C00C2E"/>
    <w:rsid w:val="00C22538"/>
    <w:rsid w:val="00C4103F"/>
    <w:rsid w:val="00C456FB"/>
    <w:rsid w:val="00C50F31"/>
    <w:rsid w:val="00C5572C"/>
    <w:rsid w:val="00C57DEB"/>
    <w:rsid w:val="00C61CDA"/>
    <w:rsid w:val="00C6541C"/>
    <w:rsid w:val="00C73BF4"/>
    <w:rsid w:val="00C75633"/>
    <w:rsid w:val="00C80314"/>
    <w:rsid w:val="00C87835"/>
    <w:rsid w:val="00C919CE"/>
    <w:rsid w:val="00C953B9"/>
    <w:rsid w:val="00CA5F28"/>
    <w:rsid w:val="00CC6896"/>
    <w:rsid w:val="00CD74D0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90AB3"/>
    <w:rsid w:val="00DC0ECD"/>
    <w:rsid w:val="00DC3F44"/>
    <w:rsid w:val="00DD146A"/>
    <w:rsid w:val="00DD3E9D"/>
    <w:rsid w:val="00DE73EE"/>
    <w:rsid w:val="00DF2B72"/>
    <w:rsid w:val="00E14552"/>
    <w:rsid w:val="00E14E71"/>
    <w:rsid w:val="00E15D59"/>
    <w:rsid w:val="00E21B42"/>
    <w:rsid w:val="00E30517"/>
    <w:rsid w:val="00E35C3B"/>
    <w:rsid w:val="00E42CC3"/>
    <w:rsid w:val="00E55512"/>
    <w:rsid w:val="00E616C7"/>
    <w:rsid w:val="00E86762"/>
    <w:rsid w:val="00E868BC"/>
    <w:rsid w:val="00E86A2B"/>
    <w:rsid w:val="00EA74CD"/>
    <w:rsid w:val="00EB3286"/>
    <w:rsid w:val="00EB3BC2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4FD"/>
    <w:rsid w:val="00F54680"/>
    <w:rsid w:val="00F74CAC"/>
    <w:rsid w:val="00F8063D"/>
    <w:rsid w:val="00FB7965"/>
    <w:rsid w:val="00FC0667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97308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B41FD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3">
    <w:name w:val="Znak Znak Znak1 Znak Znak Znak Znak3"/>
    <w:basedOn w:val="Normal"/>
    <w:uiPriority w:val="99"/>
    <w:rsid w:val="006235BA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36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2</Pages>
  <Words>387</Words>
  <Characters>2324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35</cp:revision>
  <cp:lastPrinted>2018-01-18T11:23:00Z</cp:lastPrinted>
  <dcterms:created xsi:type="dcterms:W3CDTF">2016-09-13T09:42:00Z</dcterms:created>
  <dcterms:modified xsi:type="dcterms:W3CDTF">2020-04-01T14:22:00Z</dcterms:modified>
</cp:coreProperties>
</file>