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AE" w:rsidRDefault="000F64AE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7 do SIWZ       </w:t>
      </w:r>
    </w:p>
    <w:p w:rsidR="000F64AE" w:rsidRPr="00A058AD" w:rsidRDefault="000F64AE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0F64AE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0F64AE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0F64AE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0F64AE" w:rsidRPr="00A058AD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0F64AE" w:rsidRPr="00AB71A8" w:rsidRDefault="000F64AE" w:rsidP="007118F0">
      <w:pPr>
        <w:spacing w:after="0"/>
        <w:rPr>
          <w:rFonts w:ascii="Arial" w:hAnsi="Arial" w:cs="Arial"/>
          <w:b/>
          <w:bCs/>
        </w:rPr>
      </w:pPr>
    </w:p>
    <w:p w:rsidR="000F64AE" w:rsidRDefault="000F64AE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0F64AE" w:rsidRPr="00A058AD" w:rsidRDefault="000F64AE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0F64AE" w:rsidRPr="00A058AD" w:rsidRDefault="000F64A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64AE" w:rsidRPr="00A058AD" w:rsidRDefault="000F64AE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F64AE" w:rsidRPr="003D272A" w:rsidRDefault="000F64AE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F64AE" w:rsidRPr="00A058AD" w:rsidRDefault="000F64A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64AE" w:rsidRPr="00A058AD" w:rsidRDefault="000F64AE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F64AE" w:rsidRPr="009375EB" w:rsidRDefault="000F64AE" w:rsidP="00C4103F">
      <w:pPr>
        <w:rPr>
          <w:rFonts w:ascii="Arial" w:hAnsi="Arial" w:cs="Arial"/>
        </w:rPr>
      </w:pPr>
    </w:p>
    <w:p w:rsidR="000F64AE" w:rsidRPr="00EA74CD" w:rsidRDefault="000F64AE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F64AE" w:rsidRPr="005319CA" w:rsidRDefault="000F64A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0F64AE" w:rsidRPr="005319CA" w:rsidRDefault="000F64A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0F64AE" w:rsidRPr="00BF1F3F" w:rsidRDefault="000F64AE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0F64AE" w:rsidRPr="001448FB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F64AE" w:rsidRPr="006A015F" w:rsidRDefault="000F64AE" w:rsidP="00A9009C">
      <w:pPr>
        <w:jc w:val="both"/>
        <w:rPr>
          <w:rFonts w:ascii="Arial" w:hAnsi="Arial" w:cs="Arial"/>
          <w:b/>
          <w:bCs/>
        </w:rPr>
      </w:pPr>
      <w:r w:rsidRPr="006A015F">
        <w:rPr>
          <w:rFonts w:ascii="Arial" w:hAnsi="Arial" w:cs="Arial"/>
        </w:rPr>
        <w:t xml:space="preserve">Na potrzeby postępowania o udzielenie zamówienia publicznego pn. </w:t>
      </w:r>
      <w:r w:rsidRPr="006A015F">
        <w:rPr>
          <w:rFonts w:ascii="Arial" w:hAnsi="Arial" w:cs="Arial"/>
          <w:b/>
          <w:bCs/>
        </w:rPr>
        <w:t>„dostawa w 5 pakietach narzędzi do uszczelniania naczyń i pęczków  tkankowych , narzędzi do zabiegów klasycznych i laparoskopowych, elektrod jednorazowego użytku wraz z użyczeniem 3 klem wielorazowych , staplerów i zestawu do przedniej, dolnej niskiej resekcji jelita w okresie 24 miesięcy z jednoczesnym utworzeniem magazynu depozytowego dla potrzeb Bloku Operacyjnego  Wojewódzkiego Szpitala Zespolonego w Elblągu – znak sprawy 22/2020”</w:t>
      </w:r>
      <w:r w:rsidRPr="006A015F">
        <w:rPr>
          <w:rFonts w:ascii="Arial" w:hAnsi="Arial" w:cs="Arial"/>
        </w:rPr>
        <w:t xml:space="preserve"> prowadzonego przez Wojewódzki Szpital Zespolony w Elblągu</w:t>
      </w:r>
      <w:r w:rsidRPr="006A015F">
        <w:rPr>
          <w:rFonts w:ascii="Arial" w:hAnsi="Arial" w:cs="Arial"/>
          <w:i/>
          <w:iCs/>
        </w:rPr>
        <w:t xml:space="preserve"> </w:t>
      </w:r>
      <w:r w:rsidRPr="006A015F">
        <w:rPr>
          <w:rFonts w:ascii="Arial" w:hAnsi="Arial" w:cs="Arial"/>
        </w:rPr>
        <w:t>oświadczam, co następuje:</w:t>
      </w:r>
    </w:p>
    <w:p w:rsidR="000F64AE" w:rsidRPr="00CC6896" w:rsidRDefault="000F64AE" w:rsidP="004C43B8">
      <w:pPr>
        <w:spacing w:after="0" w:line="360" w:lineRule="auto"/>
        <w:jc w:val="both"/>
        <w:rPr>
          <w:rFonts w:ascii="Arial" w:hAnsi="Arial" w:cs="Arial"/>
        </w:rPr>
      </w:pPr>
    </w:p>
    <w:p w:rsidR="000F64AE" w:rsidRPr="001448FB" w:rsidRDefault="000F64AE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0F64AE" w:rsidRDefault="000F64AE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0F64AE" w:rsidRDefault="000F64AE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0F64AE" w:rsidRPr="0087311B" w:rsidRDefault="000F64AE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64AE" w:rsidRPr="00190D6E" w:rsidRDefault="000F64AE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F64AE" w:rsidRPr="00307A36" w:rsidRDefault="000F64AE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0F64AE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F64AE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F64AE" w:rsidRPr="00A56074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64AE" w:rsidRPr="000F2452" w:rsidRDefault="000F64AE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0F64AE" w:rsidRPr="009375EB" w:rsidRDefault="000F64AE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F64AE" w:rsidRPr="003C58F8" w:rsidRDefault="000F64AE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0F64AE" w:rsidRPr="009375EB" w:rsidRDefault="000F64A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F64AE" w:rsidRPr="00F54680" w:rsidRDefault="000F64A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64AE" w:rsidRPr="008560CF" w:rsidRDefault="000F64AE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0F64AE" w:rsidRDefault="000F64AE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F64AE" w:rsidRPr="009375EB" w:rsidRDefault="000F64AE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F64AE" w:rsidRPr="001D3A19" w:rsidRDefault="000F64AE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F64AE" w:rsidRPr="009375EB" w:rsidRDefault="000F64A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F64AE" w:rsidRPr="00193E01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F64AE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64AE" w:rsidRPr="001F4C82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64AE" w:rsidRPr="001F4C82" w:rsidRDefault="000F64A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F64AE" w:rsidRPr="001F4C82" w:rsidRDefault="000F64A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64AE" w:rsidRPr="001F4C82" w:rsidRDefault="000F64A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64AE" w:rsidRPr="00C00C2E" w:rsidRDefault="000F64AE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F64AE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4AE" w:rsidRDefault="000F64AE" w:rsidP="0038231F">
      <w:pPr>
        <w:spacing w:after="0" w:line="240" w:lineRule="auto"/>
      </w:pPr>
      <w:r>
        <w:separator/>
      </w:r>
    </w:p>
  </w:endnote>
  <w:endnote w:type="continuationSeparator" w:id="1">
    <w:p w:rsidR="000F64AE" w:rsidRDefault="000F64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4AE" w:rsidRDefault="000F64AE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F64AE" w:rsidRDefault="000F64AE" w:rsidP="00A9009C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</w:t>
    </w:r>
  </w:p>
  <w:p w:rsidR="000F64AE" w:rsidRPr="006A015F" w:rsidRDefault="000F64AE" w:rsidP="00A9009C">
    <w:pPr>
      <w:jc w:val="center"/>
      <w:rPr>
        <w:rFonts w:ascii="Arial" w:hAnsi="Arial" w:cs="Arial"/>
        <w:sz w:val="16"/>
        <w:szCs w:val="16"/>
      </w:rPr>
    </w:pPr>
    <w:r w:rsidRPr="006A015F">
      <w:rPr>
        <w:rFonts w:ascii="Arial" w:hAnsi="Arial" w:cs="Arial"/>
        <w:sz w:val="16"/>
        <w:szCs w:val="16"/>
      </w:rPr>
      <w:t>SIWZ 22/2020 WSZ Elbląg – dostawa w 5 pakietach narzędzi do uszczelniania naczyń i pęczków  tkankowych , narzędzi do zabiegów klasycznych i laparoskopowych , elektrod jednorazowego użytku, staplerów i zestawu do przedniej , dolnej niskiej resekcji jelita dla potrzeb Bloku Operacyjnego  Wojewódzkiego Szpitala Zespolonego w Elblągu</w:t>
    </w:r>
  </w:p>
  <w:p w:rsidR="000F64AE" w:rsidRPr="00F26B7C" w:rsidRDefault="000F64AE" w:rsidP="00A9009C">
    <w:pPr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4AE" w:rsidRDefault="000F64AE" w:rsidP="0038231F">
      <w:pPr>
        <w:spacing w:after="0" w:line="240" w:lineRule="auto"/>
      </w:pPr>
      <w:r>
        <w:separator/>
      </w:r>
    </w:p>
  </w:footnote>
  <w:footnote w:type="continuationSeparator" w:id="1">
    <w:p w:rsidR="000F64AE" w:rsidRDefault="000F64A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33E3"/>
    <w:rsid w:val="00036BFE"/>
    <w:rsid w:val="00043A45"/>
    <w:rsid w:val="000613EB"/>
    <w:rsid w:val="000809B6"/>
    <w:rsid w:val="000817F4"/>
    <w:rsid w:val="000A103C"/>
    <w:rsid w:val="000B1025"/>
    <w:rsid w:val="000B1F47"/>
    <w:rsid w:val="000C021E"/>
    <w:rsid w:val="000D03AF"/>
    <w:rsid w:val="000D73C4"/>
    <w:rsid w:val="000E4D37"/>
    <w:rsid w:val="000F1229"/>
    <w:rsid w:val="000F2452"/>
    <w:rsid w:val="000F2C80"/>
    <w:rsid w:val="000F4C8A"/>
    <w:rsid w:val="000F64AE"/>
    <w:rsid w:val="00101F91"/>
    <w:rsid w:val="0010384A"/>
    <w:rsid w:val="001038CB"/>
    <w:rsid w:val="00103B61"/>
    <w:rsid w:val="0011121A"/>
    <w:rsid w:val="001448FB"/>
    <w:rsid w:val="00146D90"/>
    <w:rsid w:val="001670F2"/>
    <w:rsid w:val="001807BF"/>
    <w:rsid w:val="00190D6E"/>
    <w:rsid w:val="00193E01"/>
    <w:rsid w:val="001957C5"/>
    <w:rsid w:val="00195CEA"/>
    <w:rsid w:val="001C6945"/>
    <w:rsid w:val="001C6A89"/>
    <w:rsid w:val="001D3A19"/>
    <w:rsid w:val="001D4C90"/>
    <w:rsid w:val="001F4C82"/>
    <w:rsid w:val="001F5F58"/>
    <w:rsid w:val="0021123F"/>
    <w:rsid w:val="002167D3"/>
    <w:rsid w:val="0024732C"/>
    <w:rsid w:val="0025263C"/>
    <w:rsid w:val="0025358A"/>
    <w:rsid w:val="00255142"/>
    <w:rsid w:val="00261952"/>
    <w:rsid w:val="00267089"/>
    <w:rsid w:val="00273187"/>
    <w:rsid w:val="0027560C"/>
    <w:rsid w:val="00277739"/>
    <w:rsid w:val="00277E44"/>
    <w:rsid w:val="00287BCD"/>
    <w:rsid w:val="002B353A"/>
    <w:rsid w:val="002C42F8"/>
    <w:rsid w:val="002C4948"/>
    <w:rsid w:val="002D110A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5271D"/>
    <w:rsid w:val="0036178B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4137A1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84103"/>
    <w:rsid w:val="005A73FB"/>
    <w:rsid w:val="005C040A"/>
    <w:rsid w:val="005E176A"/>
    <w:rsid w:val="00601628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015F"/>
    <w:rsid w:val="006A1907"/>
    <w:rsid w:val="006A44D3"/>
    <w:rsid w:val="006A52B6"/>
    <w:rsid w:val="006B1C32"/>
    <w:rsid w:val="006C281F"/>
    <w:rsid w:val="006E01A2"/>
    <w:rsid w:val="006E16A6"/>
    <w:rsid w:val="006F3D32"/>
    <w:rsid w:val="00701130"/>
    <w:rsid w:val="007118F0"/>
    <w:rsid w:val="00746532"/>
    <w:rsid w:val="0077417F"/>
    <w:rsid w:val="007840F2"/>
    <w:rsid w:val="007936D6"/>
    <w:rsid w:val="00795966"/>
    <w:rsid w:val="0079713A"/>
    <w:rsid w:val="007A6E81"/>
    <w:rsid w:val="007B0681"/>
    <w:rsid w:val="007B2A1C"/>
    <w:rsid w:val="007E25BD"/>
    <w:rsid w:val="007E2F69"/>
    <w:rsid w:val="00804F07"/>
    <w:rsid w:val="00830AB1"/>
    <w:rsid w:val="008409E4"/>
    <w:rsid w:val="008560CF"/>
    <w:rsid w:val="00870FF9"/>
    <w:rsid w:val="0087311B"/>
    <w:rsid w:val="00874044"/>
    <w:rsid w:val="00875011"/>
    <w:rsid w:val="00892E48"/>
    <w:rsid w:val="008A5BE7"/>
    <w:rsid w:val="008C37F4"/>
    <w:rsid w:val="008C6DF8"/>
    <w:rsid w:val="008D0487"/>
    <w:rsid w:val="008E3274"/>
    <w:rsid w:val="008F3818"/>
    <w:rsid w:val="008F390B"/>
    <w:rsid w:val="00903A7A"/>
    <w:rsid w:val="009129F3"/>
    <w:rsid w:val="00920F98"/>
    <w:rsid w:val="00921D58"/>
    <w:rsid w:val="009301A2"/>
    <w:rsid w:val="00931408"/>
    <w:rsid w:val="0093479B"/>
    <w:rsid w:val="009375EB"/>
    <w:rsid w:val="009469C7"/>
    <w:rsid w:val="009516A0"/>
    <w:rsid w:val="00956C26"/>
    <w:rsid w:val="00975C49"/>
    <w:rsid w:val="00991561"/>
    <w:rsid w:val="009A397D"/>
    <w:rsid w:val="009C0C6C"/>
    <w:rsid w:val="009C6DDE"/>
    <w:rsid w:val="009D314C"/>
    <w:rsid w:val="009E09B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09C"/>
    <w:rsid w:val="00A9010F"/>
    <w:rsid w:val="00AB215D"/>
    <w:rsid w:val="00AB39E6"/>
    <w:rsid w:val="00AB5E32"/>
    <w:rsid w:val="00AB71A8"/>
    <w:rsid w:val="00AC2381"/>
    <w:rsid w:val="00AD5B8E"/>
    <w:rsid w:val="00AE273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615BC"/>
    <w:rsid w:val="00BD06C3"/>
    <w:rsid w:val="00BF1F3F"/>
    <w:rsid w:val="00C00193"/>
    <w:rsid w:val="00C00C2E"/>
    <w:rsid w:val="00C22538"/>
    <w:rsid w:val="00C4103F"/>
    <w:rsid w:val="00C41990"/>
    <w:rsid w:val="00C430C9"/>
    <w:rsid w:val="00C456FB"/>
    <w:rsid w:val="00C57DEB"/>
    <w:rsid w:val="00C60F97"/>
    <w:rsid w:val="00C659F2"/>
    <w:rsid w:val="00C75633"/>
    <w:rsid w:val="00C82FE5"/>
    <w:rsid w:val="00C9653D"/>
    <w:rsid w:val="00CA5F28"/>
    <w:rsid w:val="00CC6896"/>
    <w:rsid w:val="00CD4266"/>
    <w:rsid w:val="00CE10B9"/>
    <w:rsid w:val="00CE6400"/>
    <w:rsid w:val="00CF4A74"/>
    <w:rsid w:val="00D017A2"/>
    <w:rsid w:val="00D07CBC"/>
    <w:rsid w:val="00D25D28"/>
    <w:rsid w:val="00D2726C"/>
    <w:rsid w:val="00D34D9A"/>
    <w:rsid w:val="00D409DE"/>
    <w:rsid w:val="00D41115"/>
    <w:rsid w:val="00D42C9B"/>
    <w:rsid w:val="00D47D38"/>
    <w:rsid w:val="00D7532C"/>
    <w:rsid w:val="00DC3F44"/>
    <w:rsid w:val="00DD146A"/>
    <w:rsid w:val="00DD3E9D"/>
    <w:rsid w:val="00DE73EE"/>
    <w:rsid w:val="00E13EFF"/>
    <w:rsid w:val="00E14552"/>
    <w:rsid w:val="00E15D59"/>
    <w:rsid w:val="00E21B42"/>
    <w:rsid w:val="00E30517"/>
    <w:rsid w:val="00E42CC3"/>
    <w:rsid w:val="00E55512"/>
    <w:rsid w:val="00E579E2"/>
    <w:rsid w:val="00E86762"/>
    <w:rsid w:val="00E86A2B"/>
    <w:rsid w:val="00EA74CD"/>
    <w:rsid w:val="00EB3286"/>
    <w:rsid w:val="00EB3BC2"/>
    <w:rsid w:val="00ED3E30"/>
    <w:rsid w:val="00EE4535"/>
    <w:rsid w:val="00EE7725"/>
    <w:rsid w:val="00EF741B"/>
    <w:rsid w:val="00EF74CA"/>
    <w:rsid w:val="00F014B6"/>
    <w:rsid w:val="00F053EC"/>
    <w:rsid w:val="00F2074D"/>
    <w:rsid w:val="00F26B7C"/>
    <w:rsid w:val="00F33AC3"/>
    <w:rsid w:val="00F365F2"/>
    <w:rsid w:val="00F54680"/>
    <w:rsid w:val="00F62374"/>
    <w:rsid w:val="00F74CAC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6A1907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</Pages>
  <Words>445</Words>
  <Characters>2676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9</cp:revision>
  <cp:lastPrinted>2016-07-26T08:32:00Z</cp:lastPrinted>
  <dcterms:created xsi:type="dcterms:W3CDTF">2017-08-01T10:00:00Z</dcterms:created>
  <dcterms:modified xsi:type="dcterms:W3CDTF">2020-05-24T10:00:00Z</dcterms:modified>
</cp:coreProperties>
</file>