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7E" w:rsidRDefault="0064147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SIWZ       </w:t>
      </w:r>
    </w:p>
    <w:p w:rsidR="0064147E" w:rsidRPr="00D52378" w:rsidRDefault="0064147E" w:rsidP="00164B3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p w:rsidR="0064147E" w:rsidRDefault="0064147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4147E" w:rsidRDefault="0064147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64147E" w:rsidRPr="00736657" w:rsidRDefault="0064147E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4147E" w:rsidRPr="00A058AD" w:rsidRDefault="0064147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4147E" w:rsidRPr="00A058AD" w:rsidRDefault="0064147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4147E" w:rsidRPr="00A058AD" w:rsidRDefault="0064147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4147E" w:rsidRPr="003D272A" w:rsidRDefault="0064147E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4147E" w:rsidRPr="00A058AD" w:rsidRDefault="0064147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4147E" w:rsidRPr="00A058AD" w:rsidRDefault="0064147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4147E" w:rsidRPr="009375EB" w:rsidRDefault="0064147E" w:rsidP="00C4103F">
      <w:pPr>
        <w:rPr>
          <w:rFonts w:ascii="Arial" w:hAnsi="Arial" w:cs="Arial"/>
        </w:rPr>
      </w:pPr>
    </w:p>
    <w:p w:rsidR="0064147E" w:rsidRPr="00EA74CD" w:rsidRDefault="0064147E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4147E" w:rsidRPr="005319CA" w:rsidRDefault="0064147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4147E" w:rsidRPr="005319CA" w:rsidRDefault="0064147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4147E" w:rsidRPr="00BF1F3F" w:rsidRDefault="0064147E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4147E" w:rsidRPr="001448FB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Pr="003F035F" w:rsidRDefault="0064147E" w:rsidP="00FF60E3">
      <w:pPr>
        <w:ind w:right="360"/>
        <w:jc w:val="both"/>
        <w:rPr>
          <w:rFonts w:ascii="Arial" w:hAnsi="Arial" w:cs="Arial"/>
        </w:rPr>
      </w:pPr>
      <w:r w:rsidRPr="003F035F">
        <w:rPr>
          <w:rFonts w:ascii="Arial" w:hAnsi="Arial" w:cs="Arial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</w:t>
      </w:r>
      <w:r w:rsidRPr="00DF3121">
        <w:rPr>
          <w:rFonts w:ascii="Arial" w:hAnsi="Arial" w:cs="Arial"/>
          <w:b/>
          <w:bCs/>
        </w:rPr>
        <w:t>dostawa gazów medycznych wraz z dzierżawą butli stalowych, aluminiowych i zbiornika kriogenicznego tlenu medycznego cie</w:t>
      </w:r>
      <w:r>
        <w:rPr>
          <w:rFonts w:ascii="Arial" w:hAnsi="Arial" w:cs="Arial"/>
          <w:b/>
          <w:bCs/>
        </w:rPr>
        <w:t>kłego dla potrzeb WSZ w Elblągu</w:t>
      </w:r>
      <w:r w:rsidRPr="00FF6247">
        <w:rPr>
          <w:rFonts w:ascii="Arial" w:hAnsi="Arial" w:cs="Arial"/>
          <w:b/>
          <w:bCs/>
        </w:rPr>
        <w:t xml:space="preserve"> – znak sprawy </w:t>
      </w:r>
      <w:r w:rsidRPr="00CE7A33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1</w:t>
      </w:r>
      <w:r w:rsidRPr="00CE7A33">
        <w:rPr>
          <w:rFonts w:ascii="Arial" w:hAnsi="Arial" w:cs="Arial"/>
          <w:b/>
          <w:bCs/>
        </w:rPr>
        <w:t>/2020</w:t>
      </w:r>
      <w:r w:rsidRPr="00FF6247">
        <w:rPr>
          <w:rFonts w:ascii="Arial" w:hAnsi="Arial" w:cs="Arial"/>
          <w:b/>
          <w:bCs/>
        </w:rPr>
        <w:t xml:space="preserve">” </w:t>
      </w:r>
      <w:r w:rsidRPr="003F035F">
        <w:rPr>
          <w:rFonts w:ascii="Arial" w:hAnsi="Arial" w:cs="Arial"/>
        </w:rPr>
        <w:t>prowadzonego przez Wojewódzki Szpital Zespolony w Elblągu</w:t>
      </w:r>
      <w:r w:rsidRPr="003F035F">
        <w:rPr>
          <w:rFonts w:ascii="Arial" w:hAnsi="Arial" w:cs="Arial"/>
          <w:i/>
          <w:iCs/>
        </w:rPr>
        <w:t xml:space="preserve"> </w:t>
      </w:r>
      <w:r w:rsidRPr="003F035F">
        <w:rPr>
          <w:rFonts w:ascii="Arial" w:hAnsi="Arial" w:cs="Arial"/>
        </w:rPr>
        <w:t>oświadczam, co następuje:</w:t>
      </w:r>
    </w:p>
    <w:p w:rsidR="0064147E" w:rsidRPr="00CC6896" w:rsidRDefault="0064147E" w:rsidP="004C43B8">
      <w:pPr>
        <w:spacing w:after="0" w:line="360" w:lineRule="auto"/>
        <w:jc w:val="both"/>
        <w:rPr>
          <w:rFonts w:ascii="Arial" w:hAnsi="Arial" w:cs="Arial"/>
        </w:rPr>
      </w:pPr>
    </w:p>
    <w:p w:rsidR="0064147E" w:rsidRPr="001448FB" w:rsidRDefault="0064147E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4147E" w:rsidRDefault="0064147E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4147E" w:rsidRDefault="0064147E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4147E" w:rsidRPr="0087311B" w:rsidRDefault="0064147E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4147E" w:rsidRPr="003E1710" w:rsidRDefault="0064147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4147E" w:rsidRPr="003E1710" w:rsidRDefault="0064147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4147E" w:rsidRPr="003E1710" w:rsidRDefault="0064147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3E1710" w:rsidRDefault="0064147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147E" w:rsidRPr="009D288C" w:rsidRDefault="0064147E" w:rsidP="009D288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4147E" w:rsidRPr="00A56074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147E" w:rsidRPr="000F2452" w:rsidRDefault="0064147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0F2452" w:rsidRDefault="0064147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4147E" w:rsidRPr="000F2452" w:rsidRDefault="0064147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0F2452" w:rsidRDefault="0064147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147E" w:rsidRPr="000F2452" w:rsidRDefault="0064147E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4147E" w:rsidRPr="009375EB" w:rsidRDefault="0064147E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4147E" w:rsidRPr="003C58F8" w:rsidRDefault="0064147E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4147E" w:rsidRPr="009375EB" w:rsidRDefault="0064147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4147E" w:rsidRPr="00F54680" w:rsidRDefault="0064147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4147E" w:rsidRPr="005A73FB" w:rsidRDefault="0064147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5A73FB" w:rsidRDefault="0064147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4147E" w:rsidRPr="005A73FB" w:rsidRDefault="0064147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5A73FB" w:rsidRDefault="0064147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147E" w:rsidRPr="008560CF" w:rsidRDefault="0064147E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4147E" w:rsidRDefault="0064147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4147E" w:rsidRPr="009375EB" w:rsidRDefault="0064147E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4147E" w:rsidRPr="001D3A19" w:rsidRDefault="0064147E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4147E" w:rsidRPr="009375EB" w:rsidRDefault="0064147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4147E" w:rsidRPr="00193E01" w:rsidRDefault="0064147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4147E" w:rsidRDefault="0064147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1F4C82" w:rsidRDefault="0064147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1F4C82" w:rsidRDefault="0064147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4147E" w:rsidRPr="001F4C82" w:rsidRDefault="0064147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147E" w:rsidRPr="001F4C82" w:rsidRDefault="0064147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147E" w:rsidRPr="00C00C2E" w:rsidRDefault="0064147E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4147E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47E" w:rsidRDefault="0064147E" w:rsidP="0038231F">
      <w:pPr>
        <w:spacing w:after="0" w:line="240" w:lineRule="auto"/>
      </w:pPr>
      <w:r>
        <w:separator/>
      </w:r>
    </w:p>
  </w:endnote>
  <w:endnote w:type="continuationSeparator" w:id="1">
    <w:p w:rsidR="0064147E" w:rsidRDefault="006414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47E" w:rsidRDefault="0064147E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4147E" w:rsidRPr="00BB16FA" w:rsidRDefault="0064147E" w:rsidP="00BB16FA">
    <w:pPr>
      <w:pStyle w:val="Footer"/>
      <w:ind w:right="360"/>
      <w:jc w:val="center"/>
      <w:rPr>
        <w:sz w:val="16"/>
        <w:szCs w:val="16"/>
      </w:rPr>
    </w:pPr>
    <w:r w:rsidRPr="00BB16FA">
      <w:rPr>
        <w:sz w:val="16"/>
        <w:szCs w:val="16"/>
      </w:rPr>
      <w:t>21/2020  – dostawa gazów medycznych wraz z dzierżawą butli stalowych, aluminiowych i zbiornika kriogenicznego tlenu medycznego ciekłego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47E" w:rsidRDefault="0064147E" w:rsidP="0038231F">
      <w:pPr>
        <w:spacing w:after="0" w:line="240" w:lineRule="auto"/>
      </w:pPr>
      <w:r>
        <w:separator/>
      </w:r>
    </w:p>
  </w:footnote>
  <w:footnote w:type="continuationSeparator" w:id="1">
    <w:p w:rsidR="0064147E" w:rsidRDefault="006414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0927"/>
    <w:rsid w:val="0007699B"/>
    <w:rsid w:val="00076D7C"/>
    <w:rsid w:val="000809B6"/>
    <w:rsid w:val="000817F4"/>
    <w:rsid w:val="00095436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3B4D"/>
    <w:rsid w:val="000F4C8A"/>
    <w:rsid w:val="00101F91"/>
    <w:rsid w:val="0010384A"/>
    <w:rsid w:val="001038CB"/>
    <w:rsid w:val="00103B61"/>
    <w:rsid w:val="0011121A"/>
    <w:rsid w:val="001448FB"/>
    <w:rsid w:val="00146D90"/>
    <w:rsid w:val="00164B3E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5FE2"/>
    <w:rsid w:val="00466838"/>
    <w:rsid w:val="004745D0"/>
    <w:rsid w:val="004761C6"/>
    <w:rsid w:val="0048274B"/>
    <w:rsid w:val="00484F88"/>
    <w:rsid w:val="00485785"/>
    <w:rsid w:val="004B00A9"/>
    <w:rsid w:val="004C21DA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5E265C"/>
    <w:rsid w:val="0061254F"/>
    <w:rsid w:val="006230A9"/>
    <w:rsid w:val="00634BCF"/>
    <w:rsid w:val="0064147E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3E41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AD5"/>
    <w:rsid w:val="007E2F69"/>
    <w:rsid w:val="007E3ED0"/>
    <w:rsid w:val="00804F07"/>
    <w:rsid w:val="008053BE"/>
    <w:rsid w:val="00821E3B"/>
    <w:rsid w:val="00830AB1"/>
    <w:rsid w:val="008560CF"/>
    <w:rsid w:val="0087311B"/>
    <w:rsid w:val="00874044"/>
    <w:rsid w:val="00875011"/>
    <w:rsid w:val="00887053"/>
    <w:rsid w:val="00887C74"/>
    <w:rsid w:val="008909DB"/>
    <w:rsid w:val="00891E99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288C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1B9D"/>
    <w:rsid w:val="00A776FE"/>
    <w:rsid w:val="00A81923"/>
    <w:rsid w:val="00A87FF4"/>
    <w:rsid w:val="00A9010F"/>
    <w:rsid w:val="00AA143D"/>
    <w:rsid w:val="00AB39E6"/>
    <w:rsid w:val="00AB5E32"/>
    <w:rsid w:val="00AB71A8"/>
    <w:rsid w:val="00AD5B8E"/>
    <w:rsid w:val="00AE315C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A4771"/>
    <w:rsid w:val="00BB16FA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E7A33"/>
    <w:rsid w:val="00CF4A74"/>
    <w:rsid w:val="00CF5D08"/>
    <w:rsid w:val="00D07CBC"/>
    <w:rsid w:val="00D2726C"/>
    <w:rsid w:val="00D34D9A"/>
    <w:rsid w:val="00D409DE"/>
    <w:rsid w:val="00D42C9B"/>
    <w:rsid w:val="00D47D38"/>
    <w:rsid w:val="00D5237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DF037E"/>
    <w:rsid w:val="00DF3121"/>
    <w:rsid w:val="00E045AC"/>
    <w:rsid w:val="00E115F4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84902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09543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4C21DA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1">
    <w:name w:val="Znak14 Znak Znak Znak1"/>
    <w:uiPriority w:val="99"/>
    <w:rsid w:val="004C21DA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0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408</Words>
  <Characters>2451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jboronski</cp:lastModifiedBy>
  <cp:revision>16</cp:revision>
  <cp:lastPrinted>2016-07-26T08:32:00Z</cp:lastPrinted>
  <dcterms:created xsi:type="dcterms:W3CDTF">2019-08-21T12:48:00Z</dcterms:created>
  <dcterms:modified xsi:type="dcterms:W3CDTF">2020-05-19T08:25:00Z</dcterms:modified>
</cp:coreProperties>
</file>