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20" w:rsidRPr="00A70FAC" w:rsidRDefault="00593F20" w:rsidP="00FE6669">
      <w:pPr>
        <w:pStyle w:val="Heading4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1</w:t>
      </w:r>
      <w:r w:rsidRPr="00A70FAC">
        <w:rPr>
          <w:sz w:val="24"/>
          <w:szCs w:val="24"/>
        </w:rPr>
        <w:t xml:space="preserve"> do SIWZ</w:t>
      </w:r>
    </w:p>
    <w:p w:rsidR="00593F20" w:rsidRDefault="00593F20" w:rsidP="00FE6669">
      <w:pPr>
        <w:jc w:val="both"/>
      </w:pPr>
    </w:p>
    <w:p w:rsidR="00593F20" w:rsidRPr="00A70FAC" w:rsidRDefault="00593F20" w:rsidP="00FE6669">
      <w:pPr>
        <w:jc w:val="both"/>
      </w:pPr>
    </w:p>
    <w:p w:rsidR="00593F20" w:rsidRPr="00A70FAC" w:rsidRDefault="00593F20" w:rsidP="00FE6669">
      <w:pPr>
        <w:jc w:val="both"/>
      </w:pPr>
    </w:p>
    <w:p w:rsidR="00593F20" w:rsidRPr="00A70FAC" w:rsidRDefault="00593F20" w:rsidP="00FE6669">
      <w:pPr>
        <w:jc w:val="both"/>
      </w:pPr>
      <w:r w:rsidRPr="00A70FAC">
        <w:t>....................................................................</w:t>
      </w:r>
      <w:r w:rsidRPr="00A70FAC">
        <w:tab/>
      </w:r>
      <w:r w:rsidRPr="00A70FAC">
        <w:tab/>
      </w:r>
      <w:r w:rsidRPr="00A70FAC">
        <w:tab/>
        <w:t xml:space="preserve">        .....................................................</w:t>
      </w:r>
    </w:p>
    <w:p w:rsidR="00593F20" w:rsidRPr="00A70FAC" w:rsidRDefault="00593F20" w:rsidP="00FE6669">
      <w:pPr>
        <w:pStyle w:val="Footer"/>
        <w:tabs>
          <w:tab w:val="clear" w:pos="4536"/>
          <w:tab w:val="clear" w:pos="9072"/>
        </w:tabs>
        <w:jc w:val="both"/>
      </w:pPr>
      <w:r w:rsidRPr="00A70FAC">
        <w:t xml:space="preserve">                  Wykonawca</w:t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miejscowość i data</w:t>
      </w:r>
    </w:p>
    <w:p w:rsidR="00593F20" w:rsidRPr="00A70FAC" w:rsidRDefault="00593F20" w:rsidP="00697277"/>
    <w:p w:rsidR="00593F20" w:rsidRPr="00A70FAC" w:rsidRDefault="00593F20" w:rsidP="00FE6669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>FORMULARZ OFERTOWY</w:t>
      </w:r>
    </w:p>
    <w:p w:rsidR="00593F20" w:rsidRPr="00A70FAC" w:rsidRDefault="00593F20" w:rsidP="00FE6669">
      <w:pPr>
        <w:jc w:val="right"/>
        <w:rPr>
          <w:b/>
          <w:bCs/>
        </w:rPr>
      </w:pPr>
    </w:p>
    <w:p w:rsidR="00593F20" w:rsidRPr="00A70FAC" w:rsidRDefault="00593F20" w:rsidP="00FE6669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OFERTA dla Wojewódzkiego Szpitala Zespolonego w Elblągu,</w:t>
      </w:r>
    </w:p>
    <w:p w:rsidR="00593F20" w:rsidRPr="00697277" w:rsidRDefault="00593F20" w:rsidP="00697277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ul. Królewiecka 146</w:t>
      </w:r>
      <w:r w:rsidRPr="00A70FAC">
        <w:rPr>
          <w:b/>
          <w:bCs/>
          <w:i/>
          <w:iCs/>
        </w:rPr>
        <w:tab/>
      </w:r>
      <w:r w:rsidRPr="00A70FAC">
        <w:rPr>
          <w:b/>
          <w:bCs/>
          <w:i/>
          <w:iCs/>
        </w:rPr>
        <w:tab/>
        <w:t xml:space="preserve"> </w:t>
      </w:r>
    </w:p>
    <w:p w:rsidR="00593F20" w:rsidRPr="00A70FAC" w:rsidRDefault="00593F20" w:rsidP="00D76800">
      <w:pPr>
        <w:numPr>
          <w:ilvl w:val="0"/>
          <w:numId w:val="16"/>
        </w:numPr>
        <w:jc w:val="both"/>
        <w:rPr>
          <w:b/>
          <w:bCs/>
        </w:rPr>
      </w:pPr>
      <w:r w:rsidRPr="00A70FAC">
        <w:rPr>
          <w:b/>
          <w:bCs/>
        </w:rPr>
        <w:t>Dane wykonawcy:</w:t>
      </w:r>
    </w:p>
    <w:p w:rsidR="00593F20" w:rsidRPr="00A70FAC" w:rsidRDefault="00593F20" w:rsidP="00FE6669">
      <w:pPr>
        <w:ind w:left="283" w:hanging="283"/>
        <w:jc w:val="both"/>
      </w:pPr>
      <w:r w:rsidRPr="00A70FAC">
        <w:t>1. Pełna nazwa:…………….................................................................................................................</w:t>
      </w:r>
    </w:p>
    <w:p w:rsidR="00593F20" w:rsidRPr="00A70FAC" w:rsidRDefault="00593F20" w:rsidP="00FE6669">
      <w:pPr>
        <w:ind w:left="283" w:hanging="283"/>
        <w:jc w:val="both"/>
      </w:pPr>
    </w:p>
    <w:p w:rsidR="00593F20" w:rsidRPr="00A70FAC" w:rsidRDefault="00593F20" w:rsidP="00FE6669">
      <w:pPr>
        <w:ind w:left="283" w:hanging="283"/>
        <w:jc w:val="both"/>
      </w:pPr>
      <w:r w:rsidRPr="00A70FAC">
        <w:t xml:space="preserve">    …………………………………………………………………………………………………….</w:t>
      </w:r>
    </w:p>
    <w:p w:rsidR="00593F20" w:rsidRPr="00A70FAC" w:rsidRDefault="00593F20" w:rsidP="00FE6669">
      <w:pPr>
        <w:ind w:left="283" w:hanging="283"/>
        <w:jc w:val="both"/>
      </w:pPr>
    </w:p>
    <w:p w:rsidR="00593F20" w:rsidRPr="00A70FAC" w:rsidRDefault="00593F20" w:rsidP="00FE6669">
      <w:pPr>
        <w:ind w:left="283" w:hanging="283"/>
        <w:jc w:val="both"/>
      </w:pPr>
      <w:r w:rsidRPr="00A70FAC">
        <w:t>2. Adres, województwo: ……………………………………………………………………………..</w:t>
      </w:r>
    </w:p>
    <w:p w:rsidR="00593F20" w:rsidRPr="00A70FAC" w:rsidRDefault="00593F20" w:rsidP="00FE6669">
      <w:pPr>
        <w:ind w:left="283" w:hanging="283"/>
        <w:jc w:val="both"/>
      </w:pPr>
    </w:p>
    <w:p w:rsidR="00593F20" w:rsidRPr="00A70FAC" w:rsidRDefault="00593F20" w:rsidP="00FE6669">
      <w:pPr>
        <w:ind w:firstLine="283"/>
        <w:jc w:val="both"/>
      </w:pPr>
      <w:r w:rsidRPr="00A70FAC">
        <w:t>........................................................................................................................................................</w:t>
      </w:r>
    </w:p>
    <w:p w:rsidR="00593F20" w:rsidRPr="00A70FAC" w:rsidRDefault="00593F20" w:rsidP="00FE6669"/>
    <w:p w:rsidR="00593F20" w:rsidRPr="00A70FAC" w:rsidRDefault="00593F20" w:rsidP="00FE6669">
      <w:r w:rsidRPr="00A70FAC">
        <w:t>3. Osoba upoważniona do kontaktów z Zamawiającym (imię i nazwisko, tel.): ……………………</w:t>
      </w:r>
    </w:p>
    <w:p w:rsidR="00593F20" w:rsidRPr="00A70FAC" w:rsidRDefault="00593F20" w:rsidP="00FE6669"/>
    <w:p w:rsidR="00593F20" w:rsidRPr="00B20648" w:rsidRDefault="00593F20" w:rsidP="00FE6669">
      <w:r w:rsidRPr="00B20648">
        <w:t>………………………………………………………………………………………………………..</w:t>
      </w:r>
    </w:p>
    <w:p w:rsidR="00593F20" w:rsidRPr="00B20648" w:rsidRDefault="00593F20" w:rsidP="00FE6669"/>
    <w:p w:rsidR="00593F20" w:rsidRPr="00B20648" w:rsidRDefault="00593F20" w:rsidP="00FE6669">
      <w:pPr>
        <w:jc w:val="both"/>
      </w:pPr>
      <w:r w:rsidRPr="00B20648">
        <w:t>4. Telefon/ faks: .................................................................................................................................</w:t>
      </w:r>
    </w:p>
    <w:p w:rsidR="00593F20" w:rsidRPr="00B20648" w:rsidRDefault="00593F20" w:rsidP="00FE6669">
      <w:pPr>
        <w:jc w:val="both"/>
      </w:pPr>
    </w:p>
    <w:p w:rsidR="00593F20" w:rsidRPr="00294231" w:rsidRDefault="00593F20" w:rsidP="0054554F">
      <w:pPr>
        <w:jc w:val="both"/>
      </w:pPr>
      <w:r w:rsidRPr="00294231">
        <w:t xml:space="preserve">5. </w:t>
      </w:r>
      <w:r w:rsidRPr="00455649">
        <w:rPr>
          <w:b/>
          <w:bCs/>
        </w:rPr>
        <w:t>Adres e-mail do kontaktu:</w:t>
      </w:r>
      <w:r w:rsidRPr="00294231">
        <w:t xml:space="preserve"> ……………………………………………………………………….</w:t>
      </w:r>
    </w:p>
    <w:p w:rsidR="00593F20" w:rsidRPr="00294231" w:rsidRDefault="00593F20" w:rsidP="0054554F">
      <w:pPr>
        <w:jc w:val="both"/>
      </w:pPr>
    </w:p>
    <w:p w:rsidR="00593F20" w:rsidRDefault="00593F20" w:rsidP="00E949B2">
      <w:pPr>
        <w:ind w:left="283" w:hanging="283"/>
        <w:jc w:val="both"/>
      </w:pPr>
      <w:r w:rsidRPr="00A70FAC">
        <w:t>6. Nazwa banku i nr konta bankowego: …………………………………………………………….</w:t>
      </w:r>
    </w:p>
    <w:p w:rsidR="00593F20" w:rsidRDefault="00593F20" w:rsidP="00E949B2">
      <w:pPr>
        <w:ind w:left="283" w:hanging="283"/>
        <w:jc w:val="both"/>
      </w:pPr>
    </w:p>
    <w:p w:rsidR="00593F20" w:rsidRPr="00A70FAC" w:rsidRDefault="00593F20" w:rsidP="00E949B2">
      <w:pPr>
        <w:ind w:left="283" w:hanging="283"/>
        <w:jc w:val="both"/>
      </w:pPr>
      <w:r>
        <w:t xml:space="preserve">   ……………………………………………………………………………………………………</w:t>
      </w:r>
    </w:p>
    <w:p w:rsidR="00593F20" w:rsidRPr="00A70FAC" w:rsidRDefault="00593F20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7. REGON: .................................................</w:t>
      </w:r>
      <w:r w:rsidRPr="00A70FAC">
        <w:tab/>
        <w:t xml:space="preserve">       NIP: .....................................................................</w:t>
      </w:r>
    </w:p>
    <w:p w:rsidR="00593F20" w:rsidRDefault="00593F20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8. KRS/ Nr ewidencyjny: …………………………….……………</w:t>
      </w:r>
    </w:p>
    <w:p w:rsidR="00593F20" w:rsidRDefault="00593F20" w:rsidP="00AD21F2">
      <w:pPr>
        <w:jc w:val="both"/>
      </w:pPr>
    </w:p>
    <w:p w:rsidR="00593F20" w:rsidRDefault="00593F20" w:rsidP="00AD21F2">
      <w:pPr>
        <w:jc w:val="both"/>
      </w:pPr>
      <w:r>
        <w:t xml:space="preserve">9.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593F20" w:rsidRDefault="00593F20" w:rsidP="00AD21F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593F20" w:rsidRPr="00A70FAC" w:rsidRDefault="00593F20" w:rsidP="007D65C7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593F20" w:rsidRPr="00A70FAC" w:rsidRDefault="00593F20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b/>
          <w:bCs/>
        </w:rPr>
      </w:pPr>
      <w:r w:rsidRPr="00A70FAC">
        <w:rPr>
          <w:b/>
          <w:bCs/>
        </w:rPr>
        <w:t xml:space="preserve">Przedmiot oferty </w:t>
      </w:r>
    </w:p>
    <w:p w:rsidR="00593F20" w:rsidRPr="008C30C8" w:rsidRDefault="00593F20" w:rsidP="008C30C8">
      <w:pPr>
        <w:jc w:val="both"/>
      </w:pPr>
      <w:r w:rsidRPr="00A70FAC">
        <w:t xml:space="preserve">Oferta dotyczy przetargu nieograniczonego zamieszczonego w BZP w dniu </w:t>
      </w:r>
      <w:r>
        <w:t>12.08.2020</w:t>
      </w:r>
      <w:r w:rsidRPr="00A70FAC">
        <w:t xml:space="preserve"> r. przez Wojewódzki Szpital Zespolony w Elblągu </w:t>
      </w:r>
      <w:r w:rsidRPr="00DA3913">
        <w:t xml:space="preserve">na </w:t>
      </w:r>
      <w:r w:rsidRPr="008C30C8">
        <w:t>usługę czyszczenia i dezynfekcji urządzeń i instalacji wentylacyjno-klimatyzacyjnych w okresie 36 miesięcy dla potrzeb Działu Energetycznego Wojewódzkiego Szpitala Zespolonego w Elblągu.</w:t>
      </w:r>
    </w:p>
    <w:p w:rsidR="00593F20" w:rsidRDefault="00593F20" w:rsidP="00853EFB">
      <w:pPr>
        <w:jc w:val="both"/>
      </w:pPr>
    </w:p>
    <w:p w:rsidR="00593F20" w:rsidRPr="008C30C8" w:rsidRDefault="00593F20" w:rsidP="008C30C8">
      <w:pPr>
        <w:pStyle w:val="BodyText"/>
        <w:rPr>
          <w:b w:val="0"/>
          <w:bCs w:val="0"/>
          <w:sz w:val="24"/>
          <w:szCs w:val="24"/>
        </w:rPr>
      </w:pPr>
      <w:r w:rsidRPr="008C30C8">
        <w:rPr>
          <w:sz w:val="24"/>
          <w:szCs w:val="24"/>
        </w:rPr>
        <w:t>Oferujemy realizację przedmiotu zamówienia zgodnie z warunkami Specyfikacji Istotnych Warunków Zamówienia za kwotę</w:t>
      </w:r>
      <w:r>
        <w:rPr>
          <w:sz w:val="24"/>
          <w:szCs w:val="24"/>
        </w:rPr>
        <w:t>:</w:t>
      </w:r>
    </w:p>
    <w:p w:rsidR="00593F20" w:rsidRPr="00853EFB" w:rsidRDefault="00593F20" w:rsidP="00853EFB">
      <w:pPr>
        <w:jc w:val="both"/>
      </w:pPr>
      <w:r w:rsidRPr="00A70FAC">
        <w:rPr>
          <w:b/>
          <w:bCs/>
        </w:rPr>
        <w:t xml:space="preserve">   </w:t>
      </w:r>
    </w:p>
    <w:p w:rsidR="00593F20" w:rsidRPr="00570261" w:rsidRDefault="00593F20" w:rsidP="00465F5C">
      <w:r w:rsidRPr="00570261">
        <w:rPr>
          <w:b/>
          <w:bCs/>
        </w:rPr>
        <w:t>1. netto</w:t>
      </w:r>
      <w:r>
        <w:rPr>
          <w:b/>
          <w:bCs/>
        </w:rPr>
        <w:t>:</w:t>
      </w:r>
      <w:r w:rsidRPr="00570261">
        <w:t xml:space="preserve"> ..........................................zł</w:t>
      </w:r>
    </w:p>
    <w:p w:rsidR="00593F20" w:rsidRPr="00570261" w:rsidRDefault="00593F20" w:rsidP="00465F5C"/>
    <w:p w:rsidR="00593F20" w:rsidRPr="00570261" w:rsidRDefault="00593F20" w:rsidP="00465F5C">
      <w:r>
        <w:t>słownie</w:t>
      </w:r>
      <w:r w:rsidRPr="00570261">
        <w:t xml:space="preserve">: ...........................................................................................................................  </w:t>
      </w:r>
    </w:p>
    <w:p w:rsidR="00593F20" w:rsidRPr="00570261" w:rsidRDefault="00593F20" w:rsidP="00465F5C"/>
    <w:p w:rsidR="00593F20" w:rsidRPr="00570261" w:rsidRDefault="00593F20" w:rsidP="00465F5C">
      <w:r>
        <w:t xml:space="preserve">a) stawka </w:t>
      </w:r>
      <w:r w:rsidRPr="00570261">
        <w:t xml:space="preserve">podatku VAT: ....................%  </w:t>
      </w:r>
    </w:p>
    <w:p w:rsidR="00593F20" w:rsidRPr="00570261" w:rsidRDefault="00593F20" w:rsidP="00465F5C"/>
    <w:p w:rsidR="00593F20" w:rsidRPr="00570261" w:rsidRDefault="00593F20" w:rsidP="00465F5C">
      <w:r>
        <w:t>b) kwota podatku VAT</w:t>
      </w:r>
      <w:r w:rsidRPr="00570261">
        <w:t xml:space="preserve">: ..............................zł </w:t>
      </w:r>
    </w:p>
    <w:p w:rsidR="00593F20" w:rsidRPr="00570261" w:rsidRDefault="00593F20" w:rsidP="00465F5C">
      <w:pPr>
        <w:rPr>
          <w:b/>
          <w:bCs/>
        </w:rPr>
      </w:pPr>
    </w:p>
    <w:p w:rsidR="00593F20" w:rsidRPr="00570261" w:rsidRDefault="00593F20" w:rsidP="00465F5C">
      <w:r w:rsidRPr="00570261">
        <w:rPr>
          <w:b/>
          <w:bCs/>
        </w:rPr>
        <w:t>2</w:t>
      </w:r>
      <w:r w:rsidRPr="00570261">
        <w:t>.</w:t>
      </w:r>
      <w:r w:rsidRPr="00570261">
        <w:rPr>
          <w:b/>
          <w:bCs/>
        </w:rPr>
        <w:t xml:space="preserve"> brutto</w:t>
      </w:r>
      <w:r>
        <w:rPr>
          <w:b/>
          <w:bCs/>
        </w:rPr>
        <w:t>:</w:t>
      </w:r>
      <w:r w:rsidRPr="00570261">
        <w:t xml:space="preserve"> ................................................zł</w:t>
      </w:r>
    </w:p>
    <w:p w:rsidR="00593F20" w:rsidRPr="00570261" w:rsidRDefault="00593F20" w:rsidP="00465F5C"/>
    <w:p w:rsidR="00593F20" w:rsidRDefault="00593F20" w:rsidP="00465F5C">
      <w:r w:rsidRPr="00570261">
        <w:t xml:space="preserve">słownie: ...........................................................................................................................  </w:t>
      </w:r>
    </w:p>
    <w:p w:rsidR="00593F20" w:rsidRDefault="00593F20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593F20" w:rsidRPr="00A70FAC" w:rsidRDefault="00593F20" w:rsidP="00FE6669">
      <w:pPr>
        <w:jc w:val="both"/>
        <w:rPr>
          <w:b/>
          <w:bCs/>
        </w:rPr>
      </w:pPr>
      <w:r w:rsidRPr="00A70FAC">
        <w:rPr>
          <w:b/>
          <w:bCs/>
        </w:rPr>
        <w:t>III. Warunki płatności:</w:t>
      </w:r>
    </w:p>
    <w:p w:rsidR="00593F20" w:rsidRPr="00A70FAC" w:rsidRDefault="00593F20" w:rsidP="00E949B2">
      <w:pPr>
        <w:spacing w:before="120"/>
        <w:jc w:val="both"/>
      </w:pPr>
      <w:r w:rsidRPr="00A70FAC">
        <w:t xml:space="preserve">a)  wysokość odsetek za ewentualne nieterminowe płatności - nie wyższe niż ustawowe w skali </w:t>
      </w:r>
      <w:r w:rsidRPr="00A70FAC">
        <w:br/>
        <w:t xml:space="preserve">      roku. </w:t>
      </w:r>
    </w:p>
    <w:p w:rsidR="00593F20" w:rsidRPr="007C47D0" w:rsidRDefault="00593F20" w:rsidP="002203D8">
      <w:pPr>
        <w:ind w:left="360" w:hanging="360"/>
        <w:jc w:val="both"/>
      </w:pPr>
      <w:r w:rsidRPr="00A70FAC">
        <w:t xml:space="preserve">b) </w:t>
      </w:r>
      <w:r>
        <w:t xml:space="preserve"> </w:t>
      </w:r>
      <w:r w:rsidRPr="00A70FAC">
        <w:t xml:space="preserve">zapłata </w:t>
      </w:r>
      <w:r>
        <w:t>za usługę</w:t>
      </w:r>
      <w:r w:rsidRPr="00A70FAC">
        <w:t xml:space="preserve"> nastąpi przelewem na konto Wykonawcy w terminie: </w:t>
      </w:r>
      <w:r w:rsidRPr="00A70FAC">
        <w:rPr>
          <w:b/>
          <w:bCs/>
        </w:rPr>
        <w:t>……</w:t>
      </w:r>
      <w:r w:rsidRPr="00A70FAC">
        <w:t xml:space="preserve">  </w:t>
      </w:r>
      <w:r w:rsidRPr="00A70FAC">
        <w:rPr>
          <w:b/>
          <w:bCs/>
        </w:rPr>
        <w:t>dni</w:t>
      </w:r>
      <w:r w:rsidRPr="00A70FAC">
        <w:t xml:space="preserve"> </w:t>
      </w:r>
      <w:r w:rsidRPr="00A70FAC">
        <w:rPr>
          <w:b/>
          <w:bCs/>
        </w:rPr>
        <w:t xml:space="preserve">kalendarzowych </w:t>
      </w:r>
      <w:r w:rsidRPr="00A70FAC">
        <w:t xml:space="preserve">(nie mniej niż 30 dni kalendarzowych) od daty </w:t>
      </w:r>
      <w:r>
        <w:t xml:space="preserve">wykonania usługi za dany przegląd i dostarczenia </w:t>
      </w:r>
      <w:r w:rsidRPr="00A70FAC">
        <w:t>faktury do Wojewódzkiego Szpitala Zespolonego  w Elblągu, ul. Królewiecka 146.</w:t>
      </w:r>
      <w:r w:rsidRPr="00A70FAC">
        <w:rPr>
          <w:lang w:eastAsia="ja-JP"/>
        </w:rPr>
        <w:t xml:space="preserve"> Jako dzień zapłaty faktury przyjmuje się datę obciążenia rachunku bankowego Zamawiającego. </w:t>
      </w:r>
      <w:r w:rsidRPr="007C47D0">
        <w:t xml:space="preserve">Faktura nie może być wystawiona wcześniej niż data protokołu potwierdzającego wykonanie usługi za dany </w:t>
      </w:r>
      <w:r>
        <w:t>przegląd</w:t>
      </w:r>
      <w:r w:rsidRPr="007C47D0">
        <w:t xml:space="preserve"> podpisanego przez obie strony.</w:t>
      </w:r>
    </w:p>
    <w:p w:rsidR="00593F20" w:rsidRPr="00A70FAC" w:rsidRDefault="00593F20" w:rsidP="00C24857">
      <w:pPr>
        <w:ind w:left="360" w:hanging="360"/>
        <w:jc w:val="both"/>
        <w:rPr>
          <w:lang w:eastAsia="ja-JP"/>
        </w:rPr>
      </w:pPr>
    </w:p>
    <w:p w:rsidR="00593F20" w:rsidRPr="00A70FAC" w:rsidRDefault="00593F20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593F20" w:rsidRDefault="00593F20" w:rsidP="005B32E0">
      <w:pPr>
        <w:jc w:val="both"/>
        <w:rPr>
          <w:b/>
          <w:bCs/>
          <w:u w:val="single"/>
        </w:rPr>
      </w:pPr>
      <w:r>
        <w:rPr>
          <w:b/>
          <w:bCs/>
        </w:rPr>
        <w:t>I</w:t>
      </w:r>
      <w:r w:rsidRPr="00A70FAC">
        <w:rPr>
          <w:b/>
          <w:bCs/>
        </w:rPr>
        <w:t>V.</w:t>
      </w:r>
      <w:r>
        <w:rPr>
          <w:b/>
          <w:bCs/>
        </w:rPr>
        <w:t xml:space="preserve"> </w:t>
      </w:r>
      <w:r w:rsidRPr="005B32E0">
        <w:t>Czas wyłączenia z eksploatacji urządzeń i instalacji poddanych czyszczeniu i dezynfekcji w danym obszarze działania</w:t>
      </w:r>
      <w:r>
        <w:rPr>
          <w:u w:val="single"/>
        </w:rPr>
        <w:t>:</w:t>
      </w:r>
    </w:p>
    <w:p w:rsidR="00593F20" w:rsidRPr="00F24A4C" w:rsidRDefault="00593F20" w:rsidP="008F6E40">
      <w:pPr>
        <w:autoSpaceDE w:val="0"/>
        <w:autoSpaceDN w:val="0"/>
        <w:adjustRightInd w:val="0"/>
        <w:jc w:val="both"/>
        <w:rPr>
          <w:u w:val="single"/>
        </w:rPr>
      </w:pPr>
      <w:r w:rsidRPr="00A70FAC">
        <w:t xml:space="preserve"> </w:t>
      </w:r>
    </w:p>
    <w:p w:rsidR="00593F20" w:rsidRDefault="00593F20" w:rsidP="008F6E40">
      <w:pPr>
        <w:autoSpaceDE w:val="0"/>
        <w:autoSpaceDN w:val="0"/>
        <w:adjustRightInd w:val="0"/>
        <w:jc w:val="both"/>
        <w:rPr>
          <w:u w:val="single"/>
        </w:rPr>
      </w:pPr>
      <w:r>
        <w:rPr>
          <w:b/>
          <w:bCs/>
        </w:rPr>
        <w:t xml:space="preserve">   - do ………… godzin (opcjonalnie do 8 godzin / do 16 godzin / do 24 godzin), licząc od chwili zawiadomienia</w:t>
      </w:r>
      <w:r>
        <w:t xml:space="preserve">.              </w:t>
      </w:r>
    </w:p>
    <w:p w:rsidR="00593F20" w:rsidRDefault="00593F20" w:rsidP="008F6E40">
      <w:pPr>
        <w:autoSpaceDE w:val="0"/>
        <w:autoSpaceDN w:val="0"/>
        <w:adjustRightInd w:val="0"/>
        <w:jc w:val="both"/>
      </w:pPr>
    </w:p>
    <w:p w:rsidR="00593F20" w:rsidRDefault="00593F20" w:rsidP="008F6E40">
      <w:pPr>
        <w:autoSpaceDE w:val="0"/>
        <w:autoSpaceDN w:val="0"/>
        <w:adjustRightInd w:val="0"/>
        <w:jc w:val="both"/>
      </w:pPr>
    </w:p>
    <w:p w:rsidR="00593F20" w:rsidRDefault="00593F20" w:rsidP="008F6E40">
      <w:pPr>
        <w:autoSpaceDE w:val="0"/>
        <w:autoSpaceDN w:val="0"/>
        <w:adjustRightInd w:val="0"/>
        <w:jc w:val="both"/>
        <w:rPr>
          <w:u w:val="single"/>
        </w:rPr>
      </w:pPr>
      <w:r w:rsidRPr="005B32E0">
        <w:rPr>
          <w:b/>
          <w:bCs/>
        </w:rPr>
        <w:t xml:space="preserve">V. </w:t>
      </w:r>
      <w:r w:rsidRPr="00606390">
        <w:t>Kary za opóźnienia w realizacji uzgodnioneg</w:t>
      </w:r>
      <w:r>
        <w:t>o obustronnie harmonogramu prac:</w:t>
      </w:r>
    </w:p>
    <w:p w:rsidR="00593F20" w:rsidRDefault="00593F20" w:rsidP="00606390">
      <w:pPr>
        <w:autoSpaceDE w:val="0"/>
        <w:autoSpaceDN w:val="0"/>
        <w:adjustRightInd w:val="0"/>
        <w:jc w:val="both"/>
        <w:rPr>
          <w:u w:val="single"/>
        </w:rPr>
      </w:pPr>
    </w:p>
    <w:p w:rsidR="00593F20" w:rsidRDefault="00593F20" w:rsidP="0089114E">
      <w:pPr>
        <w:autoSpaceDE w:val="0"/>
        <w:autoSpaceDN w:val="0"/>
        <w:adjustRightInd w:val="0"/>
        <w:ind w:left="360"/>
        <w:jc w:val="both"/>
      </w:pPr>
      <w:r>
        <w:rPr>
          <w:b/>
          <w:bCs/>
        </w:rPr>
        <w:t xml:space="preserve">   - do ………… procent (opcjonalnie 2% / 3% /4% wartości usługi brutto za dany przegląd), licząc od uzgodnionego haromonogramu prac.</w:t>
      </w:r>
    </w:p>
    <w:p w:rsidR="00593F20" w:rsidRDefault="00593F20" w:rsidP="008F6E40">
      <w:pPr>
        <w:autoSpaceDE w:val="0"/>
        <w:autoSpaceDN w:val="0"/>
        <w:adjustRightInd w:val="0"/>
        <w:jc w:val="both"/>
      </w:pPr>
    </w:p>
    <w:p w:rsidR="00593F20" w:rsidRDefault="00593F20" w:rsidP="008F6E40">
      <w:pPr>
        <w:autoSpaceDE w:val="0"/>
        <w:autoSpaceDN w:val="0"/>
        <w:adjustRightInd w:val="0"/>
        <w:jc w:val="both"/>
      </w:pPr>
      <w:r w:rsidRPr="007C7F34">
        <w:rPr>
          <w:b/>
          <w:bCs/>
        </w:rPr>
        <w:t>VI.</w:t>
      </w:r>
      <w:r>
        <w:t xml:space="preserve"> </w:t>
      </w:r>
      <w:r w:rsidRPr="00A70FAC">
        <w:t>Oświadczamy, że w przypadku wybrania naszej oferty zobowiązujemy się do podpisania</w:t>
      </w:r>
      <w:r w:rsidRPr="00A70FAC">
        <w:rPr>
          <w:b/>
          <w:bCs/>
        </w:rPr>
        <w:t xml:space="preserve"> </w:t>
      </w:r>
      <w:r w:rsidRPr="00A70FAC">
        <w:rPr>
          <w:b/>
          <w:bCs/>
        </w:rPr>
        <w:br/>
        <w:t xml:space="preserve">        </w:t>
      </w:r>
      <w:r w:rsidRPr="00A70FAC">
        <w:t xml:space="preserve">umowy </w:t>
      </w:r>
      <w:r>
        <w:t>usługi</w:t>
      </w:r>
      <w:r w:rsidRPr="00A70FAC">
        <w:t xml:space="preserve"> stanowiącej </w:t>
      </w:r>
      <w:r w:rsidRPr="006A7289">
        <w:t xml:space="preserve">Załącznik </w:t>
      </w:r>
      <w:r>
        <w:t xml:space="preserve">Nr 10 </w:t>
      </w:r>
      <w:r w:rsidRPr="00A70FAC">
        <w:t>do SIWZ</w:t>
      </w:r>
      <w:r>
        <w:t xml:space="preserve">, </w:t>
      </w:r>
      <w:r w:rsidRPr="00A70FAC">
        <w:t>zgodnie z treścią oferty.</w:t>
      </w:r>
    </w:p>
    <w:p w:rsidR="00593F20" w:rsidRPr="00A70FAC" w:rsidRDefault="00593F20" w:rsidP="00F97602">
      <w:pPr>
        <w:tabs>
          <w:tab w:val="left" w:pos="7020"/>
        </w:tabs>
        <w:autoSpaceDE w:val="0"/>
        <w:autoSpaceDN w:val="0"/>
        <w:adjustRightInd w:val="0"/>
        <w:jc w:val="both"/>
      </w:pPr>
      <w:r w:rsidRPr="00A70FAC">
        <w:tab/>
      </w:r>
    </w:p>
    <w:p w:rsidR="00593F20" w:rsidRPr="00A70FAC" w:rsidRDefault="00593F20" w:rsidP="00CA3338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VII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Oświadczamy, że zapoznaliśmy się z warunkami przetargu zawartymi w specyfikacji istotnych warunków zamówienia, w tym z kryteriami oceny ofert oraz załącznikami do SIWZ oraz że przyjmujemy je bez zastrzeżeń.</w:t>
      </w:r>
    </w:p>
    <w:p w:rsidR="00593F20" w:rsidRPr="00A70FAC" w:rsidRDefault="00593F20" w:rsidP="00CA3338">
      <w:pPr>
        <w:pStyle w:val="BodyText"/>
        <w:jc w:val="both"/>
        <w:rPr>
          <w:b w:val="0"/>
          <w:bCs w:val="0"/>
          <w:sz w:val="24"/>
          <w:szCs w:val="24"/>
        </w:rPr>
      </w:pPr>
    </w:p>
    <w:p w:rsidR="00593F20" w:rsidRPr="00A70FAC" w:rsidRDefault="00593F20" w:rsidP="00F97602">
      <w:pPr>
        <w:jc w:val="both"/>
      </w:pPr>
      <w:r>
        <w:rPr>
          <w:b/>
          <w:bCs/>
        </w:rPr>
        <w:t>VIII</w:t>
      </w:r>
      <w:r w:rsidRPr="00A70FAC">
        <w:rPr>
          <w:b/>
          <w:bCs/>
        </w:rPr>
        <w:t>.</w:t>
      </w:r>
      <w:r>
        <w:t xml:space="preserve"> </w:t>
      </w:r>
      <w:r w:rsidRPr="00A70FAC">
        <w:t xml:space="preserve">Część zamówienia ........................................................................................., której wykonanie </w:t>
      </w:r>
      <w:r w:rsidRPr="00A70FAC">
        <w:br/>
        <w:t xml:space="preserve">      powierzymy/ nie powierzymy  podwykonawcom* </w:t>
      </w:r>
    </w:p>
    <w:p w:rsidR="00593F20" w:rsidRPr="00A70FAC" w:rsidRDefault="00593F20" w:rsidP="00FE6669">
      <w:pPr>
        <w:ind w:left="360"/>
        <w:jc w:val="both"/>
        <w:rPr>
          <w:i/>
          <w:iCs/>
        </w:rPr>
      </w:pPr>
      <w:r w:rsidRPr="00A70FAC">
        <w:rPr>
          <w:i/>
          <w:iCs/>
        </w:rPr>
        <w:t xml:space="preserve"> (Wykonawca, który powierzy część zamówienia podwykonawcom wymienia poniżej firmy   </w:t>
      </w:r>
      <w:r w:rsidRPr="00A70FAC">
        <w:rPr>
          <w:i/>
          <w:iCs/>
        </w:rPr>
        <w:br/>
        <w:t xml:space="preserve"> podwykonawców)*</w:t>
      </w:r>
    </w:p>
    <w:p w:rsidR="00593F20" w:rsidRPr="00A70FAC" w:rsidRDefault="00593F20" w:rsidP="00FE6669">
      <w:pPr>
        <w:jc w:val="both"/>
      </w:pPr>
      <w:r w:rsidRPr="00A70FAC">
        <w:t xml:space="preserve">       - ……………………………………</w:t>
      </w:r>
    </w:p>
    <w:p w:rsidR="00593F20" w:rsidRPr="00A70FAC" w:rsidRDefault="00593F20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593F20" w:rsidRPr="00A70FAC" w:rsidRDefault="00593F20" w:rsidP="00FE6669">
      <w:pPr>
        <w:ind w:left="360" w:hanging="283"/>
        <w:jc w:val="both"/>
      </w:pPr>
      <w:r>
        <w:rPr>
          <w:b/>
          <w:bCs/>
        </w:rPr>
        <w:t xml:space="preserve"> IX</w:t>
      </w:r>
      <w:r w:rsidRPr="00A70FAC">
        <w:rPr>
          <w:b/>
          <w:bCs/>
        </w:rPr>
        <w:t>.</w:t>
      </w:r>
      <w:r w:rsidRPr="00A70FAC">
        <w:t xml:space="preserve"> Informujemy zgodnie z art. 91 ust. 3a ustawy Pzp, że wybór naszej oferty </w:t>
      </w:r>
      <w:r w:rsidRPr="00A70FAC">
        <w:rPr>
          <w:u w:val="single"/>
        </w:rPr>
        <w:t xml:space="preserve">będzie*/ nie  </w:t>
      </w:r>
      <w:r w:rsidRPr="00A70FAC">
        <w:rPr>
          <w:u w:val="single"/>
        </w:rPr>
        <w:br/>
      </w:r>
      <w:r w:rsidRPr="00A70FAC">
        <w:t xml:space="preserve">    </w:t>
      </w:r>
      <w:r w:rsidRPr="00A70FAC">
        <w:rPr>
          <w:u w:val="single"/>
        </w:rPr>
        <w:t>będzie</w:t>
      </w:r>
      <w:r w:rsidRPr="00A70FAC">
        <w:t xml:space="preserve">* prowadzić do powstania u Zamawiającego obowiązku podatkowego od  towarów i </w:t>
      </w:r>
      <w:r w:rsidRPr="00A70FAC">
        <w:br/>
        <w:t xml:space="preserve">    usług, który miałby obowiązek rozliczyć zgodnie z tymi przepisami.     </w:t>
      </w:r>
    </w:p>
    <w:p w:rsidR="00593F20" w:rsidRPr="00A70FAC" w:rsidRDefault="00593F20" w:rsidP="00FE6669">
      <w:pPr>
        <w:tabs>
          <w:tab w:val="left" w:pos="720"/>
        </w:tabs>
        <w:jc w:val="both"/>
      </w:pPr>
    </w:p>
    <w:p w:rsidR="00593F20" w:rsidRPr="00A70FAC" w:rsidRDefault="00593F20" w:rsidP="00373142">
      <w:pPr>
        <w:tabs>
          <w:tab w:val="left" w:pos="720"/>
        </w:tabs>
        <w:ind w:left="360" w:hanging="360"/>
        <w:jc w:val="both"/>
        <w:rPr>
          <w:b/>
          <w:bCs/>
          <w:i/>
          <w:iCs/>
        </w:rPr>
      </w:pPr>
      <w:r w:rsidRPr="00A70FAC">
        <w:t xml:space="preserve">     </w:t>
      </w:r>
      <w:r>
        <w:t xml:space="preserve"> </w:t>
      </w:r>
      <w:r w:rsidRPr="00A70FAC">
        <w:rPr>
          <w:b/>
          <w:bCs/>
          <w:i/>
          <w:iCs/>
        </w:rPr>
        <w:t xml:space="preserve">Uwaga!!! w przypadku, gdy wybór oferty będzie prowadzić do powstania u Zamawiającego </w:t>
      </w:r>
      <w:r>
        <w:rPr>
          <w:b/>
          <w:bCs/>
          <w:i/>
          <w:iCs/>
        </w:rPr>
        <w:t xml:space="preserve"> </w:t>
      </w:r>
      <w:r w:rsidRPr="00A70FAC">
        <w:rPr>
          <w:b/>
          <w:bCs/>
          <w:i/>
          <w:iCs/>
        </w:rPr>
        <w:t>obowiązku podatkowego od towarów i usług Wykonawca powyżej w formularzu ofertowym wpisuje tylko wartość netto bez kwoty podatku VAT.</w:t>
      </w:r>
    </w:p>
    <w:p w:rsidR="00593F20" w:rsidRPr="00A70FAC" w:rsidRDefault="00593F20" w:rsidP="00373142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</w:p>
    <w:p w:rsidR="00593F20" w:rsidRPr="00A70FAC" w:rsidRDefault="00593F20" w:rsidP="003E673C">
      <w:pPr>
        <w:pStyle w:val="BodyText"/>
        <w:ind w:left="283" w:hanging="283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X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593F20" w:rsidRPr="00A70FAC" w:rsidRDefault="00593F20" w:rsidP="00697277">
      <w:pPr>
        <w:spacing w:after="20"/>
        <w:jc w:val="both"/>
      </w:pPr>
      <w:r w:rsidRPr="00A70FAC">
        <w:t xml:space="preserve">        (uwaga w numeracji proszę uwzględnić wszystkie załączone dokumenty).                                                          </w:t>
      </w:r>
    </w:p>
    <w:p w:rsidR="00593F20" w:rsidRDefault="00593F20" w:rsidP="00697277">
      <w:pPr>
        <w:spacing w:before="120"/>
        <w:jc w:val="both"/>
        <w:rPr>
          <w:b/>
          <w:bCs/>
        </w:rPr>
      </w:pPr>
    </w:p>
    <w:p w:rsidR="00593F20" w:rsidRPr="00CA574B" w:rsidRDefault="00593F20" w:rsidP="00697277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UWAGA! </w:t>
      </w:r>
    </w:p>
    <w:p w:rsidR="00593F20" w:rsidRPr="00CA574B" w:rsidRDefault="00593F20" w:rsidP="00697277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593F20" w:rsidRPr="00B064DB" w:rsidRDefault="00593F20" w:rsidP="00B064DB">
      <w:pPr>
        <w:ind w:left="360" w:hanging="360"/>
        <w:jc w:val="both"/>
        <w:rPr>
          <w:b/>
          <w:bCs/>
        </w:rPr>
      </w:pPr>
      <w:r w:rsidRPr="00B064DB">
        <w:rPr>
          <w:b/>
          <w:bCs/>
        </w:rPr>
        <w:t xml:space="preserve"> </w:t>
      </w:r>
      <w:r>
        <w:rPr>
          <w:b/>
          <w:bCs/>
        </w:rPr>
        <w:t xml:space="preserve">  - </w:t>
      </w:r>
      <w:r w:rsidRPr="00B064DB">
        <w:rPr>
          <w:b/>
          <w:bCs/>
        </w:rPr>
        <w:t>niewpisanie czasu wyłączenia z eksploatacji urządzeń i instalacji poddanych czyszczeniu i dezynfekcji w danym obszarze działania, lub wpisanie</w:t>
      </w:r>
      <w:r w:rsidRPr="00CA574B">
        <w:rPr>
          <w:b/>
          <w:bCs/>
        </w:rPr>
        <w:t xml:space="preserve"> innego niż był dozwolony (</w:t>
      </w:r>
      <w:r w:rsidRPr="00B064DB">
        <w:rPr>
          <w:b/>
          <w:bCs/>
        </w:rPr>
        <w:t>patrz pkt. 13</w:t>
      </w:r>
      <w:r>
        <w:rPr>
          <w:b/>
          <w:bCs/>
        </w:rPr>
        <w:t xml:space="preserve"> SIWZ</w:t>
      </w:r>
      <w:r w:rsidRPr="00B064DB">
        <w:rPr>
          <w:b/>
          <w:bCs/>
        </w:rPr>
        <w:t>) s</w:t>
      </w:r>
      <w:r w:rsidRPr="00CA574B">
        <w:rPr>
          <w:b/>
          <w:bCs/>
        </w:rPr>
        <w:t>powoduje odrzucenie oferty</w:t>
      </w:r>
      <w:r>
        <w:rPr>
          <w:b/>
          <w:bCs/>
        </w:rPr>
        <w:t>.</w:t>
      </w:r>
      <w:r w:rsidRPr="00CA574B">
        <w:rPr>
          <w:b/>
          <w:bCs/>
        </w:rPr>
        <w:t xml:space="preserve"> </w:t>
      </w:r>
    </w:p>
    <w:p w:rsidR="00593F20" w:rsidRPr="00B064DB" w:rsidRDefault="00593F20" w:rsidP="00B064DB">
      <w:pPr>
        <w:ind w:left="360" w:hanging="360"/>
        <w:jc w:val="both"/>
        <w:rPr>
          <w:b/>
          <w:bCs/>
          <w:color w:val="FF0000"/>
        </w:rPr>
      </w:pPr>
      <w:r w:rsidRPr="00B064DB">
        <w:rPr>
          <w:b/>
          <w:bCs/>
        </w:rPr>
        <w:t xml:space="preserve">   - niewpisanie kar za opóźnienia w realizacji uzgodnionego obustronnie harmonogramu prac, lu</w:t>
      </w:r>
      <w:r>
        <w:rPr>
          <w:b/>
          <w:bCs/>
        </w:rPr>
        <w:t xml:space="preserve">b </w:t>
      </w:r>
      <w:r w:rsidRPr="00B064DB">
        <w:rPr>
          <w:b/>
          <w:bCs/>
        </w:rPr>
        <w:t>wpisanie</w:t>
      </w:r>
      <w:r>
        <w:rPr>
          <w:b/>
          <w:bCs/>
        </w:rPr>
        <w:t xml:space="preserve"> innych</w:t>
      </w:r>
      <w:r w:rsidRPr="00CA574B">
        <w:rPr>
          <w:b/>
          <w:bCs/>
        </w:rPr>
        <w:t xml:space="preserve"> niż był</w:t>
      </w:r>
      <w:r>
        <w:rPr>
          <w:b/>
          <w:bCs/>
        </w:rPr>
        <w:t>y dozwolone</w:t>
      </w:r>
      <w:r w:rsidRPr="00CA574B">
        <w:rPr>
          <w:b/>
          <w:bCs/>
        </w:rPr>
        <w:t xml:space="preserve"> (</w:t>
      </w:r>
      <w:r w:rsidRPr="00B064DB">
        <w:rPr>
          <w:b/>
          <w:bCs/>
        </w:rPr>
        <w:t>patrz pkt. 13 SIWZ) s</w:t>
      </w:r>
      <w:r w:rsidRPr="00CA574B">
        <w:rPr>
          <w:b/>
          <w:bCs/>
        </w:rPr>
        <w:t>powoduje odrzucenie oferty</w:t>
      </w:r>
      <w:r>
        <w:rPr>
          <w:b/>
          <w:bCs/>
        </w:rPr>
        <w:t>.</w:t>
      </w:r>
      <w:r w:rsidRPr="00CA574B">
        <w:rPr>
          <w:b/>
          <w:bCs/>
        </w:rPr>
        <w:t xml:space="preserve"> </w:t>
      </w:r>
    </w:p>
    <w:p w:rsidR="00593F20" w:rsidRDefault="00593F20" w:rsidP="00FE6669">
      <w:pPr>
        <w:jc w:val="both"/>
      </w:pPr>
    </w:p>
    <w:p w:rsidR="00593F20" w:rsidRPr="00A70FAC" w:rsidRDefault="00593F20" w:rsidP="00FE6669">
      <w:pPr>
        <w:jc w:val="both"/>
      </w:pPr>
    </w:p>
    <w:p w:rsidR="00593F20" w:rsidRPr="00A70FAC" w:rsidRDefault="00593F20" w:rsidP="00FE6669">
      <w:pPr>
        <w:ind w:left="4248"/>
        <w:jc w:val="both"/>
      </w:pPr>
      <w:r w:rsidRPr="00A70FAC">
        <w:t xml:space="preserve">     ………............................................</w:t>
      </w:r>
    </w:p>
    <w:p w:rsidR="00593F20" w:rsidRPr="00A70FAC" w:rsidRDefault="00593F20" w:rsidP="00627EA6">
      <w:pPr>
        <w:jc w:val="both"/>
      </w:pPr>
      <w:r w:rsidRPr="00A70FAC">
        <w:t xml:space="preserve">                                                                  data, podpis Wykonawcy lub upoważnionego </w:t>
      </w:r>
    </w:p>
    <w:p w:rsidR="00593F20" w:rsidRPr="00A70FAC" w:rsidRDefault="00593F20" w:rsidP="00A9792F">
      <w:pPr>
        <w:ind w:left="4248"/>
        <w:jc w:val="both"/>
        <w:rPr>
          <w:color w:val="FF0000"/>
        </w:rPr>
      </w:pPr>
      <w:r w:rsidRPr="00A70FAC">
        <w:t xml:space="preserve">       przedstawiciela Wykonawcy</w:t>
      </w:r>
    </w:p>
    <w:sectPr w:rsidR="00593F20" w:rsidRPr="00A70FAC" w:rsidSect="00792B5B">
      <w:footerReference w:type="default" r:id="rId7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20" w:rsidRDefault="00593F20">
      <w:r>
        <w:separator/>
      </w:r>
    </w:p>
  </w:endnote>
  <w:endnote w:type="continuationSeparator" w:id="0">
    <w:p w:rsidR="00593F20" w:rsidRDefault="00593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F20" w:rsidRDefault="00593F20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93F20" w:rsidRPr="008C30C8" w:rsidRDefault="00593F20" w:rsidP="008C30C8">
    <w:pPr>
      <w:jc w:val="center"/>
      <w:rPr>
        <w:b/>
        <w:bCs/>
        <w:sz w:val="18"/>
        <w:szCs w:val="18"/>
      </w:rPr>
    </w:pPr>
    <w:r w:rsidRPr="00B85FB7">
      <w:rPr>
        <w:sz w:val="18"/>
        <w:szCs w:val="18"/>
      </w:rPr>
      <w:t>37/2020 SIWZ –</w:t>
    </w:r>
    <w:r w:rsidRPr="00B85FB7">
      <w:rPr>
        <w:rFonts w:ascii="Arial" w:hAnsi="Arial" w:cs="Arial"/>
        <w:sz w:val="18"/>
        <w:szCs w:val="18"/>
      </w:rPr>
      <w:t xml:space="preserve"> </w:t>
    </w:r>
    <w:r w:rsidRPr="00B85FB7">
      <w:rPr>
        <w:sz w:val="18"/>
        <w:szCs w:val="18"/>
      </w:rPr>
      <w:t>usługa czyszczenia i dezynfekcji urządzeń i instalacji wentylacyjno-klimatyzacyjnych w okresie 36 miesięcy dla potrzeb Działu Energetycznego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20" w:rsidRDefault="00593F20">
      <w:r>
        <w:separator/>
      </w:r>
    </w:p>
  </w:footnote>
  <w:footnote w:type="continuationSeparator" w:id="0">
    <w:p w:rsidR="00593F20" w:rsidRDefault="00593F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2F21F74"/>
    <w:multiLevelType w:val="hybridMultilevel"/>
    <w:tmpl w:val="A1582752"/>
    <w:name w:val="WW8Num16"/>
    <w:lvl w:ilvl="0" w:tplc="F752C8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5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6"/>
  </w:num>
  <w:num w:numId="27">
    <w:abstractNumId w:val="21"/>
  </w:num>
  <w:num w:numId="28">
    <w:abstractNumId w:val="8"/>
  </w:num>
  <w:num w:numId="29">
    <w:abstractNumId w:val="31"/>
  </w:num>
  <w:num w:numId="30">
    <w:abstractNumId w:val="33"/>
  </w:num>
  <w:num w:numId="31">
    <w:abstractNumId w:val="40"/>
  </w:num>
  <w:num w:numId="32">
    <w:abstractNumId w:val="24"/>
  </w:num>
  <w:num w:numId="33">
    <w:abstractNumId w:val="35"/>
  </w:num>
  <w:num w:numId="34">
    <w:abstractNumId w:val="39"/>
  </w:num>
  <w:num w:numId="35">
    <w:abstractNumId w:val="26"/>
  </w:num>
  <w:num w:numId="36">
    <w:abstractNumId w:val="22"/>
  </w:num>
  <w:num w:numId="3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3B7A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283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65FD3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6C9"/>
    <w:rsid w:val="000969B1"/>
    <w:rsid w:val="000A1690"/>
    <w:rsid w:val="000A1AC9"/>
    <w:rsid w:val="000A25C7"/>
    <w:rsid w:val="000A5424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E6C3F"/>
    <w:rsid w:val="000F1E60"/>
    <w:rsid w:val="000F2DC5"/>
    <w:rsid w:val="000F3332"/>
    <w:rsid w:val="000F4BA6"/>
    <w:rsid w:val="000F5832"/>
    <w:rsid w:val="000F5F6E"/>
    <w:rsid w:val="000F67E6"/>
    <w:rsid w:val="000F7F5E"/>
    <w:rsid w:val="00100823"/>
    <w:rsid w:val="001015FA"/>
    <w:rsid w:val="00102F83"/>
    <w:rsid w:val="00104033"/>
    <w:rsid w:val="00106167"/>
    <w:rsid w:val="0010703D"/>
    <w:rsid w:val="001071E4"/>
    <w:rsid w:val="00113106"/>
    <w:rsid w:val="00120147"/>
    <w:rsid w:val="00123773"/>
    <w:rsid w:val="00123BE1"/>
    <w:rsid w:val="0012492F"/>
    <w:rsid w:val="0012509F"/>
    <w:rsid w:val="001262F2"/>
    <w:rsid w:val="0013053B"/>
    <w:rsid w:val="00130589"/>
    <w:rsid w:val="00130B28"/>
    <w:rsid w:val="00131571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354E"/>
    <w:rsid w:val="00154137"/>
    <w:rsid w:val="001562B5"/>
    <w:rsid w:val="00157DAC"/>
    <w:rsid w:val="00160397"/>
    <w:rsid w:val="001604CF"/>
    <w:rsid w:val="001613E5"/>
    <w:rsid w:val="001647C9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58BD"/>
    <w:rsid w:val="001908AB"/>
    <w:rsid w:val="0019227D"/>
    <w:rsid w:val="00194369"/>
    <w:rsid w:val="00197820"/>
    <w:rsid w:val="001A263D"/>
    <w:rsid w:val="001A418C"/>
    <w:rsid w:val="001A4C96"/>
    <w:rsid w:val="001A5968"/>
    <w:rsid w:val="001A6F2B"/>
    <w:rsid w:val="001B42B2"/>
    <w:rsid w:val="001B56DC"/>
    <w:rsid w:val="001B7431"/>
    <w:rsid w:val="001C042D"/>
    <w:rsid w:val="001C091D"/>
    <w:rsid w:val="001C0983"/>
    <w:rsid w:val="001C168B"/>
    <w:rsid w:val="001C3C8D"/>
    <w:rsid w:val="001C6E26"/>
    <w:rsid w:val="001C7A0B"/>
    <w:rsid w:val="001D1CBE"/>
    <w:rsid w:val="001D302D"/>
    <w:rsid w:val="001D6506"/>
    <w:rsid w:val="001E2F8A"/>
    <w:rsid w:val="001E35EA"/>
    <w:rsid w:val="001E3898"/>
    <w:rsid w:val="001E464F"/>
    <w:rsid w:val="001E7E8C"/>
    <w:rsid w:val="001F07EB"/>
    <w:rsid w:val="001F1704"/>
    <w:rsid w:val="001F3CC9"/>
    <w:rsid w:val="001F6784"/>
    <w:rsid w:val="001F6BED"/>
    <w:rsid w:val="001F7844"/>
    <w:rsid w:val="002007A3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3D8"/>
    <w:rsid w:val="00220D23"/>
    <w:rsid w:val="0022225A"/>
    <w:rsid w:val="0022422A"/>
    <w:rsid w:val="0022487D"/>
    <w:rsid w:val="00227ADF"/>
    <w:rsid w:val="00230A62"/>
    <w:rsid w:val="002343BD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2255"/>
    <w:rsid w:val="00253315"/>
    <w:rsid w:val="00261BD7"/>
    <w:rsid w:val="00263420"/>
    <w:rsid w:val="00264114"/>
    <w:rsid w:val="00270819"/>
    <w:rsid w:val="00270862"/>
    <w:rsid w:val="002710C1"/>
    <w:rsid w:val="00271284"/>
    <w:rsid w:val="002714DD"/>
    <w:rsid w:val="002721F4"/>
    <w:rsid w:val="00272648"/>
    <w:rsid w:val="002736DB"/>
    <w:rsid w:val="00274CE2"/>
    <w:rsid w:val="00275B76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96FF1"/>
    <w:rsid w:val="002A3D3A"/>
    <w:rsid w:val="002A3FCB"/>
    <w:rsid w:val="002A518C"/>
    <w:rsid w:val="002A62CB"/>
    <w:rsid w:val="002A6431"/>
    <w:rsid w:val="002A6547"/>
    <w:rsid w:val="002A6A50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37FF"/>
    <w:rsid w:val="002C434C"/>
    <w:rsid w:val="002C4DB4"/>
    <w:rsid w:val="002C5982"/>
    <w:rsid w:val="002C61FB"/>
    <w:rsid w:val="002D5ECC"/>
    <w:rsid w:val="002D7647"/>
    <w:rsid w:val="002E0FCB"/>
    <w:rsid w:val="002E2B7E"/>
    <w:rsid w:val="002E5AC0"/>
    <w:rsid w:val="002E6E56"/>
    <w:rsid w:val="002F041B"/>
    <w:rsid w:val="002F4351"/>
    <w:rsid w:val="002F68BC"/>
    <w:rsid w:val="00300EBE"/>
    <w:rsid w:val="003032F8"/>
    <w:rsid w:val="003033FB"/>
    <w:rsid w:val="00305754"/>
    <w:rsid w:val="00305E87"/>
    <w:rsid w:val="0030796A"/>
    <w:rsid w:val="003109F1"/>
    <w:rsid w:val="0031450E"/>
    <w:rsid w:val="003167BF"/>
    <w:rsid w:val="00323344"/>
    <w:rsid w:val="0032368E"/>
    <w:rsid w:val="00323A9E"/>
    <w:rsid w:val="00324FB7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65F85"/>
    <w:rsid w:val="003701F5"/>
    <w:rsid w:val="00371169"/>
    <w:rsid w:val="00373142"/>
    <w:rsid w:val="003734B1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A6B30"/>
    <w:rsid w:val="003B0366"/>
    <w:rsid w:val="003B0F65"/>
    <w:rsid w:val="003B0FD4"/>
    <w:rsid w:val="003B2627"/>
    <w:rsid w:val="003B3B66"/>
    <w:rsid w:val="003B4807"/>
    <w:rsid w:val="003B4A22"/>
    <w:rsid w:val="003B5C78"/>
    <w:rsid w:val="003B6ED3"/>
    <w:rsid w:val="003C046A"/>
    <w:rsid w:val="003C218E"/>
    <w:rsid w:val="003C4B72"/>
    <w:rsid w:val="003C5159"/>
    <w:rsid w:val="003C6F91"/>
    <w:rsid w:val="003C7DA9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3939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601"/>
    <w:rsid w:val="004138DC"/>
    <w:rsid w:val="0041394A"/>
    <w:rsid w:val="00415185"/>
    <w:rsid w:val="00415735"/>
    <w:rsid w:val="004169E0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45CE"/>
    <w:rsid w:val="004472D7"/>
    <w:rsid w:val="00447402"/>
    <w:rsid w:val="004476D7"/>
    <w:rsid w:val="00447BB3"/>
    <w:rsid w:val="00451557"/>
    <w:rsid w:val="00451A06"/>
    <w:rsid w:val="00451BB2"/>
    <w:rsid w:val="004537DF"/>
    <w:rsid w:val="0045429F"/>
    <w:rsid w:val="00455649"/>
    <w:rsid w:val="004600C3"/>
    <w:rsid w:val="00460657"/>
    <w:rsid w:val="004617D4"/>
    <w:rsid w:val="00462E6A"/>
    <w:rsid w:val="00465C3E"/>
    <w:rsid w:val="00465F5C"/>
    <w:rsid w:val="0046704F"/>
    <w:rsid w:val="00467E6F"/>
    <w:rsid w:val="00471A94"/>
    <w:rsid w:val="00472DE2"/>
    <w:rsid w:val="00475FC6"/>
    <w:rsid w:val="004813A8"/>
    <w:rsid w:val="00484C66"/>
    <w:rsid w:val="00491148"/>
    <w:rsid w:val="004A0946"/>
    <w:rsid w:val="004A58F6"/>
    <w:rsid w:val="004A6263"/>
    <w:rsid w:val="004B1BB9"/>
    <w:rsid w:val="004B235C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22B7"/>
    <w:rsid w:val="004E51D7"/>
    <w:rsid w:val="004F2D33"/>
    <w:rsid w:val="004F4265"/>
    <w:rsid w:val="004F6CB4"/>
    <w:rsid w:val="004F75E0"/>
    <w:rsid w:val="004F7EDC"/>
    <w:rsid w:val="005016BF"/>
    <w:rsid w:val="00504752"/>
    <w:rsid w:val="0050687E"/>
    <w:rsid w:val="00511E12"/>
    <w:rsid w:val="0051229B"/>
    <w:rsid w:val="00512F48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142E"/>
    <w:rsid w:val="005434E8"/>
    <w:rsid w:val="0054554F"/>
    <w:rsid w:val="005458C7"/>
    <w:rsid w:val="00546841"/>
    <w:rsid w:val="0054687D"/>
    <w:rsid w:val="00550598"/>
    <w:rsid w:val="00551A15"/>
    <w:rsid w:val="0055332F"/>
    <w:rsid w:val="0055595B"/>
    <w:rsid w:val="00555DA5"/>
    <w:rsid w:val="00555E95"/>
    <w:rsid w:val="00556770"/>
    <w:rsid w:val="0055776B"/>
    <w:rsid w:val="00563280"/>
    <w:rsid w:val="00563956"/>
    <w:rsid w:val="00564D65"/>
    <w:rsid w:val="005672C9"/>
    <w:rsid w:val="005675C4"/>
    <w:rsid w:val="00570261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3F20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32E0"/>
    <w:rsid w:val="005B4D06"/>
    <w:rsid w:val="005B5AB8"/>
    <w:rsid w:val="005C3ADF"/>
    <w:rsid w:val="005C50C6"/>
    <w:rsid w:val="005C6671"/>
    <w:rsid w:val="005C7EC9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4465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06390"/>
    <w:rsid w:val="006117B7"/>
    <w:rsid w:val="00613B19"/>
    <w:rsid w:val="00614FE5"/>
    <w:rsid w:val="00616C63"/>
    <w:rsid w:val="00621BD2"/>
    <w:rsid w:val="006247C0"/>
    <w:rsid w:val="00627E1C"/>
    <w:rsid w:val="00627EA6"/>
    <w:rsid w:val="006304C4"/>
    <w:rsid w:val="00631F2A"/>
    <w:rsid w:val="0063446F"/>
    <w:rsid w:val="00634BDA"/>
    <w:rsid w:val="00642CE8"/>
    <w:rsid w:val="006461C4"/>
    <w:rsid w:val="00646543"/>
    <w:rsid w:val="00647AAC"/>
    <w:rsid w:val="00647FD1"/>
    <w:rsid w:val="00651DF8"/>
    <w:rsid w:val="00652572"/>
    <w:rsid w:val="00653C05"/>
    <w:rsid w:val="006546D6"/>
    <w:rsid w:val="006571A3"/>
    <w:rsid w:val="0066101F"/>
    <w:rsid w:val="006667C2"/>
    <w:rsid w:val="00666AEC"/>
    <w:rsid w:val="006674A2"/>
    <w:rsid w:val="00667EAD"/>
    <w:rsid w:val="00670BB7"/>
    <w:rsid w:val="00670F06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97277"/>
    <w:rsid w:val="006A0182"/>
    <w:rsid w:val="006A0A18"/>
    <w:rsid w:val="006A0D9B"/>
    <w:rsid w:val="006A2CDD"/>
    <w:rsid w:val="006A7289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41E0"/>
    <w:rsid w:val="006D4252"/>
    <w:rsid w:val="006D4914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6F70BC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27EFA"/>
    <w:rsid w:val="0073160D"/>
    <w:rsid w:val="00731C74"/>
    <w:rsid w:val="00732A20"/>
    <w:rsid w:val="00732A49"/>
    <w:rsid w:val="007333D7"/>
    <w:rsid w:val="00733F1D"/>
    <w:rsid w:val="00735812"/>
    <w:rsid w:val="00741BEA"/>
    <w:rsid w:val="00742B22"/>
    <w:rsid w:val="007450E2"/>
    <w:rsid w:val="00747A3A"/>
    <w:rsid w:val="007530A4"/>
    <w:rsid w:val="00754100"/>
    <w:rsid w:val="0075462A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824"/>
    <w:rsid w:val="007B39FE"/>
    <w:rsid w:val="007B5B1E"/>
    <w:rsid w:val="007C296F"/>
    <w:rsid w:val="007C36FC"/>
    <w:rsid w:val="007C47D0"/>
    <w:rsid w:val="007C649C"/>
    <w:rsid w:val="007C7F34"/>
    <w:rsid w:val="007D010F"/>
    <w:rsid w:val="007D0D93"/>
    <w:rsid w:val="007D2050"/>
    <w:rsid w:val="007D2AD5"/>
    <w:rsid w:val="007D3354"/>
    <w:rsid w:val="007D3CFA"/>
    <w:rsid w:val="007D45FE"/>
    <w:rsid w:val="007D5D13"/>
    <w:rsid w:val="007D65C7"/>
    <w:rsid w:val="007E0526"/>
    <w:rsid w:val="007E2525"/>
    <w:rsid w:val="007E3F55"/>
    <w:rsid w:val="007E6989"/>
    <w:rsid w:val="007E7536"/>
    <w:rsid w:val="007E79C8"/>
    <w:rsid w:val="007F2AFE"/>
    <w:rsid w:val="007F378B"/>
    <w:rsid w:val="007F3E88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1B22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3515D"/>
    <w:rsid w:val="0084239E"/>
    <w:rsid w:val="008449F4"/>
    <w:rsid w:val="00847663"/>
    <w:rsid w:val="00847866"/>
    <w:rsid w:val="008523DC"/>
    <w:rsid w:val="00853EFB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6D5D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14E"/>
    <w:rsid w:val="00891BD7"/>
    <w:rsid w:val="0089337F"/>
    <w:rsid w:val="00894CA3"/>
    <w:rsid w:val="00895615"/>
    <w:rsid w:val="00895D43"/>
    <w:rsid w:val="008961CA"/>
    <w:rsid w:val="00896B92"/>
    <w:rsid w:val="00897254"/>
    <w:rsid w:val="00897843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0C8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078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3B3B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2CD0"/>
    <w:rsid w:val="009341EB"/>
    <w:rsid w:val="00935E3E"/>
    <w:rsid w:val="00936338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399A"/>
    <w:rsid w:val="00953C4E"/>
    <w:rsid w:val="0095675D"/>
    <w:rsid w:val="00957A07"/>
    <w:rsid w:val="009602A5"/>
    <w:rsid w:val="00962590"/>
    <w:rsid w:val="00963BDA"/>
    <w:rsid w:val="00964E7E"/>
    <w:rsid w:val="009657EB"/>
    <w:rsid w:val="00972E74"/>
    <w:rsid w:val="00982281"/>
    <w:rsid w:val="00983DD4"/>
    <w:rsid w:val="00987029"/>
    <w:rsid w:val="00987FCC"/>
    <w:rsid w:val="0099170F"/>
    <w:rsid w:val="00992A1B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0B8"/>
    <w:rsid w:val="009D145D"/>
    <w:rsid w:val="009D390C"/>
    <w:rsid w:val="009D3A1B"/>
    <w:rsid w:val="009D3A5A"/>
    <w:rsid w:val="009D40B2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66DC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4BCD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344B"/>
    <w:rsid w:val="00A546B8"/>
    <w:rsid w:val="00A54B4F"/>
    <w:rsid w:val="00A56AF4"/>
    <w:rsid w:val="00A609D2"/>
    <w:rsid w:val="00A64129"/>
    <w:rsid w:val="00A64627"/>
    <w:rsid w:val="00A6495C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4DDC"/>
    <w:rsid w:val="00A8551C"/>
    <w:rsid w:val="00A85858"/>
    <w:rsid w:val="00A86299"/>
    <w:rsid w:val="00A908F7"/>
    <w:rsid w:val="00A946CB"/>
    <w:rsid w:val="00A972E1"/>
    <w:rsid w:val="00A9792F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03D0"/>
    <w:rsid w:val="00AE260C"/>
    <w:rsid w:val="00AE2731"/>
    <w:rsid w:val="00AE309A"/>
    <w:rsid w:val="00AE3358"/>
    <w:rsid w:val="00AE3702"/>
    <w:rsid w:val="00AE3D17"/>
    <w:rsid w:val="00AE40D2"/>
    <w:rsid w:val="00AE4E5D"/>
    <w:rsid w:val="00AE66A9"/>
    <w:rsid w:val="00AE695A"/>
    <w:rsid w:val="00AE6C41"/>
    <w:rsid w:val="00AF1427"/>
    <w:rsid w:val="00AF3E7E"/>
    <w:rsid w:val="00AF42FE"/>
    <w:rsid w:val="00AF435D"/>
    <w:rsid w:val="00AF4A59"/>
    <w:rsid w:val="00B0013D"/>
    <w:rsid w:val="00B00DE6"/>
    <w:rsid w:val="00B02E6F"/>
    <w:rsid w:val="00B04629"/>
    <w:rsid w:val="00B064DB"/>
    <w:rsid w:val="00B0730F"/>
    <w:rsid w:val="00B07F69"/>
    <w:rsid w:val="00B128F5"/>
    <w:rsid w:val="00B133B5"/>
    <w:rsid w:val="00B14CD8"/>
    <w:rsid w:val="00B155C0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2E17"/>
    <w:rsid w:val="00B333A7"/>
    <w:rsid w:val="00B40CFF"/>
    <w:rsid w:val="00B428C2"/>
    <w:rsid w:val="00B445CE"/>
    <w:rsid w:val="00B44E95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43"/>
    <w:rsid w:val="00B72486"/>
    <w:rsid w:val="00B74467"/>
    <w:rsid w:val="00B74ABD"/>
    <w:rsid w:val="00B75CEB"/>
    <w:rsid w:val="00B769B7"/>
    <w:rsid w:val="00B80829"/>
    <w:rsid w:val="00B80CD6"/>
    <w:rsid w:val="00B837CD"/>
    <w:rsid w:val="00B85FB7"/>
    <w:rsid w:val="00B87140"/>
    <w:rsid w:val="00B87401"/>
    <w:rsid w:val="00B87758"/>
    <w:rsid w:val="00B94181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296"/>
    <w:rsid w:val="00BB4395"/>
    <w:rsid w:val="00BB5423"/>
    <w:rsid w:val="00BB67D9"/>
    <w:rsid w:val="00BC4212"/>
    <w:rsid w:val="00BC502C"/>
    <w:rsid w:val="00BC53A8"/>
    <w:rsid w:val="00BD1F5C"/>
    <w:rsid w:val="00BD542A"/>
    <w:rsid w:val="00BD549E"/>
    <w:rsid w:val="00BD5818"/>
    <w:rsid w:val="00BE474A"/>
    <w:rsid w:val="00BE4923"/>
    <w:rsid w:val="00BE4C0A"/>
    <w:rsid w:val="00BF077D"/>
    <w:rsid w:val="00BF0FD1"/>
    <w:rsid w:val="00BF11A2"/>
    <w:rsid w:val="00BF2718"/>
    <w:rsid w:val="00BF340E"/>
    <w:rsid w:val="00BF3E1A"/>
    <w:rsid w:val="00BF72B6"/>
    <w:rsid w:val="00C0123F"/>
    <w:rsid w:val="00C0492E"/>
    <w:rsid w:val="00C11696"/>
    <w:rsid w:val="00C179F7"/>
    <w:rsid w:val="00C17A33"/>
    <w:rsid w:val="00C23AF3"/>
    <w:rsid w:val="00C245D8"/>
    <w:rsid w:val="00C24857"/>
    <w:rsid w:val="00C313E3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0C6C"/>
    <w:rsid w:val="00C9138C"/>
    <w:rsid w:val="00C94FFF"/>
    <w:rsid w:val="00C9518D"/>
    <w:rsid w:val="00C97CDB"/>
    <w:rsid w:val="00CA27B6"/>
    <w:rsid w:val="00CA3338"/>
    <w:rsid w:val="00CA574B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C3C9C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0BA0"/>
    <w:rsid w:val="00CF7D2E"/>
    <w:rsid w:val="00D0013D"/>
    <w:rsid w:val="00D007E8"/>
    <w:rsid w:val="00D02249"/>
    <w:rsid w:val="00D0607D"/>
    <w:rsid w:val="00D06856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77306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3913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079A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CE3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49B2"/>
    <w:rsid w:val="00E94B1D"/>
    <w:rsid w:val="00E95655"/>
    <w:rsid w:val="00E9610C"/>
    <w:rsid w:val="00E96574"/>
    <w:rsid w:val="00E96709"/>
    <w:rsid w:val="00E97B13"/>
    <w:rsid w:val="00E97B21"/>
    <w:rsid w:val="00EA049E"/>
    <w:rsid w:val="00EA0AB6"/>
    <w:rsid w:val="00EA171F"/>
    <w:rsid w:val="00EA17C2"/>
    <w:rsid w:val="00EA5B77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EFC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4A4C"/>
    <w:rsid w:val="00F25D12"/>
    <w:rsid w:val="00F26CDB"/>
    <w:rsid w:val="00F30359"/>
    <w:rsid w:val="00F30561"/>
    <w:rsid w:val="00F31325"/>
    <w:rsid w:val="00F32070"/>
    <w:rsid w:val="00F330D6"/>
    <w:rsid w:val="00F34F16"/>
    <w:rsid w:val="00F4056F"/>
    <w:rsid w:val="00F42232"/>
    <w:rsid w:val="00F43734"/>
    <w:rsid w:val="00F43A22"/>
    <w:rsid w:val="00F45ED4"/>
    <w:rsid w:val="00F471F1"/>
    <w:rsid w:val="00F50871"/>
    <w:rsid w:val="00F52E13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C7FE0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62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62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629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629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62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629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629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629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629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8629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8629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8629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8629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862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2">
    <w:name w:val="Znak2"/>
    <w:basedOn w:val="Normal"/>
    <w:uiPriority w:val="99"/>
    <w:rsid w:val="00697277"/>
  </w:style>
  <w:style w:type="paragraph" w:customStyle="1" w:styleId="ZnakZnakZnakZnakZnakZnakZnak">
    <w:name w:val="Znak Znak Znak Znak Znak Znak Znak"/>
    <w:basedOn w:val="Normal"/>
    <w:uiPriority w:val="99"/>
    <w:rsid w:val="00853EFB"/>
  </w:style>
  <w:style w:type="paragraph" w:customStyle="1" w:styleId="Znak3">
    <w:name w:val="Znak3"/>
    <w:basedOn w:val="Normal"/>
    <w:uiPriority w:val="99"/>
    <w:rsid w:val="00747A3A"/>
  </w:style>
  <w:style w:type="paragraph" w:customStyle="1" w:styleId="ZnakZnakZnakZnakZnakZnakZnak1">
    <w:name w:val="Znak Znak Znak Znak Znak Znak Znak1"/>
    <w:basedOn w:val="Normal"/>
    <w:uiPriority w:val="99"/>
    <w:rsid w:val="00102F83"/>
  </w:style>
  <w:style w:type="paragraph" w:customStyle="1" w:styleId="Znak4">
    <w:name w:val="Znak4"/>
    <w:basedOn w:val="Normal"/>
    <w:uiPriority w:val="99"/>
    <w:rsid w:val="008C30C8"/>
  </w:style>
  <w:style w:type="paragraph" w:customStyle="1" w:styleId="ZnakZnakZnakZnak1">
    <w:name w:val="Znak Znak Znak Znak1"/>
    <w:basedOn w:val="Normal"/>
    <w:uiPriority w:val="99"/>
    <w:rsid w:val="002203D8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Znak5">
    <w:name w:val="Znak5"/>
    <w:basedOn w:val="Normal"/>
    <w:uiPriority w:val="99"/>
    <w:rsid w:val="00220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44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</TotalTime>
  <Pages>3</Pages>
  <Words>800</Words>
  <Characters>4800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prynkowski</cp:lastModifiedBy>
  <cp:revision>58</cp:revision>
  <cp:lastPrinted>2020-08-10T11:36:00Z</cp:lastPrinted>
  <dcterms:created xsi:type="dcterms:W3CDTF">2018-02-26T10:40:00Z</dcterms:created>
  <dcterms:modified xsi:type="dcterms:W3CDTF">2020-08-12T10:22:00Z</dcterms:modified>
</cp:coreProperties>
</file>