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00" w:rsidRDefault="00633200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3 do SIWZ       </w:t>
      </w:r>
    </w:p>
    <w:p w:rsidR="00633200" w:rsidRPr="00A058AD" w:rsidRDefault="00633200" w:rsidP="009A185D">
      <w:pPr>
        <w:spacing w:after="0"/>
        <w:ind w:left="3540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633200" w:rsidRDefault="0063320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633200" w:rsidRDefault="0063320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633200" w:rsidRDefault="0063320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633200" w:rsidRPr="00A058AD" w:rsidRDefault="0063320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633200" w:rsidRPr="00AB71A8" w:rsidRDefault="00633200" w:rsidP="007118F0">
      <w:pPr>
        <w:spacing w:after="0"/>
        <w:rPr>
          <w:rFonts w:ascii="Arial" w:hAnsi="Arial" w:cs="Arial"/>
          <w:b/>
          <w:bCs/>
        </w:rPr>
      </w:pPr>
    </w:p>
    <w:p w:rsidR="00633200" w:rsidRDefault="0063320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633200" w:rsidRPr="00A058AD" w:rsidRDefault="0063320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633200" w:rsidRPr="00A058AD" w:rsidRDefault="0063320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33200" w:rsidRPr="00A058AD" w:rsidRDefault="0063320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633200" w:rsidRPr="003D272A" w:rsidRDefault="0063320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33200" w:rsidRPr="00A058AD" w:rsidRDefault="0063320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33200" w:rsidRPr="00A058AD" w:rsidRDefault="0063320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633200" w:rsidRPr="009375EB" w:rsidRDefault="00633200" w:rsidP="00C4103F">
      <w:pPr>
        <w:rPr>
          <w:rFonts w:ascii="Arial" w:hAnsi="Arial" w:cs="Arial"/>
        </w:rPr>
      </w:pPr>
    </w:p>
    <w:p w:rsidR="00633200" w:rsidRPr="00EA74CD" w:rsidRDefault="0063320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33200" w:rsidRPr="005319CA" w:rsidRDefault="0063320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633200" w:rsidRPr="005319CA" w:rsidRDefault="0063320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633200" w:rsidRPr="00BF1F3F" w:rsidRDefault="0063320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633200" w:rsidRPr="001448FB" w:rsidRDefault="0063320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33200" w:rsidRPr="009A185D" w:rsidRDefault="00633200" w:rsidP="009A185D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3E298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3E2988">
        <w:rPr>
          <w:rFonts w:ascii="Arial" w:hAnsi="Arial" w:cs="Arial"/>
          <w:b/>
          <w:bCs/>
          <w:sz w:val="20"/>
          <w:szCs w:val="20"/>
        </w:rPr>
        <w:t xml:space="preserve">„dostawa </w:t>
      </w:r>
      <w:r w:rsidRPr="003E2988">
        <w:rPr>
          <w:rFonts w:ascii="Arial" w:hAnsi="Arial" w:cs="Arial"/>
          <w:b/>
          <w:bCs/>
          <w:sz w:val="20"/>
          <w:szCs w:val="20"/>
          <w:lang w:eastAsia="ar-SA"/>
        </w:rPr>
        <w:t xml:space="preserve">mobilnego Aparatu RTG z detektorem cyfrowym dedykowanym do śródoperacyjnej radiologii tkanek z funkcjonalnością tomosyntezy wraz z osprzętowieniem </w:t>
      </w:r>
      <w:r w:rsidRPr="003E2988">
        <w:rPr>
          <w:rFonts w:ascii="Arial" w:hAnsi="Arial" w:cs="Arial"/>
          <w:b/>
          <w:bCs/>
          <w:sz w:val="20"/>
          <w:szCs w:val="20"/>
        </w:rPr>
        <w:t>dla potrzeb Oddz. Chirurgii Onkologicznej z Pododdziałem Chirurgii Piersi</w:t>
      </w:r>
      <w:r w:rsidRPr="003E2988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3E2988">
        <w:rPr>
          <w:rFonts w:ascii="Arial" w:hAnsi="Arial" w:cs="Arial"/>
          <w:b/>
          <w:bCs/>
          <w:sz w:val="20"/>
          <w:szCs w:val="20"/>
        </w:rPr>
        <w:t>Wojewódzkiego Szpitala Zespolonego w Elblągu – znak sprawy 45/2020”</w:t>
      </w:r>
      <w:r w:rsidRPr="003E2988">
        <w:rPr>
          <w:rFonts w:ascii="Arial" w:hAnsi="Arial" w:cs="Arial"/>
          <w:sz w:val="20"/>
          <w:szCs w:val="20"/>
        </w:rPr>
        <w:t xml:space="preserve"> prowadzonego przez Wojewódzki Szpital Zespolony w Elblągu</w:t>
      </w:r>
      <w:r>
        <w:rPr>
          <w:rFonts w:ascii="Arial" w:hAnsi="Arial" w:cs="Arial"/>
          <w:sz w:val="20"/>
          <w:szCs w:val="20"/>
        </w:rPr>
        <w:t xml:space="preserve"> </w:t>
      </w:r>
      <w:r w:rsidRPr="003E2988">
        <w:rPr>
          <w:rFonts w:ascii="Arial" w:hAnsi="Arial" w:cs="Arial"/>
          <w:sz w:val="20"/>
          <w:szCs w:val="20"/>
        </w:rPr>
        <w:t>oświadczam, co następuje:</w:t>
      </w:r>
    </w:p>
    <w:p w:rsidR="00633200" w:rsidRPr="001448FB" w:rsidRDefault="0063320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633200" w:rsidRDefault="00633200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633200" w:rsidRDefault="00633200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633200" w:rsidRPr="0087311B" w:rsidRDefault="00633200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633200" w:rsidRPr="003E1710" w:rsidRDefault="0063320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33200" w:rsidRPr="003E1710" w:rsidRDefault="0063320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33200" w:rsidRPr="003E1710" w:rsidRDefault="0063320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3200" w:rsidRPr="003E1710" w:rsidRDefault="0063320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33200" w:rsidRPr="00190D6E" w:rsidRDefault="0063320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33200" w:rsidRPr="00307A36" w:rsidRDefault="0063320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633200" w:rsidRDefault="0063320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33200" w:rsidRDefault="0063320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33200" w:rsidRPr="00A56074" w:rsidRDefault="0063320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3200" w:rsidRPr="000F2452" w:rsidRDefault="0063320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3200" w:rsidRPr="000F2452" w:rsidRDefault="0063320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633200" w:rsidRPr="000F2452" w:rsidRDefault="0063320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3200" w:rsidRPr="000F2452" w:rsidRDefault="0063320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33200" w:rsidRPr="000F2452" w:rsidRDefault="0063320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633200" w:rsidRPr="009375EB" w:rsidRDefault="0063320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33200" w:rsidRPr="003C58F8" w:rsidRDefault="0063320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633200" w:rsidRPr="009375EB" w:rsidRDefault="0063320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33200" w:rsidRPr="00F54680" w:rsidRDefault="0063320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33200" w:rsidRPr="005A73FB" w:rsidRDefault="0063320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3200" w:rsidRPr="005A73FB" w:rsidRDefault="0063320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633200" w:rsidRPr="005A73FB" w:rsidRDefault="0063320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3200" w:rsidRPr="005A73FB" w:rsidRDefault="0063320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33200" w:rsidRPr="002B06DD" w:rsidRDefault="00633200" w:rsidP="002B06D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633200" w:rsidRPr="001D3A19" w:rsidRDefault="0063320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33200" w:rsidRPr="009375EB" w:rsidRDefault="0063320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33200" w:rsidRPr="00193E01" w:rsidRDefault="0063320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33200" w:rsidRPr="001F4C82" w:rsidRDefault="0063320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3200" w:rsidRPr="001F4C82" w:rsidRDefault="0063320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633200" w:rsidRPr="001F4C82" w:rsidRDefault="0063320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3200" w:rsidRPr="001F4C82" w:rsidRDefault="0063320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33200" w:rsidRPr="00C00C2E" w:rsidRDefault="0063320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633200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200" w:rsidRDefault="00633200" w:rsidP="0038231F">
      <w:pPr>
        <w:spacing w:after="0" w:line="240" w:lineRule="auto"/>
      </w:pPr>
      <w:r>
        <w:separator/>
      </w:r>
    </w:p>
  </w:endnote>
  <w:endnote w:type="continuationSeparator" w:id="1">
    <w:p w:rsidR="00633200" w:rsidRDefault="006332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200" w:rsidRDefault="00633200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33200" w:rsidRPr="003E2988" w:rsidRDefault="00633200" w:rsidP="00A9009C">
    <w:pPr>
      <w:jc w:val="center"/>
      <w:rPr>
        <w:rFonts w:ascii="Arial" w:hAnsi="Arial" w:cs="Arial"/>
        <w:sz w:val="14"/>
        <w:szCs w:val="14"/>
      </w:rPr>
    </w:pPr>
    <w:r w:rsidRPr="003E2988">
      <w:rPr>
        <w:rFonts w:ascii="Arial" w:hAnsi="Arial" w:cs="Arial"/>
        <w:sz w:val="14"/>
        <w:szCs w:val="14"/>
      </w:rPr>
      <w:t>_________________________________________________________________________________________________</w:t>
    </w:r>
  </w:p>
  <w:p w:rsidR="00633200" w:rsidRPr="003E2988" w:rsidRDefault="00633200" w:rsidP="003E2988">
    <w:pPr>
      <w:autoSpaceDE w:val="0"/>
      <w:autoSpaceDN w:val="0"/>
      <w:adjustRightInd w:val="0"/>
      <w:spacing w:line="240" w:lineRule="auto"/>
      <w:ind w:right="360"/>
      <w:jc w:val="center"/>
      <w:rPr>
        <w:rFonts w:ascii="Arial" w:hAnsi="Arial" w:cs="Arial"/>
        <w:b/>
        <w:bCs/>
        <w:sz w:val="14"/>
        <w:szCs w:val="14"/>
        <w:lang w:eastAsia="pl-PL"/>
      </w:rPr>
    </w:pPr>
    <w:r w:rsidRPr="003E2988">
      <w:rPr>
        <w:rFonts w:ascii="Arial" w:hAnsi="Arial" w:cs="Arial"/>
        <w:sz w:val="14"/>
        <w:szCs w:val="14"/>
      </w:rPr>
      <w:t xml:space="preserve">SIWZ 45/2020 WSZ Elbląg – dostawa </w:t>
    </w:r>
    <w:r w:rsidRPr="003E2988">
      <w:rPr>
        <w:rFonts w:ascii="Arial" w:hAnsi="Arial" w:cs="Arial"/>
        <w:sz w:val="14"/>
        <w:szCs w:val="14"/>
        <w:lang w:eastAsia="ar-SA"/>
      </w:rPr>
      <w:t>mobilnego Aparatu RTG z detektorem cyfrowym dedykowanym do śródoperacyjnej radiologii tkanek z funkcjonalnością tomosyntezy wraz z osprzętowieniem</w:t>
    </w:r>
    <w:r w:rsidRPr="003E2988">
      <w:rPr>
        <w:rFonts w:ascii="Arial" w:hAnsi="Arial" w:cs="Arial"/>
        <w:sz w:val="14"/>
        <w:szCs w:val="14"/>
      </w:rPr>
      <w:t xml:space="preserve">  dla potrzeb Oddz. Chirurgii Onkologicznej z Pododdziałem Chirurgii Piersi Wojewódzkiego Szpitala Zespolonego w Elblągu</w:t>
    </w:r>
  </w:p>
  <w:p w:rsidR="00633200" w:rsidRPr="003D20CB" w:rsidRDefault="00633200" w:rsidP="00CE0B73">
    <w:pPr>
      <w:rPr>
        <w:sz w:val="18"/>
        <w:szCs w:val="18"/>
      </w:rPr>
    </w:pPr>
  </w:p>
  <w:p w:rsidR="00633200" w:rsidRPr="00F26B7C" w:rsidRDefault="00633200" w:rsidP="00CE0B73">
    <w:pPr>
      <w:pStyle w:val="Footer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200" w:rsidRDefault="00633200" w:rsidP="0038231F">
      <w:pPr>
        <w:spacing w:after="0" w:line="240" w:lineRule="auto"/>
      </w:pPr>
      <w:r>
        <w:separator/>
      </w:r>
    </w:p>
  </w:footnote>
  <w:footnote w:type="continuationSeparator" w:id="1">
    <w:p w:rsidR="00633200" w:rsidRDefault="0063320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33E3"/>
    <w:rsid w:val="00036BFE"/>
    <w:rsid w:val="00043A45"/>
    <w:rsid w:val="000613EB"/>
    <w:rsid w:val="000809B6"/>
    <w:rsid w:val="000817F4"/>
    <w:rsid w:val="000A103C"/>
    <w:rsid w:val="000B1025"/>
    <w:rsid w:val="000B1F47"/>
    <w:rsid w:val="000C021E"/>
    <w:rsid w:val="000D03AF"/>
    <w:rsid w:val="000D73C4"/>
    <w:rsid w:val="000E4D37"/>
    <w:rsid w:val="000F1229"/>
    <w:rsid w:val="000F2452"/>
    <w:rsid w:val="000F2C80"/>
    <w:rsid w:val="000F4C8A"/>
    <w:rsid w:val="000F64AE"/>
    <w:rsid w:val="00101F91"/>
    <w:rsid w:val="0010384A"/>
    <w:rsid w:val="001038CB"/>
    <w:rsid w:val="00103B61"/>
    <w:rsid w:val="0011121A"/>
    <w:rsid w:val="001448FB"/>
    <w:rsid w:val="00146D90"/>
    <w:rsid w:val="001670F2"/>
    <w:rsid w:val="001807BF"/>
    <w:rsid w:val="00190D6E"/>
    <w:rsid w:val="00193E01"/>
    <w:rsid w:val="001957C5"/>
    <w:rsid w:val="00195CEA"/>
    <w:rsid w:val="001C64FD"/>
    <w:rsid w:val="001C6945"/>
    <w:rsid w:val="001C6A89"/>
    <w:rsid w:val="001D3A19"/>
    <w:rsid w:val="001D4C90"/>
    <w:rsid w:val="001F4C82"/>
    <w:rsid w:val="001F5F58"/>
    <w:rsid w:val="0021123F"/>
    <w:rsid w:val="002167D3"/>
    <w:rsid w:val="0024732C"/>
    <w:rsid w:val="0025263C"/>
    <w:rsid w:val="0025358A"/>
    <w:rsid w:val="00255142"/>
    <w:rsid w:val="00261952"/>
    <w:rsid w:val="00267089"/>
    <w:rsid w:val="00273187"/>
    <w:rsid w:val="0027560C"/>
    <w:rsid w:val="00277739"/>
    <w:rsid w:val="00277E44"/>
    <w:rsid w:val="00287BCD"/>
    <w:rsid w:val="002B06DD"/>
    <w:rsid w:val="002B353A"/>
    <w:rsid w:val="002C42F8"/>
    <w:rsid w:val="002C4948"/>
    <w:rsid w:val="002D110A"/>
    <w:rsid w:val="002E641A"/>
    <w:rsid w:val="00300674"/>
    <w:rsid w:val="00304292"/>
    <w:rsid w:val="00307A36"/>
    <w:rsid w:val="00313911"/>
    <w:rsid w:val="003178CE"/>
    <w:rsid w:val="00325483"/>
    <w:rsid w:val="00325F13"/>
    <w:rsid w:val="003416FE"/>
    <w:rsid w:val="0034230E"/>
    <w:rsid w:val="0035271D"/>
    <w:rsid w:val="0036178B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8F8"/>
    <w:rsid w:val="003D1349"/>
    <w:rsid w:val="003D20CB"/>
    <w:rsid w:val="003D272A"/>
    <w:rsid w:val="003D4276"/>
    <w:rsid w:val="003D7458"/>
    <w:rsid w:val="003E1710"/>
    <w:rsid w:val="003E2988"/>
    <w:rsid w:val="003F024C"/>
    <w:rsid w:val="004137A1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84103"/>
    <w:rsid w:val="005A73FB"/>
    <w:rsid w:val="005C040A"/>
    <w:rsid w:val="005E176A"/>
    <w:rsid w:val="00601628"/>
    <w:rsid w:val="00633200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015F"/>
    <w:rsid w:val="006A1907"/>
    <w:rsid w:val="006A44D3"/>
    <w:rsid w:val="006A52B6"/>
    <w:rsid w:val="006B1C32"/>
    <w:rsid w:val="006C281F"/>
    <w:rsid w:val="006E01A2"/>
    <w:rsid w:val="006E16A6"/>
    <w:rsid w:val="006F3D32"/>
    <w:rsid w:val="00701130"/>
    <w:rsid w:val="007118F0"/>
    <w:rsid w:val="00746532"/>
    <w:rsid w:val="0077417F"/>
    <w:rsid w:val="007840F2"/>
    <w:rsid w:val="007936D6"/>
    <w:rsid w:val="00795966"/>
    <w:rsid w:val="0079713A"/>
    <w:rsid w:val="007A6E81"/>
    <w:rsid w:val="007B0681"/>
    <w:rsid w:val="007B2A1C"/>
    <w:rsid w:val="007E25BD"/>
    <w:rsid w:val="007E2F69"/>
    <w:rsid w:val="00804F07"/>
    <w:rsid w:val="00830AB1"/>
    <w:rsid w:val="008409E4"/>
    <w:rsid w:val="008560CF"/>
    <w:rsid w:val="00870FF9"/>
    <w:rsid w:val="0087311B"/>
    <w:rsid w:val="00874044"/>
    <w:rsid w:val="00875011"/>
    <w:rsid w:val="00892E48"/>
    <w:rsid w:val="008A5BE7"/>
    <w:rsid w:val="008C37F4"/>
    <w:rsid w:val="008C6DF8"/>
    <w:rsid w:val="008D0487"/>
    <w:rsid w:val="008E3274"/>
    <w:rsid w:val="008F3818"/>
    <w:rsid w:val="008F390B"/>
    <w:rsid w:val="00903A7A"/>
    <w:rsid w:val="009129F3"/>
    <w:rsid w:val="00920F98"/>
    <w:rsid w:val="00921D58"/>
    <w:rsid w:val="009301A2"/>
    <w:rsid w:val="00931408"/>
    <w:rsid w:val="0093479B"/>
    <w:rsid w:val="009375EB"/>
    <w:rsid w:val="009469C7"/>
    <w:rsid w:val="009516A0"/>
    <w:rsid w:val="00956C26"/>
    <w:rsid w:val="00975C49"/>
    <w:rsid w:val="009773D3"/>
    <w:rsid w:val="00991561"/>
    <w:rsid w:val="009A185D"/>
    <w:rsid w:val="009A397D"/>
    <w:rsid w:val="009C0C6C"/>
    <w:rsid w:val="009C6DDE"/>
    <w:rsid w:val="009D314C"/>
    <w:rsid w:val="009E09B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09C"/>
    <w:rsid w:val="00A9010F"/>
    <w:rsid w:val="00AB215D"/>
    <w:rsid w:val="00AB39E6"/>
    <w:rsid w:val="00AB5E32"/>
    <w:rsid w:val="00AB71A8"/>
    <w:rsid w:val="00AC2381"/>
    <w:rsid w:val="00AD5B8E"/>
    <w:rsid w:val="00AE273E"/>
    <w:rsid w:val="00AE6FF2"/>
    <w:rsid w:val="00AF33BF"/>
    <w:rsid w:val="00AF69CC"/>
    <w:rsid w:val="00B01B85"/>
    <w:rsid w:val="00B119F4"/>
    <w:rsid w:val="00B15219"/>
    <w:rsid w:val="00B154B4"/>
    <w:rsid w:val="00B170D5"/>
    <w:rsid w:val="00B22BBE"/>
    <w:rsid w:val="00B31AFF"/>
    <w:rsid w:val="00B35FDB"/>
    <w:rsid w:val="00B37134"/>
    <w:rsid w:val="00B40FC8"/>
    <w:rsid w:val="00B615BC"/>
    <w:rsid w:val="00BD06C3"/>
    <w:rsid w:val="00BF1F3F"/>
    <w:rsid w:val="00C00193"/>
    <w:rsid w:val="00C00C2E"/>
    <w:rsid w:val="00C22339"/>
    <w:rsid w:val="00C22538"/>
    <w:rsid w:val="00C4103F"/>
    <w:rsid w:val="00C41990"/>
    <w:rsid w:val="00C430C9"/>
    <w:rsid w:val="00C456FB"/>
    <w:rsid w:val="00C57DEB"/>
    <w:rsid w:val="00C60F97"/>
    <w:rsid w:val="00C659F2"/>
    <w:rsid w:val="00C75633"/>
    <w:rsid w:val="00C82FE5"/>
    <w:rsid w:val="00C9653D"/>
    <w:rsid w:val="00CA5F28"/>
    <w:rsid w:val="00CC6896"/>
    <w:rsid w:val="00CD4266"/>
    <w:rsid w:val="00CE0B73"/>
    <w:rsid w:val="00CE10B9"/>
    <w:rsid w:val="00CE6400"/>
    <w:rsid w:val="00CF4A74"/>
    <w:rsid w:val="00D017A2"/>
    <w:rsid w:val="00D07CBC"/>
    <w:rsid w:val="00D25D28"/>
    <w:rsid w:val="00D2726C"/>
    <w:rsid w:val="00D34D9A"/>
    <w:rsid w:val="00D409DE"/>
    <w:rsid w:val="00D41115"/>
    <w:rsid w:val="00D42C9B"/>
    <w:rsid w:val="00D47D38"/>
    <w:rsid w:val="00D51097"/>
    <w:rsid w:val="00D7532C"/>
    <w:rsid w:val="00DC3F44"/>
    <w:rsid w:val="00DD146A"/>
    <w:rsid w:val="00DD3E9D"/>
    <w:rsid w:val="00DE73EE"/>
    <w:rsid w:val="00E13EFF"/>
    <w:rsid w:val="00E14552"/>
    <w:rsid w:val="00E15D59"/>
    <w:rsid w:val="00E21B42"/>
    <w:rsid w:val="00E30517"/>
    <w:rsid w:val="00E42CC3"/>
    <w:rsid w:val="00E55512"/>
    <w:rsid w:val="00E579E2"/>
    <w:rsid w:val="00E86762"/>
    <w:rsid w:val="00E86A2B"/>
    <w:rsid w:val="00EA74CD"/>
    <w:rsid w:val="00EB3286"/>
    <w:rsid w:val="00EB3BC2"/>
    <w:rsid w:val="00ED3E30"/>
    <w:rsid w:val="00EE4535"/>
    <w:rsid w:val="00EE7725"/>
    <w:rsid w:val="00EF741B"/>
    <w:rsid w:val="00EF74CA"/>
    <w:rsid w:val="00F014B6"/>
    <w:rsid w:val="00F053EC"/>
    <w:rsid w:val="00F2074D"/>
    <w:rsid w:val="00F26B7C"/>
    <w:rsid w:val="00F33AC3"/>
    <w:rsid w:val="00F365F2"/>
    <w:rsid w:val="00F54680"/>
    <w:rsid w:val="00F62374"/>
    <w:rsid w:val="00F74CAC"/>
    <w:rsid w:val="00F848A6"/>
    <w:rsid w:val="00F912FD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,Znak5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,Znak5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6A1907"/>
    <w:pPr>
      <w:spacing w:after="0" w:line="240" w:lineRule="auto"/>
    </w:pPr>
    <w:rPr>
      <w:sz w:val="24"/>
      <w:szCs w:val="24"/>
      <w:lang w:eastAsia="pl-PL"/>
    </w:rPr>
  </w:style>
  <w:style w:type="paragraph" w:customStyle="1" w:styleId="1">
    <w:name w:val="1"/>
    <w:basedOn w:val="Normal"/>
    <w:uiPriority w:val="99"/>
    <w:rsid w:val="00CE0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394</Words>
  <Characters>2370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16</cp:revision>
  <cp:lastPrinted>2016-07-26T08:32:00Z</cp:lastPrinted>
  <dcterms:created xsi:type="dcterms:W3CDTF">2017-08-01T10:00:00Z</dcterms:created>
  <dcterms:modified xsi:type="dcterms:W3CDTF">2020-09-16T18:47:00Z</dcterms:modified>
</cp:coreProperties>
</file>