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D5" w:rsidRPr="00A06C2E" w:rsidRDefault="00007FD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6C2E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A06C2E">
        <w:rPr>
          <w:rFonts w:ascii="Arial" w:hAnsi="Arial" w:cs="Arial"/>
          <w:b/>
          <w:bCs/>
          <w:sz w:val="20"/>
          <w:szCs w:val="20"/>
        </w:rPr>
        <w:t xml:space="preserve"> do SIWZ       </w:t>
      </w:r>
    </w:p>
    <w:p w:rsidR="00007FD5" w:rsidRPr="00A058AD" w:rsidRDefault="00007FD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07FD5" w:rsidRDefault="00007FD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07FD5" w:rsidRDefault="00007FD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07FD5" w:rsidRDefault="00007FD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007FD5" w:rsidRPr="00736657" w:rsidRDefault="00007FD5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07FD5" w:rsidRPr="00A058AD" w:rsidRDefault="00007FD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07FD5" w:rsidRPr="00A058AD" w:rsidRDefault="00007FD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07FD5" w:rsidRPr="00A058AD" w:rsidRDefault="00007FD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07FD5" w:rsidRPr="003D272A" w:rsidRDefault="00007FD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07FD5" w:rsidRPr="00A058AD" w:rsidRDefault="00007FD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07FD5" w:rsidRPr="00A058AD" w:rsidRDefault="00007FD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07FD5" w:rsidRPr="009375EB" w:rsidRDefault="00007FD5" w:rsidP="00C4103F">
      <w:pPr>
        <w:rPr>
          <w:rFonts w:ascii="Arial" w:hAnsi="Arial" w:cs="Arial"/>
        </w:rPr>
      </w:pPr>
    </w:p>
    <w:p w:rsidR="00007FD5" w:rsidRPr="00EA74CD" w:rsidRDefault="00007FD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07FD5" w:rsidRPr="005319CA" w:rsidRDefault="00007FD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07FD5" w:rsidRPr="005319CA" w:rsidRDefault="00007FD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007FD5" w:rsidRPr="00BF1F3F" w:rsidRDefault="00007FD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07FD5" w:rsidRPr="001448FB" w:rsidRDefault="00007FD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07FD5" w:rsidRPr="007528C2" w:rsidRDefault="00007FD5" w:rsidP="00752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3F3CB7">
        <w:rPr>
          <w:rFonts w:ascii="Arial" w:hAnsi="Arial" w:cs="Arial"/>
          <w:b/>
          <w:bCs/>
          <w:sz w:val="24"/>
          <w:szCs w:val="24"/>
        </w:rPr>
        <w:t>„</w:t>
      </w:r>
      <w:r w:rsidRPr="003F3CB7">
        <w:rPr>
          <w:rFonts w:ascii="Arial" w:hAnsi="Arial" w:cs="Arial"/>
          <w:sz w:val="24"/>
          <w:szCs w:val="24"/>
        </w:rPr>
        <w:t>dostaw</w:t>
      </w:r>
      <w:r>
        <w:rPr>
          <w:rFonts w:ascii="Arial" w:hAnsi="Arial" w:cs="Arial"/>
          <w:sz w:val="24"/>
          <w:szCs w:val="24"/>
        </w:rPr>
        <w:t>a</w:t>
      </w:r>
      <w:r w:rsidRPr="003F3CB7">
        <w:rPr>
          <w:rFonts w:ascii="Arial" w:hAnsi="Arial" w:cs="Arial"/>
          <w:sz w:val="24"/>
          <w:szCs w:val="24"/>
        </w:rPr>
        <w:t xml:space="preserve"> zamkniętego systemu próżniowo - aspiracyjnego wraz z wyposażeniem do pobierania materiału biologicznego dla potrzeb Wojewódzkiego Szpitala Zespolonego w Elblągu na okres 24 miesięcy</w:t>
      </w:r>
      <w:r w:rsidRPr="003F3CB7">
        <w:rPr>
          <w:rFonts w:ascii="Arial" w:hAnsi="Arial" w:cs="Arial"/>
          <w:b/>
          <w:bCs/>
          <w:sz w:val="24"/>
          <w:szCs w:val="24"/>
        </w:rPr>
        <w:t xml:space="preserve"> – znak sprawy</w:t>
      </w:r>
      <w:r w:rsidRPr="0074423E">
        <w:rPr>
          <w:rFonts w:ascii="Arial" w:hAnsi="Arial" w:cs="Arial"/>
          <w:b/>
          <w:bCs/>
          <w:sz w:val="24"/>
          <w:szCs w:val="24"/>
        </w:rPr>
        <w:t xml:space="preserve"> 40/2020”</w:t>
      </w:r>
      <w:r w:rsidRPr="007528C2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007FD5" w:rsidRPr="00CC6896" w:rsidRDefault="00007FD5" w:rsidP="004C43B8">
      <w:pPr>
        <w:spacing w:after="0" w:line="360" w:lineRule="auto"/>
        <w:jc w:val="both"/>
        <w:rPr>
          <w:rFonts w:ascii="Arial" w:hAnsi="Arial" w:cs="Arial"/>
        </w:rPr>
      </w:pPr>
    </w:p>
    <w:p w:rsidR="00007FD5" w:rsidRPr="001448FB" w:rsidRDefault="00007FD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07FD5" w:rsidRDefault="00007FD5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007FD5" w:rsidRDefault="00007FD5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07FD5" w:rsidRPr="0087311B" w:rsidRDefault="00007FD5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07FD5" w:rsidRPr="003E1710" w:rsidRDefault="00007FD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07FD5" w:rsidRPr="003E1710" w:rsidRDefault="00007FD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07FD5" w:rsidRPr="003E1710" w:rsidRDefault="00007FD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7FD5" w:rsidRPr="003E1710" w:rsidRDefault="00007FD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07FD5" w:rsidRPr="00190D6E" w:rsidRDefault="00007FD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07FD5" w:rsidRDefault="00007FD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07FD5" w:rsidRDefault="00007FD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07FD5" w:rsidRPr="00A56074" w:rsidRDefault="00007FD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7FD5" w:rsidRPr="000F2452" w:rsidRDefault="00007FD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7FD5" w:rsidRPr="000F2452" w:rsidRDefault="00007FD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07FD5" w:rsidRPr="000F2452" w:rsidRDefault="00007FD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7FD5" w:rsidRPr="000F2452" w:rsidRDefault="00007FD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07FD5" w:rsidRPr="000F2452" w:rsidRDefault="00007FD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07FD5" w:rsidRPr="009375EB" w:rsidRDefault="00007FD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07FD5" w:rsidRPr="003C58F8" w:rsidRDefault="00007FD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07FD5" w:rsidRPr="009375EB" w:rsidRDefault="00007FD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07FD5" w:rsidRPr="00F54680" w:rsidRDefault="00007FD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07FD5" w:rsidRPr="005A73FB" w:rsidRDefault="00007FD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7FD5" w:rsidRPr="005A73FB" w:rsidRDefault="00007FD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07FD5" w:rsidRPr="005A73FB" w:rsidRDefault="00007FD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7FD5" w:rsidRPr="005A73FB" w:rsidRDefault="00007FD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07FD5" w:rsidRPr="00351425" w:rsidRDefault="00007FD5" w:rsidP="00351425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07FD5" w:rsidRPr="009375EB" w:rsidRDefault="00007FD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07FD5" w:rsidRPr="001D3A19" w:rsidRDefault="00007FD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07FD5" w:rsidRPr="009375EB" w:rsidRDefault="00007FD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07FD5" w:rsidRPr="00193E01" w:rsidRDefault="00007FD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07FD5" w:rsidRDefault="00007FD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7FD5" w:rsidRPr="001F4C82" w:rsidRDefault="00007FD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7FD5" w:rsidRPr="001F4C82" w:rsidRDefault="00007FD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07FD5" w:rsidRPr="001F4C82" w:rsidRDefault="00007FD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07FD5" w:rsidRPr="00C00C2E" w:rsidRDefault="00007FD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07FD5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FD5" w:rsidRDefault="00007FD5" w:rsidP="0038231F">
      <w:pPr>
        <w:spacing w:after="0" w:line="240" w:lineRule="auto"/>
      </w:pPr>
      <w:r>
        <w:separator/>
      </w:r>
    </w:p>
  </w:endnote>
  <w:endnote w:type="continuationSeparator" w:id="1">
    <w:p w:rsidR="00007FD5" w:rsidRDefault="00007F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FD5" w:rsidRDefault="00007FD5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07FD5" w:rsidRDefault="00007FD5" w:rsidP="00CC2F9E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007FD5" w:rsidRPr="00C31638" w:rsidRDefault="00007FD5" w:rsidP="00C31638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40</w:t>
    </w:r>
    <w:r w:rsidRPr="00C31638">
      <w:rPr>
        <w:rFonts w:ascii="Times New Roman" w:hAnsi="Times New Roman" w:cs="Times New Roman"/>
        <w:sz w:val="16"/>
        <w:szCs w:val="16"/>
      </w:rPr>
      <w:t>/2020 SIWZ – dostawa zamkniętego systemu próżniowo - aspiracyjnego wraz z wyposażeniem do pobierania materiału biologicznego dla potrzeb Wojewódzkiego Szpitala Zespolonego w Elblągu na okres 24 miesięcy</w:t>
    </w:r>
  </w:p>
  <w:p w:rsidR="00007FD5" w:rsidRPr="007D1BB0" w:rsidRDefault="00007FD5" w:rsidP="00CC2F9E">
    <w:pPr>
      <w:rPr>
        <w:sz w:val="18"/>
        <w:szCs w:val="18"/>
      </w:rPr>
    </w:pPr>
  </w:p>
  <w:p w:rsidR="00007FD5" w:rsidRDefault="00007FD5" w:rsidP="00CC2F9E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FD5" w:rsidRDefault="00007FD5" w:rsidP="0038231F">
      <w:pPr>
        <w:spacing w:after="0" w:line="240" w:lineRule="auto"/>
      </w:pPr>
      <w:r>
        <w:separator/>
      </w:r>
    </w:p>
  </w:footnote>
  <w:footnote w:type="continuationSeparator" w:id="1">
    <w:p w:rsidR="00007FD5" w:rsidRDefault="00007F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D5"/>
    <w:rsid w:val="000357E1"/>
    <w:rsid w:val="00036BFE"/>
    <w:rsid w:val="000479BC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247BD"/>
    <w:rsid w:val="00127855"/>
    <w:rsid w:val="00136167"/>
    <w:rsid w:val="001448FB"/>
    <w:rsid w:val="001670F2"/>
    <w:rsid w:val="0017648C"/>
    <w:rsid w:val="001807BF"/>
    <w:rsid w:val="00190D6E"/>
    <w:rsid w:val="00193E01"/>
    <w:rsid w:val="001957C5"/>
    <w:rsid w:val="001A2FA6"/>
    <w:rsid w:val="001C6945"/>
    <w:rsid w:val="001C6A89"/>
    <w:rsid w:val="001D3A19"/>
    <w:rsid w:val="001D4C90"/>
    <w:rsid w:val="001F4C82"/>
    <w:rsid w:val="0021123F"/>
    <w:rsid w:val="002167D3"/>
    <w:rsid w:val="002231CE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A5B43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1425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08A8"/>
    <w:rsid w:val="003D1349"/>
    <w:rsid w:val="003D272A"/>
    <w:rsid w:val="003D4276"/>
    <w:rsid w:val="003D7458"/>
    <w:rsid w:val="003E1710"/>
    <w:rsid w:val="003F024C"/>
    <w:rsid w:val="003F1F0B"/>
    <w:rsid w:val="003F3CB7"/>
    <w:rsid w:val="004047C3"/>
    <w:rsid w:val="0041382C"/>
    <w:rsid w:val="00425D88"/>
    <w:rsid w:val="00434CC2"/>
    <w:rsid w:val="00466838"/>
    <w:rsid w:val="004761C6"/>
    <w:rsid w:val="00484F88"/>
    <w:rsid w:val="00491A6D"/>
    <w:rsid w:val="00496AAF"/>
    <w:rsid w:val="004B00A9"/>
    <w:rsid w:val="004B7BCE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421E3"/>
    <w:rsid w:val="005641F0"/>
    <w:rsid w:val="005A2A9F"/>
    <w:rsid w:val="005A73FB"/>
    <w:rsid w:val="005D088F"/>
    <w:rsid w:val="005D4AE2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2017"/>
    <w:rsid w:val="006A52B6"/>
    <w:rsid w:val="006E16A6"/>
    <w:rsid w:val="006F3D32"/>
    <w:rsid w:val="007118F0"/>
    <w:rsid w:val="00717669"/>
    <w:rsid w:val="00736657"/>
    <w:rsid w:val="0074423E"/>
    <w:rsid w:val="00746532"/>
    <w:rsid w:val="007528C2"/>
    <w:rsid w:val="0077417F"/>
    <w:rsid w:val="007840F2"/>
    <w:rsid w:val="007908B7"/>
    <w:rsid w:val="007936D6"/>
    <w:rsid w:val="0079713A"/>
    <w:rsid w:val="007D1BB0"/>
    <w:rsid w:val="007E25BD"/>
    <w:rsid w:val="007E2F69"/>
    <w:rsid w:val="00804F07"/>
    <w:rsid w:val="008053BE"/>
    <w:rsid w:val="00830AB1"/>
    <w:rsid w:val="0084205B"/>
    <w:rsid w:val="008560CF"/>
    <w:rsid w:val="00856924"/>
    <w:rsid w:val="00863DBF"/>
    <w:rsid w:val="0087311B"/>
    <w:rsid w:val="00874044"/>
    <w:rsid w:val="00875011"/>
    <w:rsid w:val="008801D0"/>
    <w:rsid w:val="00892E48"/>
    <w:rsid w:val="008A5BE7"/>
    <w:rsid w:val="008C6DF8"/>
    <w:rsid w:val="008D0487"/>
    <w:rsid w:val="008E3274"/>
    <w:rsid w:val="008F3818"/>
    <w:rsid w:val="008F390B"/>
    <w:rsid w:val="0090609E"/>
    <w:rsid w:val="0091215B"/>
    <w:rsid w:val="009129F3"/>
    <w:rsid w:val="00913C0A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06C2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A12FC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372E0"/>
    <w:rsid w:val="00B40FC8"/>
    <w:rsid w:val="00B555B6"/>
    <w:rsid w:val="00B872B7"/>
    <w:rsid w:val="00BD06C3"/>
    <w:rsid w:val="00BD6D6C"/>
    <w:rsid w:val="00BF1F3F"/>
    <w:rsid w:val="00BF4CDE"/>
    <w:rsid w:val="00C00193"/>
    <w:rsid w:val="00C00C2E"/>
    <w:rsid w:val="00C22538"/>
    <w:rsid w:val="00C31638"/>
    <w:rsid w:val="00C4103F"/>
    <w:rsid w:val="00C430C9"/>
    <w:rsid w:val="00C456FB"/>
    <w:rsid w:val="00C57DEB"/>
    <w:rsid w:val="00C75633"/>
    <w:rsid w:val="00C8152A"/>
    <w:rsid w:val="00CA5F28"/>
    <w:rsid w:val="00CB25CD"/>
    <w:rsid w:val="00CC2F9E"/>
    <w:rsid w:val="00CC6896"/>
    <w:rsid w:val="00CD120B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A0593"/>
    <w:rsid w:val="00DC324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1F2E"/>
    <w:rsid w:val="00E55512"/>
    <w:rsid w:val="00E86762"/>
    <w:rsid w:val="00E86A2B"/>
    <w:rsid w:val="00EA74CD"/>
    <w:rsid w:val="00EB3286"/>
    <w:rsid w:val="00EB3BC2"/>
    <w:rsid w:val="00EC3E3C"/>
    <w:rsid w:val="00ED62CD"/>
    <w:rsid w:val="00EE4535"/>
    <w:rsid w:val="00EE7725"/>
    <w:rsid w:val="00EF409D"/>
    <w:rsid w:val="00EF741B"/>
    <w:rsid w:val="00EF74CA"/>
    <w:rsid w:val="00F014B6"/>
    <w:rsid w:val="00F053EC"/>
    <w:rsid w:val="00F141B9"/>
    <w:rsid w:val="00F2074D"/>
    <w:rsid w:val="00F33AC3"/>
    <w:rsid w:val="00F365F2"/>
    <w:rsid w:val="00F54680"/>
    <w:rsid w:val="00F62374"/>
    <w:rsid w:val="00F74CAC"/>
    <w:rsid w:val="00F771E4"/>
    <w:rsid w:val="00FB7965"/>
    <w:rsid w:val="00FC0667"/>
    <w:rsid w:val="00FD2F2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351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C2F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CC2F9E"/>
    <w:rPr>
      <w:sz w:val="24"/>
      <w:szCs w:val="24"/>
      <w:lang w:val="pl-PL" w:eastAsia="pl-PL"/>
    </w:rPr>
  </w:style>
  <w:style w:type="paragraph" w:customStyle="1" w:styleId="ZnakZnakZnakZnak1">
    <w:name w:val="Znak Znak Znak Znak1"/>
    <w:basedOn w:val="Normal"/>
    <w:uiPriority w:val="99"/>
    <w:rsid w:val="00C31638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413</Words>
  <Characters>2478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10</cp:revision>
  <cp:lastPrinted>2016-07-26T08:32:00Z</cp:lastPrinted>
  <dcterms:created xsi:type="dcterms:W3CDTF">2020-07-13T11:25:00Z</dcterms:created>
  <dcterms:modified xsi:type="dcterms:W3CDTF">2020-09-09T05:42:00Z</dcterms:modified>
</cp:coreProperties>
</file>