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AA" w:rsidRDefault="001F7CAA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2 do SIWZ       </w:t>
      </w:r>
    </w:p>
    <w:p w:rsidR="001F7CAA" w:rsidRPr="00D52378" w:rsidRDefault="001F7CAA" w:rsidP="00164B3E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</w:p>
    <w:p w:rsidR="001F7CAA" w:rsidRDefault="001F7CA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1F7CAA" w:rsidRDefault="001F7CA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1F7CAA" w:rsidRPr="00736657" w:rsidRDefault="001F7CAA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1F7CAA" w:rsidRPr="00A058AD" w:rsidRDefault="001F7CAA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1F7CAA" w:rsidRPr="00A058AD" w:rsidRDefault="001F7CA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F7CAA" w:rsidRPr="00A058AD" w:rsidRDefault="001F7CA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1F7CAA" w:rsidRPr="003D272A" w:rsidRDefault="001F7CAA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7CAA" w:rsidRPr="00A058AD" w:rsidRDefault="001F7CA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F7CAA" w:rsidRPr="00A058AD" w:rsidRDefault="001F7CA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F7CAA" w:rsidRPr="009375EB" w:rsidRDefault="001F7CAA" w:rsidP="00C4103F">
      <w:pPr>
        <w:rPr>
          <w:rFonts w:ascii="Arial" w:hAnsi="Arial" w:cs="Arial"/>
        </w:rPr>
      </w:pPr>
    </w:p>
    <w:p w:rsidR="001F7CAA" w:rsidRPr="00EA74CD" w:rsidRDefault="001F7CAA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F7CAA" w:rsidRPr="005319CA" w:rsidRDefault="001F7CA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F7CAA" w:rsidRPr="005319CA" w:rsidRDefault="001F7CA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1F7CAA" w:rsidRPr="00BF1F3F" w:rsidRDefault="001F7CAA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F7CAA" w:rsidRPr="001448FB" w:rsidRDefault="001F7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F7CAA" w:rsidRPr="003F035F" w:rsidRDefault="001F7CAA" w:rsidP="00FF60E3">
      <w:pPr>
        <w:ind w:right="360"/>
        <w:jc w:val="both"/>
        <w:rPr>
          <w:rFonts w:ascii="Arial" w:hAnsi="Arial" w:cs="Arial"/>
        </w:rPr>
      </w:pPr>
      <w:r w:rsidRPr="003F035F">
        <w:rPr>
          <w:rFonts w:ascii="Arial" w:hAnsi="Arial" w:cs="Arial"/>
        </w:rPr>
        <w:t xml:space="preserve">Na potrzeby postępowania o udzielenie zamówienia publicznego pn. </w:t>
      </w:r>
      <w:r w:rsidRPr="00FF6247">
        <w:rPr>
          <w:rFonts w:ascii="Arial" w:hAnsi="Arial" w:cs="Arial"/>
          <w:b/>
          <w:bCs/>
        </w:rPr>
        <w:t>„</w:t>
      </w:r>
      <w:r w:rsidRPr="00AA1B47">
        <w:rPr>
          <w:rFonts w:ascii="Arial" w:hAnsi="Arial" w:cs="Arial"/>
          <w:b/>
          <w:bCs/>
        </w:rPr>
        <w:t xml:space="preserve">dostawa kompletnego systemu cholangioskopii </w:t>
      </w:r>
      <w:r w:rsidRPr="009B3507">
        <w:rPr>
          <w:rFonts w:ascii="Arial" w:hAnsi="Arial" w:cs="Arial"/>
          <w:b/>
          <w:bCs/>
        </w:rPr>
        <w:t>współpracującego z systemem Olympus Evis Exera III z duodenoskopem Olympus TJF-145 wraz z nieodpłatnym użyczeniem wyposażenia umożliwiającego uruchomienie zestawu</w:t>
      </w:r>
      <w:r>
        <w:t xml:space="preserve"> </w:t>
      </w:r>
      <w:r>
        <w:rPr>
          <w:rFonts w:ascii="Arial" w:hAnsi="Arial" w:cs="Arial"/>
          <w:b/>
          <w:bCs/>
        </w:rPr>
        <w:t>– znak sprawy 52</w:t>
      </w:r>
      <w:r w:rsidRPr="00AE294D">
        <w:rPr>
          <w:rFonts w:ascii="Arial" w:hAnsi="Arial" w:cs="Arial"/>
          <w:b/>
          <w:bCs/>
        </w:rPr>
        <w:t>/2020</w:t>
      </w:r>
      <w:r w:rsidRPr="00FF6247">
        <w:rPr>
          <w:rFonts w:ascii="Arial" w:hAnsi="Arial" w:cs="Arial"/>
          <w:b/>
          <w:bCs/>
        </w:rPr>
        <w:t xml:space="preserve">” </w:t>
      </w:r>
      <w:r w:rsidRPr="003F035F">
        <w:rPr>
          <w:rFonts w:ascii="Arial" w:hAnsi="Arial" w:cs="Arial"/>
        </w:rPr>
        <w:t>prowadzonego przez Wojewódzki Szpital Zespolony w Elblągu</w:t>
      </w:r>
      <w:r w:rsidRPr="003F035F">
        <w:rPr>
          <w:rFonts w:ascii="Arial" w:hAnsi="Arial" w:cs="Arial"/>
          <w:i/>
          <w:iCs/>
        </w:rPr>
        <w:t xml:space="preserve"> </w:t>
      </w:r>
      <w:r w:rsidRPr="003F035F">
        <w:rPr>
          <w:rFonts w:ascii="Arial" w:hAnsi="Arial" w:cs="Arial"/>
        </w:rPr>
        <w:t>oświadczam, co następuje:</w:t>
      </w:r>
    </w:p>
    <w:p w:rsidR="001F7CAA" w:rsidRPr="00CC6896" w:rsidRDefault="001F7CAA" w:rsidP="004C43B8">
      <w:pPr>
        <w:spacing w:after="0" w:line="360" w:lineRule="auto"/>
        <w:jc w:val="both"/>
        <w:rPr>
          <w:rFonts w:ascii="Arial" w:hAnsi="Arial" w:cs="Arial"/>
        </w:rPr>
      </w:pPr>
    </w:p>
    <w:p w:rsidR="001F7CAA" w:rsidRPr="001448FB" w:rsidRDefault="001F7CAA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1F7CAA" w:rsidRDefault="001F7CAA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1F7CAA" w:rsidRDefault="001F7CAA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1F7CAA" w:rsidRPr="0087311B" w:rsidRDefault="001F7CAA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1F7CAA" w:rsidRPr="003E1710" w:rsidRDefault="001F7CA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7CAA" w:rsidRPr="003E1710" w:rsidRDefault="001F7CA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F7CAA" w:rsidRPr="003E1710" w:rsidRDefault="001F7CA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F7CAA" w:rsidRPr="003E1710" w:rsidRDefault="001F7CA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F7CAA" w:rsidRPr="009D288C" w:rsidRDefault="001F7CAA" w:rsidP="009D288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1F7CAA" w:rsidRDefault="001F7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F7CAA" w:rsidRDefault="001F7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F7CAA" w:rsidRDefault="001F7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F7CAA" w:rsidRDefault="001F7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F7CAA" w:rsidRDefault="001F7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F7CAA" w:rsidRPr="00A56074" w:rsidRDefault="001F7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F7CAA" w:rsidRPr="000F2452" w:rsidRDefault="001F7CA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F7CAA" w:rsidRPr="000F2452" w:rsidRDefault="001F7CA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1F7CAA" w:rsidRPr="000F2452" w:rsidRDefault="001F7CA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F7CAA" w:rsidRPr="000F2452" w:rsidRDefault="001F7CA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F7CAA" w:rsidRPr="000F2452" w:rsidRDefault="001F7CA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1F7CAA" w:rsidRPr="009375EB" w:rsidRDefault="001F7CAA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F7CAA" w:rsidRPr="003C58F8" w:rsidRDefault="001F7CA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1F7CAA" w:rsidRPr="009375EB" w:rsidRDefault="001F7CA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F7CAA" w:rsidRPr="00F54680" w:rsidRDefault="001F7CA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1F7CAA" w:rsidRPr="005A73FB" w:rsidRDefault="001F7CA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F7CAA" w:rsidRPr="005A73FB" w:rsidRDefault="001F7CA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1F7CAA" w:rsidRPr="005A73FB" w:rsidRDefault="001F7CA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F7CAA" w:rsidRPr="005A73FB" w:rsidRDefault="001F7CA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F7CAA" w:rsidRPr="008560CF" w:rsidRDefault="001F7CAA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1F7CAA" w:rsidRDefault="001F7CAA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F7CAA" w:rsidRPr="009375EB" w:rsidRDefault="001F7CAA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F7CAA" w:rsidRPr="001D3A19" w:rsidRDefault="001F7CA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F7CAA" w:rsidRPr="009375EB" w:rsidRDefault="001F7CA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F7CAA" w:rsidRPr="00193E01" w:rsidRDefault="001F7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F7CAA" w:rsidRDefault="001F7CA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F7CAA" w:rsidRPr="001F4C82" w:rsidRDefault="001F7CA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F7CAA" w:rsidRPr="001F4C82" w:rsidRDefault="001F7CA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1F7CAA" w:rsidRPr="001F4C82" w:rsidRDefault="001F7CA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F7CAA" w:rsidRPr="001F4C82" w:rsidRDefault="001F7CA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F7CAA" w:rsidRPr="00C00C2E" w:rsidRDefault="001F7CA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1F7CAA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CAA" w:rsidRDefault="001F7CAA" w:rsidP="0038231F">
      <w:pPr>
        <w:spacing w:after="0" w:line="240" w:lineRule="auto"/>
      </w:pPr>
      <w:r>
        <w:separator/>
      </w:r>
    </w:p>
  </w:endnote>
  <w:endnote w:type="continuationSeparator" w:id="1">
    <w:p w:rsidR="001F7CAA" w:rsidRDefault="001F7C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CAA" w:rsidRDefault="001F7CAA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F7CAA" w:rsidRDefault="001F7CAA" w:rsidP="00AA1B47">
    <w:pPr>
      <w:jc w:val="center"/>
      <w:rPr>
        <w:sz w:val="16"/>
        <w:szCs w:val="16"/>
      </w:rPr>
    </w:pPr>
  </w:p>
  <w:p w:rsidR="001F7CAA" w:rsidRPr="00AA1B47" w:rsidRDefault="001F7CAA" w:rsidP="00AA1B47">
    <w:pPr>
      <w:jc w:val="center"/>
      <w:rPr>
        <w:sz w:val="16"/>
        <w:szCs w:val="16"/>
      </w:rPr>
    </w:pPr>
    <w:r w:rsidRPr="00AA1B47">
      <w:rPr>
        <w:sz w:val="16"/>
        <w:szCs w:val="16"/>
      </w:rPr>
      <w:t>52/2020 SIWZ – dostawa kompletnego systemu cholangiosko</w:t>
    </w:r>
    <w:r>
      <w:rPr>
        <w:sz w:val="16"/>
        <w:szCs w:val="16"/>
      </w:rPr>
      <w:t>pii współpracującego z systemem</w:t>
    </w:r>
    <w:r w:rsidRPr="00AA1B47">
      <w:rPr>
        <w:sz w:val="16"/>
        <w:szCs w:val="16"/>
      </w:rPr>
      <w:t xml:space="preserve"> Olympus Evis Exera III z duodenoskopem Olympus TJF-145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CAA" w:rsidRDefault="001F7CAA" w:rsidP="0038231F">
      <w:pPr>
        <w:spacing w:after="0" w:line="240" w:lineRule="auto"/>
      </w:pPr>
      <w:r>
        <w:separator/>
      </w:r>
    </w:p>
  </w:footnote>
  <w:footnote w:type="continuationSeparator" w:id="1">
    <w:p w:rsidR="001F7CAA" w:rsidRDefault="001F7CA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19B7"/>
    <w:rsid w:val="00031EBB"/>
    <w:rsid w:val="00036BFE"/>
    <w:rsid w:val="000613EB"/>
    <w:rsid w:val="00070927"/>
    <w:rsid w:val="0007699B"/>
    <w:rsid w:val="00076D7C"/>
    <w:rsid w:val="000809B6"/>
    <w:rsid w:val="000817F4"/>
    <w:rsid w:val="00095436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3B4D"/>
    <w:rsid w:val="000F4C8A"/>
    <w:rsid w:val="00101F91"/>
    <w:rsid w:val="0010384A"/>
    <w:rsid w:val="001038CB"/>
    <w:rsid w:val="00103B61"/>
    <w:rsid w:val="0011121A"/>
    <w:rsid w:val="001448FB"/>
    <w:rsid w:val="00146D90"/>
    <w:rsid w:val="00164B3E"/>
    <w:rsid w:val="001670F2"/>
    <w:rsid w:val="001744A1"/>
    <w:rsid w:val="001807BF"/>
    <w:rsid w:val="0018682F"/>
    <w:rsid w:val="00190D6E"/>
    <w:rsid w:val="00193E01"/>
    <w:rsid w:val="001957C5"/>
    <w:rsid w:val="001C6945"/>
    <w:rsid w:val="001C6A89"/>
    <w:rsid w:val="001D3A19"/>
    <w:rsid w:val="001D4C90"/>
    <w:rsid w:val="001F4C82"/>
    <w:rsid w:val="001F7CAA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3792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236D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035F"/>
    <w:rsid w:val="00410D53"/>
    <w:rsid w:val="00421352"/>
    <w:rsid w:val="00425D88"/>
    <w:rsid w:val="00434CC2"/>
    <w:rsid w:val="00456C07"/>
    <w:rsid w:val="00465FE2"/>
    <w:rsid w:val="00466838"/>
    <w:rsid w:val="004745D0"/>
    <w:rsid w:val="004761C6"/>
    <w:rsid w:val="0048274B"/>
    <w:rsid w:val="00484F88"/>
    <w:rsid w:val="00485785"/>
    <w:rsid w:val="004B00A9"/>
    <w:rsid w:val="004C21DA"/>
    <w:rsid w:val="004C43B8"/>
    <w:rsid w:val="004D5E40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19D6"/>
    <w:rsid w:val="005641F0"/>
    <w:rsid w:val="00566FDA"/>
    <w:rsid w:val="005A2A9F"/>
    <w:rsid w:val="005A73FB"/>
    <w:rsid w:val="005D6181"/>
    <w:rsid w:val="005E176A"/>
    <w:rsid w:val="005E265C"/>
    <w:rsid w:val="0061254F"/>
    <w:rsid w:val="006230A9"/>
    <w:rsid w:val="00634BCF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9381F"/>
    <w:rsid w:val="006A1E10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3E41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AD5"/>
    <w:rsid w:val="007E2F69"/>
    <w:rsid w:val="007E3ED0"/>
    <w:rsid w:val="00804F07"/>
    <w:rsid w:val="008053BE"/>
    <w:rsid w:val="00821E3B"/>
    <w:rsid w:val="00830AB1"/>
    <w:rsid w:val="008560CF"/>
    <w:rsid w:val="0087311B"/>
    <w:rsid w:val="00874044"/>
    <w:rsid w:val="00874957"/>
    <w:rsid w:val="00875011"/>
    <w:rsid w:val="00887053"/>
    <w:rsid w:val="00887C74"/>
    <w:rsid w:val="008909DB"/>
    <w:rsid w:val="00891E99"/>
    <w:rsid w:val="00892E48"/>
    <w:rsid w:val="008A5BE7"/>
    <w:rsid w:val="008C01C8"/>
    <w:rsid w:val="008C6DF8"/>
    <w:rsid w:val="008C745C"/>
    <w:rsid w:val="008D0487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B3507"/>
    <w:rsid w:val="009C0C6C"/>
    <w:rsid w:val="009C6DDE"/>
    <w:rsid w:val="009D288C"/>
    <w:rsid w:val="009D314C"/>
    <w:rsid w:val="009F5FB8"/>
    <w:rsid w:val="00A058AD"/>
    <w:rsid w:val="00A0658E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1B9D"/>
    <w:rsid w:val="00A776FE"/>
    <w:rsid w:val="00A81923"/>
    <w:rsid w:val="00A87FF4"/>
    <w:rsid w:val="00A9010F"/>
    <w:rsid w:val="00AA143D"/>
    <w:rsid w:val="00AA1B47"/>
    <w:rsid w:val="00AB39E6"/>
    <w:rsid w:val="00AB5E32"/>
    <w:rsid w:val="00AB71A8"/>
    <w:rsid w:val="00AC1823"/>
    <w:rsid w:val="00AD5B8E"/>
    <w:rsid w:val="00AE294D"/>
    <w:rsid w:val="00AE6FF2"/>
    <w:rsid w:val="00AE7389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3000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249D4"/>
    <w:rsid w:val="00C301C0"/>
    <w:rsid w:val="00C4103F"/>
    <w:rsid w:val="00C430C9"/>
    <w:rsid w:val="00C456FB"/>
    <w:rsid w:val="00C574BC"/>
    <w:rsid w:val="00C57DEB"/>
    <w:rsid w:val="00C61076"/>
    <w:rsid w:val="00C75633"/>
    <w:rsid w:val="00CA197B"/>
    <w:rsid w:val="00CA5F28"/>
    <w:rsid w:val="00CB25CD"/>
    <w:rsid w:val="00CC6896"/>
    <w:rsid w:val="00CD4266"/>
    <w:rsid w:val="00CE6400"/>
    <w:rsid w:val="00CE7A33"/>
    <w:rsid w:val="00CF1FB5"/>
    <w:rsid w:val="00CF4A74"/>
    <w:rsid w:val="00CF5D08"/>
    <w:rsid w:val="00D07CBC"/>
    <w:rsid w:val="00D2726C"/>
    <w:rsid w:val="00D34D9A"/>
    <w:rsid w:val="00D409DE"/>
    <w:rsid w:val="00D42C9B"/>
    <w:rsid w:val="00D47D38"/>
    <w:rsid w:val="00D5237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DF037E"/>
    <w:rsid w:val="00E045AC"/>
    <w:rsid w:val="00E115F4"/>
    <w:rsid w:val="00E14552"/>
    <w:rsid w:val="00E15D59"/>
    <w:rsid w:val="00E21164"/>
    <w:rsid w:val="00E21B42"/>
    <w:rsid w:val="00E260B9"/>
    <w:rsid w:val="00E30517"/>
    <w:rsid w:val="00E31EA2"/>
    <w:rsid w:val="00E3427C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2BC0"/>
    <w:rsid w:val="00F54680"/>
    <w:rsid w:val="00F62374"/>
    <w:rsid w:val="00F63A28"/>
    <w:rsid w:val="00F74CAC"/>
    <w:rsid w:val="00F84902"/>
    <w:rsid w:val="00FB7965"/>
    <w:rsid w:val="00FC0667"/>
    <w:rsid w:val="00FD2F2B"/>
    <w:rsid w:val="00FE7798"/>
    <w:rsid w:val="00FF60E3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891E99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F035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uiPriority w:val="99"/>
    <w:rsid w:val="0009543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4C21DA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1">
    <w:name w:val="Znak14 Znak Znak Znak1"/>
    <w:uiPriority w:val="99"/>
    <w:rsid w:val="004C21DA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83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416</Words>
  <Characters>2498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18</cp:revision>
  <cp:lastPrinted>2016-07-26T08:32:00Z</cp:lastPrinted>
  <dcterms:created xsi:type="dcterms:W3CDTF">2019-08-21T12:48:00Z</dcterms:created>
  <dcterms:modified xsi:type="dcterms:W3CDTF">2020-12-16T13:51:00Z</dcterms:modified>
</cp:coreProperties>
</file>